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C9" w:rsidRDefault="005201C9">
      <w:pPr>
        <w:jc w:val="center"/>
        <w:rPr>
          <w:b/>
          <w:lang w:val="ru-RU"/>
        </w:rPr>
      </w:pPr>
      <w:r>
        <w:rPr>
          <w:b/>
          <w:lang w:val="ru-RU"/>
        </w:rPr>
        <w:t xml:space="preserve">АДМИНИСТРАЦИЯ </w:t>
      </w:r>
    </w:p>
    <w:p w:rsidR="005201C9" w:rsidRDefault="005201C9">
      <w:pPr>
        <w:jc w:val="center"/>
        <w:rPr>
          <w:b/>
          <w:lang w:val="ru-RU"/>
        </w:rPr>
      </w:pPr>
      <w:r>
        <w:rPr>
          <w:b/>
          <w:lang w:val="ru-RU"/>
        </w:rPr>
        <w:t>ПОЛТАВСКОГО СЕЛЬСКОГО ПОСЕЛЕНИЯ</w:t>
      </w:r>
    </w:p>
    <w:p w:rsidR="005201C9" w:rsidRDefault="005201C9">
      <w:pPr>
        <w:jc w:val="center"/>
        <w:rPr>
          <w:b/>
          <w:lang w:val="ru-RU"/>
        </w:rPr>
      </w:pPr>
      <w:r>
        <w:rPr>
          <w:b/>
          <w:lang w:val="ru-RU"/>
        </w:rPr>
        <w:t>КРАСНОАРМЕЙСКОГО  РАЙОНА</w:t>
      </w:r>
    </w:p>
    <w:p w:rsidR="005201C9" w:rsidRDefault="005201C9">
      <w:pPr>
        <w:jc w:val="center"/>
        <w:rPr>
          <w:b/>
          <w:lang w:val="ru-RU"/>
        </w:rPr>
      </w:pPr>
    </w:p>
    <w:p w:rsidR="005201C9" w:rsidRDefault="005201C9" w:rsidP="00E66618">
      <w:pPr>
        <w:pStyle w:val="Title"/>
      </w:pPr>
      <w:r>
        <w:t>П О С Т А Н О В Л Е Н И Е</w:t>
      </w:r>
    </w:p>
    <w:p w:rsidR="005201C9" w:rsidRPr="0016609A" w:rsidRDefault="005201C9">
      <w:pPr>
        <w:jc w:val="center"/>
        <w:rPr>
          <w:b/>
          <w:sz w:val="32"/>
          <w:szCs w:val="32"/>
          <w:lang w:val="ru-RU"/>
        </w:rPr>
      </w:pPr>
    </w:p>
    <w:p w:rsidR="005201C9" w:rsidRDefault="005201C9">
      <w:pPr>
        <w:jc w:val="both"/>
        <w:rPr>
          <w:bCs/>
          <w:lang w:val="ru-RU"/>
        </w:rPr>
      </w:pPr>
      <w:r>
        <w:rPr>
          <w:bCs/>
          <w:lang w:val="ru-RU"/>
        </w:rPr>
        <w:t>от 08.08.2013                                                                                                        № 705</w:t>
      </w:r>
    </w:p>
    <w:p w:rsidR="005201C9" w:rsidRPr="00E66618" w:rsidRDefault="005201C9">
      <w:pPr>
        <w:jc w:val="center"/>
        <w:rPr>
          <w:bCs/>
          <w:sz w:val="24"/>
          <w:lang w:val="ru-RU"/>
        </w:rPr>
      </w:pPr>
      <w:r w:rsidRPr="00E66618">
        <w:rPr>
          <w:bCs/>
          <w:sz w:val="24"/>
          <w:lang w:val="ru-RU"/>
        </w:rPr>
        <w:t>станица Полтавская</w:t>
      </w:r>
    </w:p>
    <w:p w:rsidR="005201C9" w:rsidRPr="0016609A" w:rsidRDefault="005201C9">
      <w:pPr>
        <w:jc w:val="center"/>
        <w:rPr>
          <w:b/>
          <w:bCs/>
          <w:sz w:val="24"/>
          <w:szCs w:val="24"/>
          <w:lang w:val="ru-RU"/>
        </w:rPr>
      </w:pPr>
    </w:p>
    <w:p w:rsidR="005201C9" w:rsidRPr="0016609A" w:rsidRDefault="005201C9" w:rsidP="008F441D">
      <w:pPr>
        <w:jc w:val="center"/>
        <w:rPr>
          <w:b/>
          <w:sz w:val="24"/>
          <w:szCs w:val="24"/>
          <w:lang w:val="ru-RU"/>
        </w:rPr>
      </w:pPr>
    </w:p>
    <w:p w:rsidR="005201C9" w:rsidRDefault="005201C9" w:rsidP="008F441D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признании граждан нуждающимися в жилых помещениях </w:t>
      </w:r>
    </w:p>
    <w:p w:rsidR="005201C9" w:rsidRDefault="005201C9" w:rsidP="00D76BAC">
      <w:pPr>
        <w:jc w:val="center"/>
        <w:rPr>
          <w:b/>
          <w:lang w:val="ru-RU"/>
        </w:rPr>
      </w:pPr>
      <w:r>
        <w:rPr>
          <w:b/>
          <w:lang w:val="ru-RU"/>
        </w:rPr>
        <w:t>(улучшении жилищных условий)</w:t>
      </w:r>
      <w:r w:rsidRPr="00D76BAC">
        <w:rPr>
          <w:b/>
          <w:lang w:val="ru-RU"/>
        </w:rPr>
        <w:t xml:space="preserve"> </w:t>
      </w:r>
      <w:r>
        <w:rPr>
          <w:b/>
          <w:lang w:val="ru-RU"/>
        </w:rPr>
        <w:t xml:space="preserve">в рамках Федеральной целевой </w:t>
      </w:r>
    </w:p>
    <w:p w:rsidR="005201C9" w:rsidRDefault="005201C9" w:rsidP="002200A5">
      <w:pPr>
        <w:jc w:val="center"/>
        <w:rPr>
          <w:b/>
          <w:lang w:val="ru-RU"/>
        </w:rPr>
      </w:pPr>
      <w:r>
        <w:rPr>
          <w:b/>
          <w:lang w:val="ru-RU"/>
        </w:rPr>
        <w:t>программы «Социальное развитие села до 2013 года», без постановки на учет в качестве нуждающихся в улучшении жилищных условий</w:t>
      </w:r>
    </w:p>
    <w:p w:rsidR="005201C9" w:rsidRPr="0016609A" w:rsidRDefault="005201C9" w:rsidP="00D76BAC">
      <w:pPr>
        <w:jc w:val="center"/>
        <w:rPr>
          <w:b/>
          <w:sz w:val="24"/>
          <w:szCs w:val="24"/>
          <w:lang w:val="ru-RU"/>
        </w:rPr>
      </w:pPr>
    </w:p>
    <w:p w:rsidR="005201C9" w:rsidRPr="0016609A" w:rsidRDefault="005201C9" w:rsidP="00D76BAC">
      <w:pPr>
        <w:jc w:val="center"/>
        <w:rPr>
          <w:b/>
          <w:sz w:val="24"/>
          <w:szCs w:val="24"/>
          <w:lang w:val="ru-RU"/>
        </w:rPr>
      </w:pPr>
    </w:p>
    <w:p w:rsidR="005201C9" w:rsidRDefault="005201C9" w:rsidP="00151B44">
      <w:pPr>
        <w:ind w:firstLine="540"/>
        <w:jc w:val="both"/>
        <w:rPr>
          <w:lang w:val="ru-RU"/>
        </w:rPr>
      </w:pPr>
      <w:r>
        <w:rPr>
          <w:lang w:val="ru-RU"/>
        </w:rPr>
        <w:t>Руководствуясь</w:t>
      </w:r>
      <w:r w:rsidRPr="00015151">
        <w:rPr>
          <w:lang w:val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lang w:val="ru-RU"/>
        </w:rPr>
        <w:t>, постановлением  Правительства Российской Федерации от 28 апреля 2011 № 336 «О внесении изменений в постановление Правительства Российской Федерации от 3 декабря 2002 года № 858 «О Федеральной целевой программе «Социальное развитие села до 2013 года», Законом Краснодарского края от 29 декабря 2008 года № 1655-КЗ «О порядке ведения органами местного самоуправления учёта граждан в качестве нуждающихся в жилых помещениях», пунктом 1 части 1</w:t>
      </w:r>
      <w:r w:rsidRPr="00015151">
        <w:rPr>
          <w:lang w:val="ru-RU"/>
        </w:rPr>
        <w:t xml:space="preserve"> статьи</w:t>
      </w:r>
      <w:r>
        <w:rPr>
          <w:lang w:val="ru-RU"/>
        </w:rPr>
        <w:t xml:space="preserve"> 51 Жилищного кодекса Российской Федерации, администрация Полтавского сельского поселения Красноармейского района п о с т а н о в л я е т: </w:t>
      </w:r>
    </w:p>
    <w:p w:rsidR="005201C9" w:rsidRDefault="005201C9" w:rsidP="00436AD7">
      <w:pPr>
        <w:ind w:firstLine="540"/>
        <w:jc w:val="both"/>
        <w:rPr>
          <w:lang w:val="ru-RU"/>
        </w:rPr>
      </w:pPr>
      <w:r>
        <w:rPr>
          <w:lang w:val="ru-RU"/>
        </w:rPr>
        <w:t>1</w:t>
      </w:r>
      <w:r w:rsidRPr="008F441D">
        <w:rPr>
          <w:lang w:val="ru-RU"/>
        </w:rPr>
        <w:t xml:space="preserve">. </w:t>
      </w:r>
      <w:r>
        <w:rPr>
          <w:lang w:val="ru-RU"/>
        </w:rPr>
        <w:t>Признать нуждающейся в жилом помещении (улучшении жилищных условий) гражданку Данильченко Анжелику Игоревну, 27.05.1985 г. р., со следующим составом семьи: муж – Данильченко Александр Александрович, 09.06.1984 г.р., сын – Данильченко Данила Александрович, 28.05.2011 г.р., совместно проживающих по адресу: Краснодарский край, Красноармейский район, ст. Полтавская, ул.Московская, д. 130, кв. 5. Данное жилое помещение принадлежит на праве собственности Жмакиной Вере Владимировне, общая площадь которого составляет 56,8 кв.м.</w:t>
      </w:r>
      <w:r w:rsidRPr="008751E3">
        <w:rPr>
          <w:lang w:val="ru-RU"/>
        </w:rPr>
        <w:t xml:space="preserve"> </w:t>
      </w:r>
      <w:r>
        <w:rPr>
          <w:lang w:val="ru-RU"/>
        </w:rPr>
        <w:t>Занимаемый статус в жилом помещении заявителя и его семьи – члены семьи собственника. Всего на данной площади проживает 6 человек, на одного человека приходится 9,46 кв.м общей площади, при учетной норме жилья 11 кв.м. на одного человека, принятой в Полтавском сельском поселении».</w:t>
      </w:r>
    </w:p>
    <w:p w:rsidR="005201C9" w:rsidRDefault="005201C9" w:rsidP="00151B44">
      <w:pPr>
        <w:tabs>
          <w:tab w:val="left" w:pos="851"/>
        </w:tabs>
        <w:autoSpaceDE w:val="0"/>
        <w:autoSpaceDN w:val="0"/>
        <w:adjustRightInd w:val="0"/>
        <w:jc w:val="both"/>
        <w:outlineLvl w:val="2"/>
        <w:rPr>
          <w:lang w:val="ru-RU"/>
        </w:rPr>
      </w:pPr>
      <w:r>
        <w:rPr>
          <w:lang w:val="ru-RU"/>
        </w:rPr>
        <w:tab/>
        <w:t xml:space="preserve">2. Постановление вступает в силу со дня его подписания. </w:t>
      </w:r>
    </w:p>
    <w:p w:rsidR="005201C9" w:rsidRDefault="005201C9" w:rsidP="00215B93">
      <w:pPr>
        <w:ind w:firstLine="851"/>
        <w:jc w:val="both"/>
        <w:rPr>
          <w:lang w:val="ru-RU"/>
        </w:rPr>
      </w:pPr>
    </w:p>
    <w:p w:rsidR="005201C9" w:rsidRDefault="005201C9" w:rsidP="00215B93">
      <w:pPr>
        <w:ind w:firstLine="851"/>
        <w:jc w:val="both"/>
        <w:rPr>
          <w:lang w:val="ru-RU"/>
        </w:rPr>
      </w:pPr>
    </w:p>
    <w:p w:rsidR="005201C9" w:rsidRDefault="005201C9" w:rsidP="00215B93">
      <w:pPr>
        <w:ind w:firstLine="851"/>
        <w:jc w:val="both"/>
        <w:rPr>
          <w:lang w:val="ru-RU"/>
        </w:rPr>
      </w:pPr>
    </w:p>
    <w:p w:rsidR="005201C9" w:rsidRDefault="005201C9" w:rsidP="00CF605A">
      <w:pPr>
        <w:jc w:val="both"/>
        <w:rPr>
          <w:lang w:val="ru-RU"/>
        </w:rPr>
      </w:pPr>
      <w:r>
        <w:rPr>
          <w:lang w:val="ru-RU"/>
        </w:rPr>
        <w:t xml:space="preserve">Глава  </w:t>
      </w:r>
    </w:p>
    <w:p w:rsidR="005201C9" w:rsidRDefault="005201C9" w:rsidP="00CF605A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5201C9" w:rsidRDefault="005201C9" w:rsidP="0016609A">
      <w:pPr>
        <w:jc w:val="both"/>
        <w:rPr>
          <w:b/>
          <w:sz w:val="20"/>
          <w:szCs w:val="20"/>
          <w:lang w:val="ru-RU"/>
        </w:rPr>
      </w:pPr>
      <w:r>
        <w:t>Красноармейского района                                                                    В.А. Побожий</w:t>
      </w:r>
    </w:p>
    <w:p w:rsidR="005201C9" w:rsidRDefault="005201C9" w:rsidP="00CE289F">
      <w:pPr>
        <w:rPr>
          <w:lang w:val="ru-RU"/>
        </w:rPr>
      </w:pPr>
    </w:p>
    <w:sectPr w:rsidR="005201C9" w:rsidSect="00413468">
      <w:pgSz w:w="11906" w:h="16838"/>
      <w:pgMar w:top="1021" w:right="567" w:bottom="53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BE8"/>
    <w:multiLevelType w:val="hybridMultilevel"/>
    <w:tmpl w:val="10B41E34"/>
    <w:lvl w:ilvl="0" w:tplc="183051A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8316FAA"/>
    <w:multiLevelType w:val="hybridMultilevel"/>
    <w:tmpl w:val="70C84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9A015D"/>
    <w:multiLevelType w:val="hybridMultilevel"/>
    <w:tmpl w:val="43E07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055E13"/>
    <w:multiLevelType w:val="hybridMultilevel"/>
    <w:tmpl w:val="5AA4DCFC"/>
    <w:lvl w:ilvl="0" w:tplc="AC329A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4">
    <w:nsid w:val="500061F3"/>
    <w:multiLevelType w:val="hybridMultilevel"/>
    <w:tmpl w:val="73F85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337337"/>
    <w:multiLevelType w:val="hybridMultilevel"/>
    <w:tmpl w:val="D3A86210"/>
    <w:lvl w:ilvl="0" w:tplc="40E2AB3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6">
    <w:nsid w:val="6CA37804"/>
    <w:multiLevelType w:val="hybridMultilevel"/>
    <w:tmpl w:val="6412830C"/>
    <w:lvl w:ilvl="0" w:tplc="50F8B4B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851"/>
  <w:hyphenationZone w:val="357"/>
  <w:doNotHyphenateCaps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875"/>
    <w:rsid w:val="00015151"/>
    <w:rsid w:val="00021862"/>
    <w:rsid w:val="000419E4"/>
    <w:rsid w:val="00042389"/>
    <w:rsid w:val="00045164"/>
    <w:rsid w:val="0005022C"/>
    <w:rsid w:val="0007153C"/>
    <w:rsid w:val="0007301C"/>
    <w:rsid w:val="00074D65"/>
    <w:rsid w:val="00081699"/>
    <w:rsid w:val="00086194"/>
    <w:rsid w:val="000A7C9D"/>
    <w:rsid w:val="000B321E"/>
    <w:rsid w:val="000B4B15"/>
    <w:rsid w:val="000C058C"/>
    <w:rsid w:val="000D7C71"/>
    <w:rsid w:val="000E471E"/>
    <w:rsid w:val="000E703A"/>
    <w:rsid w:val="000E7A07"/>
    <w:rsid w:val="000E7F8A"/>
    <w:rsid w:val="000F0E01"/>
    <w:rsid w:val="00100315"/>
    <w:rsid w:val="001025D6"/>
    <w:rsid w:val="00110BD9"/>
    <w:rsid w:val="00113410"/>
    <w:rsid w:val="00113C94"/>
    <w:rsid w:val="001241FE"/>
    <w:rsid w:val="00125566"/>
    <w:rsid w:val="00130357"/>
    <w:rsid w:val="00151B44"/>
    <w:rsid w:val="00163DC9"/>
    <w:rsid w:val="0016609A"/>
    <w:rsid w:val="00191364"/>
    <w:rsid w:val="001A2FC0"/>
    <w:rsid w:val="001A3CC4"/>
    <w:rsid w:val="001A53F5"/>
    <w:rsid w:val="001B2015"/>
    <w:rsid w:val="001C6A91"/>
    <w:rsid w:val="001D23BF"/>
    <w:rsid w:val="001F1C30"/>
    <w:rsid w:val="001F27F6"/>
    <w:rsid w:val="001F31C4"/>
    <w:rsid w:val="00207217"/>
    <w:rsid w:val="00215B93"/>
    <w:rsid w:val="002200A5"/>
    <w:rsid w:val="00222ADE"/>
    <w:rsid w:val="00223821"/>
    <w:rsid w:val="00242590"/>
    <w:rsid w:val="002442AB"/>
    <w:rsid w:val="0024573E"/>
    <w:rsid w:val="00254847"/>
    <w:rsid w:val="00254938"/>
    <w:rsid w:val="002550B0"/>
    <w:rsid w:val="002711BE"/>
    <w:rsid w:val="002805CE"/>
    <w:rsid w:val="00281201"/>
    <w:rsid w:val="00283BA6"/>
    <w:rsid w:val="00286580"/>
    <w:rsid w:val="002A0E5A"/>
    <w:rsid w:val="002A49E8"/>
    <w:rsid w:val="002A5DD7"/>
    <w:rsid w:val="002A7ED7"/>
    <w:rsid w:val="002B62F6"/>
    <w:rsid w:val="002C0717"/>
    <w:rsid w:val="002C56A4"/>
    <w:rsid w:val="002F1C37"/>
    <w:rsid w:val="00314EDC"/>
    <w:rsid w:val="00315FE3"/>
    <w:rsid w:val="003512C1"/>
    <w:rsid w:val="003538D0"/>
    <w:rsid w:val="003628C0"/>
    <w:rsid w:val="003635C1"/>
    <w:rsid w:val="0036563F"/>
    <w:rsid w:val="0038314B"/>
    <w:rsid w:val="003A0A5A"/>
    <w:rsid w:val="003A0B86"/>
    <w:rsid w:val="003A5D2A"/>
    <w:rsid w:val="003B0F46"/>
    <w:rsid w:val="003B1679"/>
    <w:rsid w:val="003C3DBD"/>
    <w:rsid w:val="003C5E6A"/>
    <w:rsid w:val="003D118E"/>
    <w:rsid w:val="003D23B0"/>
    <w:rsid w:val="003D4A3E"/>
    <w:rsid w:val="003F5318"/>
    <w:rsid w:val="00401827"/>
    <w:rsid w:val="00401D80"/>
    <w:rsid w:val="00413468"/>
    <w:rsid w:val="00434CA7"/>
    <w:rsid w:val="00435A0D"/>
    <w:rsid w:val="00436AD7"/>
    <w:rsid w:val="004516B5"/>
    <w:rsid w:val="0046349D"/>
    <w:rsid w:val="00463C95"/>
    <w:rsid w:val="00466E20"/>
    <w:rsid w:val="00470DE1"/>
    <w:rsid w:val="0047192B"/>
    <w:rsid w:val="00473782"/>
    <w:rsid w:val="0047661C"/>
    <w:rsid w:val="0048020B"/>
    <w:rsid w:val="00486A48"/>
    <w:rsid w:val="004C3409"/>
    <w:rsid w:val="004D14CB"/>
    <w:rsid w:val="004D5147"/>
    <w:rsid w:val="004E00D2"/>
    <w:rsid w:val="004E3CCB"/>
    <w:rsid w:val="00517361"/>
    <w:rsid w:val="005201C9"/>
    <w:rsid w:val="00521B24"/>
    <w:rsid w:val="005414B6"/>
    <w:rsid w:val="00553924"/>
    <w:rsid w:val="00566310"/>
    <w:rsid w:val="00567523"/>
    <w:rsid w:val="0058697F"/>
    <w:rsid w:val="00592781"/>
    <w:rsid w:val="005A077A"/>
    <w:rsid w:val="005A38CB"/>
    <w:rsid w:val="005A3AD0"/>
    <w:rsid w:val="005B4CFA"/>
    <w:rsid w:val="005E0D92"/>
    <w:rsid w:val="005E3FC5"/>
    <w:rsid w:val="005E742E"/>
    <w:rsid w:val="006052BE"/>
    <w:rsid w:val="00607BA1"/>
    <w:rsid w:val="00612337"/>
    <w:rsid w:val="00614121"/>
    <w:rsid w:val="00614E56"/>
    <w:rsid w:val="00615CCD"/>
    <w:rsid w:val="0062334B"/>
    <w:rsid w:val="0062389D"/>
    <w:rsid w:val="00625A02"/>
    <w:rsid w:val="006266EC"/>
    <w:rsid w:val="00635BB4"/>
    <w:rsid w:val="0063761C"/>
    <w:rsid w:val="00642599"/>
    <w:rsid w:val="006564B8"/>
    <w:rsid w:val="0066321D"/>
    <w:rsid w:val="00673D7C"/>
    <w:rsid w:val="006A60D5"/>
    <w:rsid w:val="006B1F19"/>
    <w:rsid w:val="006D0BCE"/>
    <w:rsid w:val="006D65AD"/>
    <w:rsid w:val="006E286E"/>
    <w:rsid w:val="006E613A"/>
    <w:rsid w:val="006F3008"/>
    <w:rsid w:val="006F55DB"/>
    <w:rsid w:val="00700C47"/>
    <w:rsid w:val="007021BE"/>
    <w:rsid w:val="00707F18"/>
    <w:rsid w:val="007114D4"/>
    <w:rsid w:val="0071265A"/>
    <w:rsid w:val="007238E3"/>
    <w:rsid w:val="00727BA6"/>
    <w:rsid w:val="00740FD1"/>
    <w:rsid w:val="00744E75"/>
    <w:rsid w:val="00745D8B"/>
    <w:rsid w:val="00745FB3"/>
    <w:rsid w:val="00752D5C"/>
    <w:rsid w:val="0076350B"/>
    <w:rsid w:val="007810A7"/>
    <w:rsid w:val="00782143"/>
    <w:rsid w:val="00783F25"/>
    <w:rsid w:val="00794ED1"/>
    <w:rsid w:val="007965B6"/>
    <w:rsid w:val="007A0B80"/>
    <w:rsid w:val="007B5B20"/>
    <w:rsid w:val="007B66D4"/>
    <w:rsid w:val="007C5175"/>
    <w:rsid w:val="007D01EA"/>
    <w:rsid w:val="007D4E95"/>
    <w:rsid w:val="0080289B"/>
    <w:rsid w:val="00815EFC"/>
    <w:rsid w:val="008168DF"/>
    <w:rsid w:val="008176C4"/>
    <w:rsid w:val="00835A58"/>
    <w:rsid w:val="00841402"/>
    <w:rsid w:val="00854980"/>
    <w:rsid w:val="00861FCB"/>
    <w:rsid w:val="00863412"/>
    <w:rsid w:val="008751E3"/>
    <w:rsid w:val="008773CD"/>
    <w:rsid w:val="0088141D"/>
    <w:rsid w:val="00885D35"/>
    <w:rsid w:val="00892A7C"/>
    <w:rsid w:val="00893983"/>
    <w:rsid w:val="00894C59"/>
    <w:rsid w:val="008973F4"/>
    <w:rsid w:val="008A0AE3"/>
    <w:rsid w:val="008A1EB7"/>
    <w:rsid w:val="008A387E"/>
    <w:rsid w:val="008B2DC1"/>
    <w:rsid w:val="008D381B"/>
    <w:rsid w:val="008E196E"/>
    <w:rsid w:val="008F1391"/>
    <w:rsid w:val="008F3D28"/>
    <w:rsid w:val="008F441D"/>
    <w:rsid w:val="00900CC1"/>
    <w:rsid w:val="00912042"/>
    <w:rsid w:val="00916F79"/>
    <w:rsid w:val="00924487"/>
    <w:rsid w:val="009413CB"/>
    <w:rsid w:val="00952D86"/>
    <w:rsid w:val="00955A94"/>
    <w:rsid w:val="0096104F"/>
    <w:rsid w:val="009745B7"/>
    <w:rsid w:val="009766E8"/>
    <w:rsid w:val="00980136"/>
    <w:rsid w:val="00980AE9"/>
    <w:rsid w:val="009837D9"/>
    <w:rsid w:val="00990ECC"/>
    <w:rsid w:val="009A5108"/>
    <w:rsid w:val="009A7184"/>
    <w:rsid w:val="009B04B9"/>
    <w:rsid w:val="009C458C"/>
    <w:rsid w:val="009D0F37"/>
    <w:rsid w:val="009D72BD"/>
    <w:rsid w:val="009F44DA"/>
    <w:rsid w:val="00A2178F"/>
    <w:rsid w:val="00A422B9"/>
    <w:rsid w:val="00A4501B"/>
    <w:rsid w:val="00A55486"/>
    <w:rsid w:val="00A57D91"/>
    <w:rsid w:val="00A65384"/>
    <w:rsid w:val="00A66318"/>
    <w:rsid w:val="00A8056F"/>
    <w:rsid w:val="00A818C3"/>
    <w:rsid w:val="00A91212"/>
    <w:rsid w:val="00AA45A0"/>
    <w:rsid w:val="00AA4F1E"/>
    <w:rsid w:val="00AB59E7"/>
    <w:rsid w:val="00AD08B3"/>
    <w:rsid w:val="00AD22A1"/>
    <w:rsid w:val="00AD78F0"/>
    <w:rsid w:val="00AE5829"/>
    <w:rsid w:val="00AF18EB"/>
    <w:rsid w:val="00AF7258"/>
    <w:rsid w:val="00B44B54"/>
    <w:rsid w:val="00B517F3"/>
    <w:rsid w:val="00B5326B"/>
    <w:rsid w:val="00B5630E"/>
    <w:rsid w:val="00B654AA"/>
    <w:rsid w:val="00B72F8A"/>
    <w:rsid w:val="00B82A93"/>
    <w:rsid w:val="00B8765F"/>
    <w:rsid w:val="00B90E54"/>
    <w:rsid w:val="00BB0C77"/>
    <w:rsid w:val="00BB2E9E"/>
    <w:rsid w:val="00BE6D47"/>
    <w:rsid w:val="00BF0E51"/>
    <w:rsid w:val="00C12A78"/>
    <w:rsid w:val="00C309C7"/>
    <w:rsid w:val="00C34780"/>
    <w:rsid w:val="00C4180D"/>
    <w:rsid w:val="00C41D34"/>
    <w:rsid w:val="00C42CEB"/>
    <w:rsid w:val="00C45AD0"/>
    <w:rsid w:val="00C5721A"/>
    <w:rsid w:val="00C77900"/>
    <w:rsid w:val="00C779DA"/>
    <w:rsid w:val="00CB1A63"/>
    <w:rsid w:val="00CC6FB7"/>
    <w:rsid w:val="00CD2023"/>
    <w:rsid w:val="00CE289F"/>
    <w:rsid w:val="00CE3855"/>
    <w:rsid w:val="00CE72EE"/>
    <w:rsid w:val="00CF605A"/>
    <w:rsid w:val="00CF71A1"/>
    <w:rsid w:val="00D16D45"/>
    <w:rsid w:val="00D21112"/>
    <w:rsid w:val="00D215D7"/>
    <w:rsid w:val="00D250C8"/>
    <w:rsid w:val="00D3339F"/>
    <w:rsid w:val="00D51978"/>
    <w:rsid w:val="00D62FA7"/>
    <w:rsid w:val="00D76BAC"/>
    <w:rsid w:val="00D80C73"/>
    <w:rsid w:val="00D97E03"/>
    <w:rsid w:val="00DA5D6D"/>
    <w:rsid w:val="00DA74FE"/>
    <w:rsid w:val="00DB03ED"/>
    <w:rsid w:val="00DB0C3C"/>
    <w:rsid w:val="00DB4583"/>
    <w:rsid w:val="00DC61C9"/>
    <w:rsid w:val="00DD64C9"/>
    <w:rsid w:val="00E02E20"/>
    <w:rsid w:val="00E05875"/>
    <w:rsid w:val="00E15848"/>
    <w:rsid w:val="00E16D74"/>
    <w:rsid w:val="00E25CA7"/>
    <w:rsid w:val="00E261A5"/>
    <w:rsid w:val="00E35143"/>
    <w:rsid w:val="00E36476"/>
    <w:rsid w:val="00E43481"/>
    <w:rsid w:val="00E50C99"/>
    <w:rsid w:val="00E65811"/>
    <w:rsid w:val="00E66618"/>
    <w:rsid w:val="00E67F74"/>
    <w:rsid w:val="00E71161"/>
    <w:rsid w:val="00E72250"/>
    <w:rsid w:val="00E872CA"/>
    <w:rsid w:val="00E8755F"/>
    <w:rsid w:val="00E90808"/>
    <w:rsid w:val="00E97D8E"/>
    <w:rsid w:val="00EA4161"/>
    <w:rsid w:val="00EC19CE"/>
    <w:rsid w:val="00EC4D76"/>
    <w:rsid w:val="00EC513D"/>
    <w:rsid w:val="00EC5D4B"/>
    <w:rsid w:val="00ED17A2"/>
    <w:rsid w:val="00EE1974"/>
    <w:rsid w:val="00EE23A7"/>
    <w:rsid w:val="00EE3D28"/>
    <w:rsid w:val="00EE7BF1"/>
    <w:rsid w:val="00F16BC4"/>
    <w:rsid w:val="00F33F67"/>
    <w:rsid w:val="00F40235"/>
    <w:rsid w:val="00F459A4"/>
    <w:rsid w:val="00F60B43"/>
    <w:rsid w:val="00F67246"/>
    <w:rsid w:val="00F768F1"/>
    <w:rsid w:val="00F81118"/>
    <w:rsid w:val="00F824C9"/>
    <w:rsid w:val="00F849AB"/>
    <w:rsid w:val="00F8562B"/>
    <w:rsid w:val="00F87D53"/>
    <w:rsid w:val="00F93C6E"/>
    <w:rsid w:val="00FA2E49"/>
    <w:rsid w:val="00FB0D7D"/>
    <w:rsid w:val="00FB6542"/>
    <w:rsid w:val="00FC0729"/>
    <w:rsid w:val="00FC391D"/>
    <w:rsid w:val="00FE5B6A"/>
    <w:rsid w:val="00FE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BD9"/>
    <w:rPr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0BD9"/>
    <w:pPr>
      <w:keepNext/>
      <w:jc w:val="center"/>
      <w:outlineLvl w:val="0"/>
    </w:pPr>
    <w:rPr>
      <w:b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CE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link w:val="TitleChar"/>
    <w:uiPriority w:val="99"/>
    <w:qFormat/>
    <w:rsid w:val="00110BD9"/>
    <w:pPr>
      <w:jc w:val="center"/>
    </w:pPr>
    <w:rPr>
      <w:b/>
      <w:sz w:val="32"/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1C4CE1"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table" w:styleId="TableGrid">
    <w:name w:val="Table Grid"/>
    <w:basedOn w:val="TableNormal"/>
    <w:uiPriority w:val="99"/>
    <w:rsid w:val="00C42C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0C058C"/>
    <w:pPr>
      <w:jc w:val="both"/>
    </w:pPr>
    <w:rPr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C4CE1"/>
    <w:rPr>
      <w:sz w:val="28"/>
      <w:szCs w:val="28"/>
      <w:lang w:val="en-US"/>
    </w:rPr>
  </w:style>
  <w:style w:type="paragraph" w:styleId="List">
    <w:name w:val="List"/>
    <w:basedOn w:val="Normal"/>
    <w:uiPriority w:val="99"/>
    <w:rsid w:val="008773CD"/>
    <w:pPr>
      <w:ind w:left="283" w:hanging="283"/>
    </w:pPr>
    <w:rPr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rsid w:val="00642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2599"/>
    <w:rPr>
      <w:rFonts w:ascii="Tahoma" w:hAnsi="Tahoma" w:cs="Tahoma"/>
      <w:sz w:val="16"/>
      <w:szCs w:val="16"/>
      <w:lang w:val="en-US"/>
    </w:rPr>
  </w:style>
  <w:style w:type="paragraph" w:customStyle="1" w:styleId="ConsPlusNormal">
    <w:name w:val="ConsPlusNormal"/>
    <w:uiPriority w:val="99"/>
    <w:rsid w:val="00351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12C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512C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512C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512C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A65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943</TotalTime>
  <Pages>1</Pages>
  <Words>333</Words>
  <Characters>1903</Characters>
  <Application>Microsoft Office Outlook</Application>
  <DocSecurity>0</DocSecurity>
  <Lines>0</Lines>
  <Paragraphs>0</Paragraphs>
  <ScaleCrop>false</ScaleCrop>
  <Company>AdministrKK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Герб м/о</dc:title>
  <dc:subject/>
  <dc:creator>Rogalevich</dc:creator>
  <cp:keywords/>
  <dc:description/>
  <cp:lastModifiedBy>Администратор</cp:lastModifiedBy>
  <cp:revision>135</cp:revision>
  <cp:lastPrinted>2013-08-07T06:43:00Z</cp:lastPrinted>
  <dcterms:created xsi:type="dcterms:W3CDTF">2010-03-29T17:42:00Z</dcterms:created>
  <dcterms:modified xsi:type="dcterms:W3CDTF">2013-08-29T11:26:00Z</dcterms:modified>
</cp:coreProperties>
</file>