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3956" w:rsidRDefault="00573956" w:rsidP="00F31433">
      <w:pPr>
        <w:ind w:firstLine="0"/>
        <w:jc w:val="center"/>
        <w:rPr>
          <w:b/>
          <w:bCs/>
          <w:iCs/>
          <w:szCs w:val="20"/>
          <w:lang w:eastAsia="ru-RU"/>
        </w:rPr>
      </w:pPr>
      <w:r w:rsidRPr="00261017">
        <w:rPr>
          <w:b/>
          <w:bCs/>
          <w:iCs/>
          <w:szCs w:val="20"/>
          <w:lang w:eastAsia="ru-RU"/>
        </w:rPr>
        <w:t xml:space="preserve">СВЕДЕНИЯ </w:t>
      </w:r>
    </w:p>
    <w:p w:rsidR="00573956" w:rsidRPr="00261017" w:rsidRDefault="00573956" w:rsidP="00F31433">
      <w:pPr>
        <w:ind w:firstLine="0"/>
        <w:jc w:val="center"/>
        <w:rPr>
          <w:b/>
          <w:bCs/>
          <w:iCs/>
          <w:szCs w:val="20"/>
          <w:lang w:eastAsia="ru-RU"/>
        </w:rPr>
      </w:pPr>
      <w:r w:rsidRPr="00261017">
        <w:rPr>
          <w:b/>
          <w:bCs/>
          <w:iCs/>
          <w:szCs w:val="20"/>
          <w:lang w:eastAsia="ru-RU"/>
        </w:rPr>
        <w:t xml:space="preserve">об осуществлении закупок товаров, работ, услуг </w:t>
      </w:r>
    </w:p>
    <w:p w:rsidR="00573956" w:rsidRPr="00261017" w:rsidRDefault="00573956" w:rsidP="00F31433">
      <w:pPr>
        <w:ind w:firstLine="0"/>
        <w:jc w:val="center"/>
        <w:rPr>
          <w:b/>
          <w:bCs/>
          <w:iCs/>
          <w:szCs w:val="20"/>
          <w:lang w:eastAsia="ru-RU"/>
        </w:rPr>
      </w:pPr>
      <w:r w:rsidRPr="00261017">
        <w:rPr>
          <w:b/>
          <w:bCs/>
          <w:iCs/>
          <w:szCs w:val="20"/>
          <w:lang w:eastAsia="ru-RU"/>
        </w:rPr>
        <w:t>для обеспечения государственных и муниципальных нужд</w:t>
      </w:r>
    </w:p>
    <w:p w:rsidR="00573956" w:rsidRDefault="00573956" w:rsidP="00F31433">
      <w:pPr>
        <w:ind w:firstLine="0"/>
        <w:jc w:val="center"/>
        <w:rPr>
          <w:i/>
          <w:iCs/>
          <w:sz w:val="20"/>
          <w:szCs w:val="20"/>
          <w:lang w:eastAsia="ru-RU"/>
        </w:rPr>
      </w:pPr>
      <w:r>
        <w:rPr>
          <w:b/>
          <w:bCs/>
          <w:iCs/>
          <w:sz w:val="22"/>
          <w:szCs w:val="20"/>
          <w:lang w:eastAsia="ru-RU"/>
        </w:rPr>
        <w:t>муниципальным</w:t>
      </w:r>
      <w:r w:rsidRPr="00261017">
        <w:rPr>
          <w:b/>
          <w:bCs/>
          <w:iCs/>
          <w:sz w:val="22"/>
          <w:szCs w:val="20"/>
          <w:lang w:eastAsia="ru-RU"/>
        </w:rPr>
        <w:t xml:space="preserve"> заказчиком</w:t>
      </w:r>
      <w:r w:rsidRPr="00D63464">
        <w:rPr>
          <w:b/>
          <w:bCs/>
          <w:i/>
          <w:iCs/>
          <w:sz w:val="22"/>
          <w:szCs w:val="20"/>
          <w:lang w:eastAsia="ru-RU"/>
        </w:rPr>
        <w:br/>
      </w:r>
      <w:r w:rsidRPr="00F31433">
        <w:rPr>
          <w:i/>
          <w:iCs/>
          <w:sz w:val="20"/>
          <w:szCs w:val="20"/>
          <w:lang w:eastAsia="ru-RU"/>
        </w:rPr>
        <w:t>(оставить нужное)</w:t>
      </w:r>
    </w:p>
    <w:p w:rsidR="00573956" w:rsidRPr="00F31433" w:rsidRDefault="00573956" w:rsidP="00F31433">
      <w:pPr>
        <w:ind w:firstLine="0"/>
        <w:jc w:val="center"/>
        <w:rPr>
          <w:b/>
          <w:bCs/>
          <w:i/>
          <w:iCs/>
          <w:sz w:val="20"/>
          <w:szCs w:val="20"/>
          <w:lang w:eastAsia="ru-RU"/>
        </w:rPr>
      </w:pPr>
    </w:p>
    <w:p w:rsidR="00573956" w:rsidRPr="00F31433" w:rsidRDefault="00573956" w:rsidP="00F31433">
      <w:pPr>
        <w:ind w:firstLine="0"/>
        <w:jc w:val="center"/>
        <w:rPr>
          <w:i/>
          <w:iCs/>
          <w:sz w:val="20"/>
          <w:szCs w:val="20"/>
          <w:lang w:eastAsia="ru-RU"/>
        </w:rPr>
      </w:pPr>
      <w:r>
        <w:rPr>
          <w:b/>
          <w:bCs/>
          <w:i/>
          <w:iCs/>
          <w:sz w:val="20"/>
          <w:szCs w:val="20"/>
          <w:lang w:eastAsia="ru-RU"/>
        </w:rPr>
        <w:t>Администрация Полтавского сельского поселения Красноармейского района</w:t>
      </w:r>
      <w:r w:rsidRPr="00F31433">
        <w:rPr>
          <w:b/>
          <w:bCs/>
          <w:i/>
          <w:iCs/>
          <w:sz w:val="20"/>
          <w:szCs w:val="20"/>
          <w:lang w:eastAsia="ru-RU"/>
        </w:rPr>
        <w:br/>
      </w:r>
      <w:r w:rsidRPr="00F31433">
        <w:rPr>
          <w:i/>
          <w:iCs/>
          <w:sz w:val="20"/>
          <w:szCs w:val="20"/>
          <w:lang w:eastAsia="ru-RU"/>
        </w:rPr>
        <w:t>(полное наименование)</w:t>
      </w:r>
    </w:p>
    <w:p w:rsidR="00573956" w:rsidRPr="00F31433" w:rsidRDefault="00573956" w:rsidP="00F31433">
      <w:pPr>
        <w:ind w:firstLine="0"/>
        <w:jc w:val="center"/>
        <w:rPr>
          <w:b/>
          <w:bCs/>
          <w:i/>
          <w:iCs/>
          <w:sz w:val="20"/>
          <w:szCs w:val="20"/>
          <w:lang w:eastAsia="ru-RU"/>
        </w:rPr>
      </w:pPr>
    </w:p>
    <w:p w:rsidR="00573956" w:rsidRPr="00F31433" w:rsidRDefault="00573956" w:rsidP="00F31433">
      <w:pPr>
        <w:ind w:firstLine="0"/>
        <w:jc w:val="center"/>
        <w:rPr>
          <w:b/>
          <w:bCs/>
          <w:i/>
          <w:iCs/>
          <w:sz w:val="24"/>
          <w:szCs w:val="20"/>
          <w:lang w:eastAsia="ru-RU"/>
        </w:rPr>
      </w:pPr>
      <w:r w:rsidRPr="00F31433">
        <w:rPr>
          <w:b/>
          <w:bCs/>
          <w:i/>
          <w:iCs/>
          <w:sz w:val="24"/>
          <w:szCs w:val="20"/>
          <w:lang w:eastAsia="ru-RU"/>
        </w:rPr>
        <w:t xml:space="preserve">за отчетный период </w:t>
      </w:r>
      <w:r>
        <w:rPr>
          <w:b/>
          <w:bCs/>
          <w:i/>
          <w:iCs/>
          <w:sz w:val="24"/>
          <w:szCs w:val="20"/>
          <w:u w:val="single"/>
          <w:lang w:eastAsia="ru-RU"/>
        </w:rPr>
        <w:t>6</w:t>
      </w:r>
      <w:r w:rsidRPr="00462C9B">
        <w:rPr>
          <w:b/>
          <w:bCs/>
          <w:i/>
          <w:iCs/>
          <w:sz w:val="24"/>
          <w:szCs w:val="20"/>
          <w:u w:val="single"/>
          <w:lang w:eastAsia="ru-RU"/>
        </w:rPr>
        <w:t xml:space="preserve"> месяцев 2014г.</w:t>
      </w:r>
    </w:p>
    <w:p w:rsidR="00573956" w:rsidRDefault="00573956" w:rsidP="00C07D23">
      <w:pPr>
        <w:pStyle w:val="ConsPlusNonformat"/>
      </w:pPr>
    </w:p>
    <w:p w:rsidR="00573956" w:rsidRDefault="00573956" w:rsidP="00C07D23">
      <w:pPr>
        <w:pStyle w:val="ConsPlusNonformat"/>
      </w:pPr>
    </w:p>
    <w:p w:rsidR="00573956" w:rsidRDefault="00573956" w:rsidP="00C07D23">
      <w:pPr>
        <w:pStyle w:val="ConsPlusNonformat"/>
      </w:pPr>
    </w:p>
    <w:p w:rsidR="00573956" w:rsidRPr="00F52CC5" w:rsidRDefault="00573956" w:rsidP="00C07D23">
      <w:pPr>
        <w:rPr>
          <w:b/>
          <w:bCs/>
          <w:color w:val="FF0000"/>
          <w:szCs w:val="18"/>
          <w:u w:val="single"/>
          <w:lang w:eastAsia="ru-RU"/>
        </w:rPr>
      </w:pPr>
      <w:r w:rsidRPr="00C07D23">
        <w:rPr>
          <w:b/>
          <w:bCs/>
          <w:szCs w:val="18"/>
          <w:lang w:eastAsia="ru-RU"/>
        </w:rPr>
        <w:t xml:space="preserve">Раздел 1. </w:t>
      </w:r>
      <w:r>
        <w:rPr>
          <w:b/>
          <w:bCs/>
          <w:szCs w:val="18"/>
          <w:lang w:eastAsia="ru-RU"/>
        </w:rPr>
        <w:t>С</w:t>
      </w:r>
      <w:r w:rsidRPr="00C07D23">
        <w:rPr>
          <w:b/>
          <w:bCs/>
          <w:szCs w:val="18"/>
          <w:lang w:eastAsia="ru-RU"/>
        </w:rPr>
        <w:t>ведения</w:t>
      </w:r>
      <w:r>
        <w:rPr>
          <w:b/>
          <w:bCs/>
          <w:szCs w:val="18"/>
          <w:lang w:eastAsia="ru-RU"/>
        </w:rPr>
        <w:t xml:space="preserve"> об использовании средств </w:t>
      </w:r>
      <w:r>
        <w:rPr>
          <w:b/>
          <w:bCs/>
          <w:szCs w:val="18"/>
          <w:lang w:eastAsia="ru-RU"/>
        </w:rPr>
        <w:tab/>
      </w:r>
      <w:r>
        <w:rPr>
          <w:b/>
          <w:bCs/>
          <w:szCs w:val="18"/>
          <w:lang w:eastAsia="ru-RU"/>
        </w:rPr>
        <w:tab/>
      </w:r>
      <w:r>
        <w:rPr>
          <w:b/>
          <w:bCs/>
          <w:szCs w:val="18"/>
          <w:lang w:eastAsia="ru-RU"/>
        </w:rPr>
        <w:tab/>
      </w:r>
      <w:r>
        <w:rPr>
          <w:b/>
          <w:bCs/>
          <w:szCs w:val="18"/>
          <w:lang w:eastAsia="ru-RU"/>
        </w:rPr>
        <w:tab/>
      </w:r>
      <w:r>
        <w:rPr>
          <w:b/>
          <w:bCs/>
          <w:szCs w:val="18"/>
          <w:lang w:eastAsia="ru-RU"/>
        </w:rPr>
        <w:tab/>
      </w:r>
      <w:r>
        <w:rPr>
          <w:b/>
          <w:bCs/>
          <w:szCs w:val="18"/>
          <w:lang w:eastAsia="ru-RU"/>
        </w:rPr>
        <w:tab/>
      </w:r>
      <w:r w:rsidRPr="00F52CC5">
        <w:rPr>
          <w:b/>
          <w:bCs/>
          <w:color w:val="FF0000"/>
          <w:szCs w:val="18"/>
          <w:u w:val="single"/>
          <w:lang w:eastAsia="ru-RU"/>
        </w:rPr>
        <w:t>тыс.руб.</w:t>
      </w:r>
    </w:p>
    <w:p w:rsidR="00573956" w:rsidRDefault="00573956" w:rsidP="00C07D23">
      <w:pPr>
        <w:rPr>
          <w:b/>
          <w:bCs/>
          <w:szCs w:val="18"/>
          <w:lang w:eastAsia="ru-RU"/>
        </w:rPr>
      </w:pPr>
    </w:p>
    <w:tbl>
      <w:tblPr>
        <w:tblpPr w:leftFromText="180" w:rightFromText="180" w:vertAnchor="text" w:tblpX="-493" w:tblpY="1"/>
        <w:tblOverlap w:val="never"/>
        <w:tblW w:w="130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322"/>
        <w:gridCol w:w="1700"/>
        <w:gridCol w:w="1985"/>
      </w:tblGrid>
      <w:tr w:rsidR="00573956" w:rsidRPr="00461C61" w:rsidTr="00204D4B">
        <w:trPr>
          <w:trHeight w:val="422"/>
        </w:trPr>
        <w:tc>
          <w:tcPr>
            <w:tcW w:w="9322" w:type="dxa"/>
            <w:vAlign w:val="center"/>
          </w:tcPr>
          <w:p w:rsidR="00573956" w:rsidRPr="003C712A" w:rsidRDefault="00573956" w:rsidP="00AD0958">
            <w:pPr>
              <w:ind w:firstLine="0"/>
              <w:jc w:val="center"/>
              <w:rPr>
                <w:bCs/>
                <w:color w:val="000000"/>
                <w:sz w:val="18"/>
                <w:szCs w:val="18"/>
                <w:lang w:eastAsia="ru-RU"/>
              </w:rPr>
            </w:pPr>
            <w:r w:rsidRPr="003C712A">
              <w:rPr>
                <w:bCs/>
                <w:color w:val="000000"/>
                <w:sz w:val="18"/>
                <w:szCs w:val="18"/>
                <w:lang w:eastAsia="ru-RU"/>
              </w:rPr>
              <w:t>Наименование показателя</w:t>
            </w:r>
          </w:p>
        </w:tc>
        <w:tc>
          <w:tcPr>
            <w:tcW w:w="1700" w:type="dxa"/>
            <w:vAlign w:val="center"/>
          </w:tcPr>
          <w:p w:rsidR="00573956" w:rsidRPr="003C712A" w:rsidRDefault="00573956" w:rsidP="00AD0958">
            <w:pPr>
              <w:ind w:firstLine="0"/>
              <w:jc w:val="center"/>
              <w:rPr>
                <w:bCs/>
                <w:color w:val="000000"/>
                <w:sz w:val="18"/>
                <w:szCs w:val="18"/>
                <w:lang w:eastAsia="ru-RU"/>
              </w:rPr>
            </w:pPr>
            <w:r w:rsidRPr="003C712A">
              <w:rPr>
                <w:bCs/>
                <w:color w:val="000000"/>
                <w:sz w:val="18"/>
                <w:szCs w:val="18"/>
                <w:lang w:eastAsia="ru-RU"/>
              </w:rPr>
              <w:t>Код строки</w:t>
            </w:r>
          </w:p>
        </w:tc>
        <w:tc>
          <w:tcPr>
            <w:tcW w:w="1985" w:type="dxa"/>
            <w:vAlign w:val="center"/>
          </w:tcPr>
          <w:p w:rsidR="00573956" w:rsidRPr="003C712A" w:rsidRDefault="00573956" w:rsidP="00AD0958">
            <w:pPr>
              <w:ind w:firstLine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Использовано средств</w:t>
            </w:r>
          </w:p>
        </w:tc>
      </w:tr>
      <w:tr w:rsidR="00573956" w:rsidRPr="00461C61" w:rsidTr="00204D4B">
        <w:trPr>
          <w:trHeight w:val="300"/>
        </w:trPr>
        <w:tc>
          <w:tcPr>
            <w:tcW w:w="9322" w:type="dxa"/>
            <w:vAlign w:val="center"/>
          </w:tcPr>
          <w:p w:rsidR="00573956" w:rsidRPr="00CD1C91" w:rsidRDefault="00573956" w:rsidP="00AD0958">
            <w:pPr>
              <w:ind w:firstLine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D1C91">
              <w:rPr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00" w:type="dxa"/>
            <w:vAlign w:val="center"/>
          </w:tcPr>
          <w:p w:rsidR="00573956" w:rsidRPr="00CD1C91" w:rsidRDefault="00573956" w:rsidP="00AD0958">
            <w:pPr>
              <w:ind w:firstLine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D1C91">
              <w:rPr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985" w:type="dxa"/>
            <w:vAlign w:val="center"/>
          </w:tcPr>
          <w:p w:rsidR="00573956" w:rsidRPr="00CD1C91" w:rsidRDefault="00573956" w:rsidP="00AD0958">
            <w:pPr>
              <w:ind w:firstLine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CD1C91">
              <w:rPr>
                <w:b/>
                <w:bCs/>
                <w:sz w:val="18"/>
                <w:szCs w:val="18"/>
                <w:lang w:eastAsia="ru-RU"/>
              </w:rPr>
              <w:t>3</w:t>
            </w:r>
          </w:p>
        </w:tc>
      </w:tr>
      <w:tr w:rsidR="00573956" w:rsidRPr="00461C61" w:rsidTr="00204D4B">
        <w:trPr>
          <w:trHeight w:val="70"/>
        </w:trPr>
        <w:tc>
          <w:tcPr>
            <w:tcW w:w="13007" w:type="dxa"/>
            <w:gridSpan w:val="3"/>
          </w:tcPr>
          <w:p w:rsidR="00573956" w:rsidRPr="00461C61" w:rsidRDefault="00573956" w:rsidP="00204D4B">
            <w:pPr>
              <w:ind w:firstLine="0"/>
            </w:pPr>
            <w:r w:rsidRPr="00204D4B">
              <w:rPr>
                <w:b/>
                <w:bCs/>
                <w:color w:val="1F497D"/>
                <w:sz w:val="18"/>
                <w:szCs w:val="18"/>
                <w:lang w:eastAsia="ru-RU"/>
              </w:rPr>
              <w:t>1</w:t>
            </w:r>
            <w:r w:rsidRPr="00D828D2">
              <w:rPr>
                <w:b/>
                <w:bCs/>
                <w:color w:val="1F497D"/>
                <w:sz w:val="18"/>
                <w:szCs w:val="18"/>
                <w:lang w:eastAsia="ru-RU"/>
              </w:rPr>
              <w:t>.</w:t>
            </w:r>
            <w:r w:rsidRPr="00204D4B">
              <w:rPr>
                <w:b/>
                <w:bCs/>
                <w:color w:val="1F497D"/>
                <w:sz w:val="18"/>
                <w:szCs w:val="18"/>
                <w:lang w:eastAsia="ru-RU"/>
              </w:rPr>
              <w:t>1</w:t>
            </w:r>
            <w:r w:rsidRPr="00D828D2">
              <w:rPr>
                <w:b/>
                <w:bCs/>
                <w:color w:val="1F497D"/>
                <w:sz w:val="18"/>
                <w:szCs w:val="18"/>
                <w:lang w:eastAsia="ru-RU"/>
              </w:rPr>
              <w:t xml:space="preserve">. </w:t>
            </w:r>
            <w:r>
              <w:rPr>
                <w:b/>
                <w:bCs/>
                <w:color w:val="1F497D"/>
                <w:sz w:val="18"/>
                <w:szCs w:val="18"/>
                <w:lang w:eastAsia="ru-RU"/>
              </w:rPr>
              <w:t>Сведения об использовании средств</w:t>
            </w:r>
            <w:r w:rsidRPr="00D828D2">
              <w:rPr>
                <w:b/>
                <w:bCs/>
                <w:color w:val="1F497D"/>
                <w:sz w:val="18"/>
                <w:szCs w:val="18"/>
                <w:lang w:eastAsia="ru-RU"/>
              </w:rPr>
              <w:t xml:space="preserve">, тысяча рублей (код по </w:t>
            </w:r>
            <w:hyperlink r:id="rId7" w:history="1">
              <w:r w:rsidRPr="00D828D2">
                <w:rPr>
                  <w:b/>
                  <w:bCs/>
                  <w:color w:val="1F497D"/>
                  <w:sz w:val="18"/>
                  <w:szCs w:val="18"/>
                  <w:lang w:eastAsia="ru-RU"/>
                </w:rPr>
                <w:t>ОКЕИ</w:t>
              </w:r>
            </w:hyperlink>
            <w:r w:rsidRPr="00D828D2">
              <w:rPr>
                <w:b/>
                <w:bCs/>
                <w:color w:val="1F497D"/>
                <w:sz w:val="18"/>
                <w:szCs w:val="18"/>
                <w:lang w:eastAsia="ru-RU"/>
              </w:rPr>
              <w:t xml:space="preserve"> - 384) </w:t>
            </w:r>
          </w:p>
        </w:tc>
      </w:tr>
      <w:tr w:rsidR="00573956" w:rsidRPr="00461C61" w:rsidTr="00204D4B">
        <w:trPr>
          <w:trHeight w:val="70"/>
        </w:trPr>
        <w:tc>
          <w:tcPr>
            <w:tcW w:w="9322" w:type="dxa"/>
            <w:vAlign w:val="bottom"/>
          </w:tcPr>
          <w:p w:rsidR="00573956" w:rsidRPr="00161AEC" w:rsidRDefault="00573956" w:rsidP="00AD0958">
            <w:pPr>
              <w:pStyle w:val="ListParagraph"/>
              <w:numPr>
                <w:ilvl w:val="0"/>
                <w:numId w:val="2"/>
              </w:numPr>
              <w:ind w:left="175" w:hanging="175"/>
              <w:rPr>
                <w:sz w:val="18"/>
                <w:szCs w:val="18"/>
                <w:lang w:eastAsia="ru-RU"/>
              </w:rPr>
            </w:pPr>
            <w:r w:rsidRPr="00161AEC">
              <w:rPr>
                <w:sz w:val="18"/>
                <w:szCs w:val="18"/>
                <w:lang w:eastAsia="ru-RU"/>
              </w:rPr>
              <w:t>Всего использовано средств</w:t>
            </w:r>
          </w:p>
        </w:tc>
        <w:tc>
          <w:tcPr>
            <w:tcW w:w="1700" w:type="dxa"/>
            <w:vAlign w:val="center"/>
          </w:tcPr>
          <w:p w:rsidR="00573956" w:rsidRPr="004F63CD" w:rsidRDefault="00573956" w:rsidP="00AD0958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11101</w:t>
            </w:r>
          </w:p>
        </w:tc>
        <w:tc>
          <w:tcPr>
            <w:tcW w:w="1985" w:type="dxa"/>
            <w:vAlign w:val="center"/>
          </w:tcPr>
          <w:p w:rsidR="00573956" w:rsidRPr="00CD1C91" w:rsidRDefault="00573956" w:rsidP="00AD0958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16280</w:t>
            </w:r>
          </w:p>
        </w:tc>
      </w:tr>
      <w:tr w:rsidR="00573956" w:rsidRPr="00461C61" w:rsidTr="00204D4B">
        <w:trPr>
          <w:trHeight w:val="70"/>
        </w:trPr>
        <w:tc>
          <w:tcPr>
            <w:tcW w:w="9322" w:type="dxa"/>
            <w:vAlign w:val="bottom"/>
          </w:tcPr>
          <w:p w:rsidR="00573956" w:rsidRPr="004F63CD" w:rsidRDefault="00573956" w:rsidP="00AD0958">
            <w:pPr>
              <w:ind w:firstLine="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 xml:space="preserve">Из строки 11101 – использовано средств </w:t>
            </w:r>
            <w:r w:rsidRPr="00461C61">
              <w:rPr>
                <w:sz w:val="18"/>
                <w:szCs w:val="18"/>
              </w:rPr>
              <w:t>федерального бюджета и внебюджетных источников финансирования</w:t>
            </w:r>
          </w:p>
        </w:tc>
        <w:tc>
          <w:tcPr>
            <w:tcW w:w="1700" w:type="dxa"/>
            <w:vAlign w:val="center"/>
          </w:tcPr>
          <w:p w:rsidR="00573956" w:rsidRPr="004F63CD" w:rsidRDefault="00573956" w:rsidP="00AD0958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11102</w:t>
            </w:r>
          </w:p>
        </w:tc>
        <w:tc>
          <w:tcPr>
            <w:tcW w:w="1985" w:type="dxa"/>
            <w:vAlign w:val="center"/>
          </w:tcPr>
          <w:p w:rsidR="00573956" w:rsidRPr="00CD1C91" w:rsidRDefault="00573956" w:rsidP="00AD0958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573956" w:rsidRPr="00461C61" w:rsidTr="00204D4B">
        <w:trPr>
          <w:trHeight w:val="70"/>
        </w:trPr>
        <w:tc>
          <w:tcPr>
            <w:tcW w:w="9322" w:type="dxa"/>
            <w:vAlign w:val="bottom"/>
          </w:tcPr>
          <w:p w:rsidR="00573956" w:rsidRPr="004F63CD" w:rsidRDefault="00573956" w:rsidP="00AD0958">
            <w:pPr>
              <w:ind w:firstLine="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 xml:space="preserve">Из строки 11101 – использовано средств </w:t>
            </w:r>
            <w:r w:rsidRPr="00461C61">
              <w:rPr>
                <w:sz w:val="18"/>
                <w:szCs w:val="18"/>
              </w:rPr>
              <w:t>государственных внебюджетных фондов</w:t>
            </w:r>
          </w:p>
        </w:tc>
        <w:tc>
          <w:tcPr>
            <w:tcW w:w="1700" w:type="dxa"/>
            <w:vAlign w:val="center"/>
          </w:tcPr>
          <w:p w:rsidR="00573956" w:rsidRPr="004F63CD" w:rsidRDefault="00573956" w:rsidP="00AD0958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11103</w:t>
            </w:r>
          </w:p>
        </w:tc>
        <w:tc>
          <w:tcPr>
            <w:tcW w:w="1985" w:type="dxa"/>
            <w:vAlign w:val="center"/>
          </w:tcPr>
          <w:p w:rsidR="00573956" w:rsidRPr="00CD1C91" w:rsidRDefault="00573956" w:rsidP="00AD0958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573956" w:rsidRPr="00461C61" w:rsidTr="00204D4B">
        <w:trPr>
          <w:trHeight w:val="70"/>
        </w:trPr>
        <w:tc>
          <w:tcPr>
            <w:tcW w:w="9322" w:type="dxa"/>
            <w:vAlign w:val="bottom"/>
          </w:tcPr>
          <w:p w:rsidR="00573956" w:rsidRPr="004F63CD" w:rsidRDefault="00573956" w:rsidP="00AD0958">
            <w:pPr>
              <w:ind w:firstLine="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Из строки 11101 – использовано средств бюджета Краснодарского края и внебюджетных источников финансирования</w:t>
            </w:r>
          </w:p>
        </w:tc>
        <w:tc>
          <w:tcPr>
            <w:tcW w:w="1700" w:type="dxa"/>
            <w:vAlign w:val="center"/>
          </w:tcPr>
          <w:p w:rsidR="00573956" w:rsidRPr="004F63CD" w:rsidRDefault="00573956" w:rsidP="00AD0958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11104</w:t>
            </w:r>
          </w:p>
        </w:tc>
        <w:tc>
          <w:tcPr>
            <w:tcW w:w="1985" w:type="dxa"/>
            <w:vAlign w:val="center"/>
          </w:tcPr>
          <w:p w:rsidR="00573956" w:rsidRPr="00CD1C91" w:rsidRDefault="00573956" w:rsidP="00AD0958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573956" w:rsidRPr="00461C61" w:rsidTr="00204D4B">
        <w:trPr>
          <w:trHeight w:val="70"/>
        </w:trPr>
        <w:tc>
          <w:tcPr>
            <w:tcW w:w="9322" w:type="dxa"/>
            <w:vAlign w:val="bottom"/>
          </w:tcPr>
          <w:p w:rsidR="00573956" w:rsidRPr="004F63CD" w:rsidRDefault="00573956" w:rsidP="00AD0958">
            <w:pPr>
              <w:ind w:firstLine="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 xml:space="preserve">Из строки 11101 – использовано средств </w:t>
            </w:r>
            <w:r w:rsidRPr="00461C61">
              <w:rPr>
                <w:sz w:val="18"/>
                <w:szCs w:val="18"/>
              </w:rPr>
              <w:t>территориальных государственных внебюджетных фондов</w:t>
            </w:r>
          </w:p>
        </w:tc>
        <w:tc>
          <w:tcPr>
            <w:tcW w:w="1700" w:type="dxa"/>
            <w:vAlign w:val="center"/>
          </w:tcPr>
          <w:p w:rsidR="00573956" w:rsidRPr="004F63CD" w:rsidRDefault="00573956" w:rsidP="00AD0958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11105</w:t>
            </w:r>
          </w:p>
        </w:tc>
        <w:tc>
          <w:tcPr>
            <w:tcW w:w="1985" w:type="dxa"/>
            <w:vAlign w:val="center"/>
          </w:tcPr>
          <w:p w:rsidR="00573956" w:rsidRPr="00CD1C91" w:rsidRDefault="00573956" w:rsidP="00AD0958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573956" w:rsidRPr="00461C61" w:rsidTr="00204D4B">
        <w:trPr>
          <w:trHeight w:val="70"/>
        </w:trPr>
        <w:tc>
          <w:tcPr>
            <w:tcW w:w="9322" w:type="dxa"/>
            <w:vAlign w:val="bottom"/>
          </w:tcPr>
          <w:p w:rsidR="00573956" w:rsidRPr="004F63CD" w:rsidRDefault="00573956" w:rsidP="00AD0958">
            <w:pPr>
              <w:ind w:firstLine="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 xml:space="preserve">Из строки 11101 – использовано средств </w:t>
            </w:r>
            <w:r w:rsidRPr="00461C61">
              <w:rPr>
                <w:sz w:val="18"/>
                <w:szCs w:val="18"/>
              </w:rPr>
              <w:t>местных бюджетов и внебюджетных источников финансирования</w:t>
            </w:r>
          </w:p>
        </w:tc>
        <w:tc>
          <w:tcPr>
            <w:tcW w:w="1700" w:type="dxa"/>
            <w:vAlign w:val="center"/>
          </w:tcPr>
          <w:p w:rsidR="00573956" w:rsidRPr="00CD1C91" w:rsidRDefault="00573956" w:rsidP="00AD0958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11106</w:t>
            </w:r>
          </w:p>
        </w:tc>
        <w:tc>
          <w:tcPr>
            <w:tcW w:w="1985" w:type="dxa"/>
            <w:vAlign w:val="center"/>
          </w:tcPr>
          <w:p w:rsidR="00573956" w:rsidRPr="00CD1C91" w:rsidRDefault="00573956" w:rsidP="00AD0958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CD1C91">
              <w:rPr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color w:val="000000"/>
                <w:sz w:val="18"/>
                <w:szCs w:val="18"/>
                <w:lang w:eastAsia="ru-RU"/>
              </w:rPr>
              <w:t>16280</w:t>
            </w:r>
          </w:p>
        </w:tc>
      </w:tr>
    </w:tbl>
    <w:p w:rsidR="00573956" w:rsidRDefault="00573956">
      <w:r>
        <w:br w:type="textWrapping" w:clear="all"/>
      </w:r>
    </w:p>
    <w:p w:rsidR="00573956" w:rsidRDefault="00573956" w:rsidP="00204D4B">
      <w:pPr>
        <w:ind w:firstLine="0"/>
        <w:jc w:val="both"/>
        <w:rPr>
          <w:b/>
          <w:bCs/>
          <w:szCs w:val="18"/>
          <w:lang w:eastAsia="ru-RU"/>
        </w:rPr>
      </w:pPr>
    </w:p>
    <w:p w:rsidR="00573956" w:rsidRDefault="00573956" w:rsidP="00204D4B">
      <w:pPr>
        <w:ind w:firstLine="0"/>
        <w:jc w:val="both"/>
        <w:rPr>
          <w:b/>
          <w:bCs/>
          <w:szCs w:val="18"/>
          <w:lang w:eastAsia="ru-RU"/>
        </w:rPr>
      </w:pPr>
    </w:p>
    <w:p w:rsidR="00573956" w:rsidRDefault="00573956" w:rsidP="00204D4B">
      <w:pPr>
        <w:ind w:firstLine="0"/>
        <w:jc w:val="both"/>
        <w:rPr>
          <w:b/>
          <w:bCs/>
          <w:szCs w:val="18"/>
          <w:lang w:eastAsia="ru-RU"/>
        </w:rPr>
      </w:pPr>
    </w:p>
    <w:p w:rsidR="00573956" w:rsidRDefault="00573956" w:rsidP="00204D4B">
      <w:pPr>
        <w:ind w:firstLine="0"/>
        <w:jc w:val="both"/>
        <w:rPr>
          <w:b/>
          <w:bCs/>
          <w:szCs w:val="18"/>
          <w:lang w:eastAsia="ru-RU"/>
        </w:rPr>
      </w:pPr>
    </w:p>
    <w:p w:rsidR="00573956" w:rsidRDefault="00573956" w:rsidP="00204D4B">
      <w:pPr>
        <w:ind w:firstLine="0"/>
        <w:jc w:val="both"/>
        <w:rPr>
          <w:b/>
          <w:bCs/>
          <w:szCs w:val="18"/>
          <w:lang w:eastAsia="ru-RU"/>
        </w:rPr>
      </w:pPr>
    </w:p>
    <w:p w:rsidR="00573956" w:rsidRDefault="00573956" w:rsidP="00204D4B">
      <w:pPr>
        <w:ind w:firstLine="0"/>
        <w:jc w:val="both"/>
        <w:rPr>
          <w:b/>
          <w:bCs/>
          <w:szCs w:val="18"/>
          <w:lang w:eastAsia="ru-RU"/>
        </w:rPr>
      </w:pPr>
    </w:p>
    <w:p w:rsidR="00573956" w:rsidRDefault="00573956" w:rsidP="00204D4B">
      <w:pPr>
        <w:ind w:firstLine="0"/>
        <w:jc w:val="both"/>
        <w:rPr>
          <w:b/>
          <w:bCs/>
          <w:szCs w:val="18"/>
          <w:lang w:eastAsia="ru-RU"/>
        </w:rPr>
      </w:pPr>
    </w:p>
    <w:p w:rsidR="00573956" w:rsidRDefault="00573956" w:rsidP="00204D4B">
      <w:pPr>
        <w:ind w:firstLine="0"/>
        <w:jc w:val="both"/>
        <w:rPr>
          <w:b/>
          <w:bCs/>
          <w:szCs w:val="18"/>
          <w:lang w:eastAsia="ru-RU"/>
        </w:rPr>
      </w:pPr>
    </w:p>
    <w:p w:rsidR="00573956" w:rsidRDefault="00573956" w:rsidP="00204D4B">
      <w:pPr>
        <w:ind w:firstLine="0"/>
        <w:jc w:val="both"/>
        <w:rPr>
          <w:b/>
          <w:bCs/>
          <w:szCs w:val="18"/>
          <w:lang w:eastAsia="ru-RU"/>
        </w:rPr>
      </w:pPr>
    </w:p>
    <w:p w:rsidR="00573956" w:rsidRPr="0019403E" w:rsidRDefault="00573956" w:rsidP="00204D4B">
      <w:pPr>
        <w:ind w:firstLine="0"/>
        <w:jc w:val="both"/>
        <w:rPr>
          <w:sz w:val="44"/>
        </w:rPr>
      </w:pPr>
      <w:r w:rsidRPr="0019403E">
        <w:rPr>
          <w:b/>
          <w:bCs/>
          <w:szCs w:val="18"/>
          <w:lang w:eastAsia="ru-RU"/>
        </w:rPr>
        <w:t xml:space="preserve">Раздел 2. Количественные и стоимостные характеристики </w:t>
      </w:r>
      <w:r>
        <w:rPr>
          <w:b/>
          <w:bCs/>
          <w:szCs w:val="18"/>
          <w:lang w:eastAsia="ru-RU"/>
        </w:rPr>
        <w:t>закупок</w:t>
      </w:r>
    </w:p>
    <w:tbl>
      <w:tblPr>
        <w:tblW w:w="15876" w:type="dxa"/>
        <w:tblInd w:w="-459" w:type="dxa"/>
        <w:tblLayout w:type="fixed"/>
        <w:tblLook w:val="00A0"/>
      </w:tblPr>
      <w:tblGrid>
        <w:gridCol w:w="5099"/>
        <w:gridCol w:w="708"/>
        <w:gridCol w:w="714"/>
        <w:gridCol w:w="421"/>
        <w:gridCol w:w="796"/>
        <w:gridCol w:w="810"/>
        <w:gridCol w:w="524"/>
        <w:gridCol w:w="851"/>
        <w:gridCol w:w="567"/>
        <w:gridCol w:w="709"/>
        <w:gridCol w:w="567"/>
        <w:gridCol w:w="674"/>
        <w:gridCol w:w="34"/>
        <w:gridCol w:w="676"/>
        <w:gridCol w:w="33"/>
        <w:gridCol w:w="1100"/>
        <w:gridCol w:w="459"/>
        <w:gridCol w:w="1134"/>
      </w:tblGrid>
      <w:tr w:rsidR="00573956" w:rsidRPr="00461C61" w:rsidTr="00985A8E">
        <w:trPr>
          <w:trHeight w:val="300"/>
        </w:trPr>
        <w:tc>
          <w:tcPr>
            <w:tcW w:w="50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3C712A" w:rsidRDefault="00573956" w:rsidP="00CD1C91">
            <w:pPr>
              <w:ind w:firstLine="0"/>
              <w:jc w:val="center"/>
              <w:rPr>
                <w:bCs/>
                <w:color w:val="000000"/>
                <w:sz w:val="18"/>
                <w:szCs w:val="18"/>
                <w:lang w:eastAsia="ru-RU"/>
              </w:rPr>
            </w:pPr>
            <w:r w:rsidRPr="003C712A">
              <w:rPr>
                <w:bCs/>
                <w:color w:val="000000"/>
                <w:sz w:val="18"/>
                <w:szCs w:val="18"/>
                <w:lang w:eastAsia="ru-RU"/>
              </w:rPr>
              <w:t>Наименование показателя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3C712A" w:rsidRDefault="00573956" w:rsidP="00CD1C91">
            <w:pPr>
              <w:ind w:firstLine="0"/>
              <w:jc w:val="center"/>
              <w:rPr>
                <w:bCs/>
                <w:color w:val="000000"/>
                <w:sz w:val="18"/>
                <w:szCs w:val="18"/>
                <w:lang w:eastAsia="ru-RU"/>
              </w:rPr>
            </w:pPr>
            <w:r w:rsidRPr="003C712A">
              <w:rPr>
                <w:bCs/>
                <w:color w:val="000000"/>
                <w:sz w:val="18"/>
                <w:szCs w:val="18"/>
                <w:lang w:eastAsia="ru-RU"/>
              </w:rPr>
              <w:t>Код строки</w:t>
            </w:r>
          </w:p>
        </w:tc>
        <w:tc>
          <w:tcPr>
            <w:tcW w:w="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3C712A" w:rsidRDefault="00573956" w:rsidP="00CD1C91">
            <w:pPr>
              <w:ind w:firstLine="0"/>
              <w:jc w:val="center"/>
              <w:rPr>
                <w:sz w:val="18"/>
                <w:szCs w:val="18"/>
                <w:lang w:eastAsia="ru-RU"/>
              </w:rPr>
            </w:pPr>
            <w:r w:rsidRPr="003C712A">
              <w:rPr>
                <w:sz w:val="18"/>
                <w:szCs w:val="18"/>
                <w:lang w:eastAsia="ru-RU"/>
              </w:rPr>
              <w:t>Закупки всего</w:t>
            </w:r>
          </w:p>
        </w:tc>
        <w:tc>
          <w:tcPr>
            <w:tcW w:w="9355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3956" w:rsidRPr="003C712A" w:rsidRDefault="00573956" w:rsidP="00CD1C91">
            <w:pPr>
              <w:ind w:firstLine="0"/>
              <w:jc w:val="center"/>
              <w:rPr>
                <w:sz w:val="18"/>
                <w:szCs w:val="18"/>
                <w:lang w:eastAsia="ru-RU"/>
              </w:rPr>
            </w:pPr>
            <w:r w:rsidRPr="003C712A">
              <w:rPr>
                <w:sz w:val="18"/>
                <w:szCs w:val="18"/>
                <w:lang w:eastAsia="ru-RU"/>
              </w:rPr>
              <w:t>В том числе</w:t>
            </w:r>
            <w:r>
              <w:rPr>
                <w:sz w:val="18"/>
                <w:szCs w:val="18"/>
                <w:lang w:eastAsia="ru-RU"/>
              </w:rPr>
              <w:t>:</w:t>
            </w:r>
          </w:p>
        </w:tc>
      </w:tr>
      <w:tr w:rsidR="00573956" w:rsidRPr="00461C61" w:rsidTr="00985A8E">
        <w:trPr>
          <w:trHeight w:val="840"/>
        </w:trPr>
        <w:tc>
          <w:tcPr>
            <w:tcW w:w="50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3C712A" w:rsidRDefault="00573956" w:rsidP="00CD1C91">
            <w:pPr>
              <w:ind w:firstLine="0"/>
              <w:rPr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3C712A" w:rsidRDefault="00573956" w:rsidP="00CD1C91">
            <w:pPr>
              <w:ind w:firstLine="0"/>
              <w:rPr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3C712A" w:rsidRDefault="00573956" w:rsidP="00CD1C91">
            <w:pPr>
              <w:ind w:firstLine="0"/>
              <w:rPr>
                <w:sz w:val="18"/>
                <w:szCs w:val="18"/>
                <w:lang w:eastAsia="ru-RU"/>
              </w:rPr>
            </w:pPr>
          </w:p>
        </w:tc>
        <w:tc>
          <w:tcPr>
            <w:tcW w:w="6662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3956" w:rsidRPr="003C712A" w:rsidRDefault="00573956" w:rsidP="00CD1C91">
            <w:pPr>
              <w:ind w:firstLine="0"/>
              <w:jc w:val="center"/>
              <w:rPr>
                <w:sz w:val="18"/>
                <w:szCs w:val="18"/>
                <w:lang w:eastAsia="ru-RU"/>
              </w:rPr>
            </w:pPr>
            <w:r w:rsidRPr="003C712A">
              <w:rPr>
                <w:sz w:val="18"/>
                <w:szCs w:val="18"/>
                <w:lang w:eastAsia="ru-RU"/>
              </w:rPr>
              <w:t>Конкурентные способы определения поставщиков (подрядчиков, исполнителей)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73956" w:rsidRPr="00CD1C91" w:rsidRDefault="00573956" w:rsidP="0065643D">
            <w:pPr>
              <w:ind w:left="-75" w:right="-141" w:firstLine="0"/>
              <w:jc w:val="center"/>
              <w:rPr>
                <w:sz w:val="18"/>
                <w:szCs w:val="18"/>
                <w:lang w:eastAsia="ru-RU"/>
              </w:rPr>
            </w:pPr>
            <w:r w:rsidRPr="00CD1C91">
              <w:rPr>
                <w:sz w:val="18"/>
                <w:szCs w:val="18"/>
                <w:lang w:eastAsia="ru-RU"/>
              </w:rPr>
              <w:t xml:space="preserve">Закупки у </w:t>
            </w:r>
            <w:r>
              <w:rPr>
                <w:sz w:val="18"/>
                <w:szCs w:val="18"/>
                <w:lang w:eastAsia="ru-RU"/>
              </w:rPr>
              <w:t>е</w:t>
            </w:r>
            <w:r w:rsidRPr="00CD1C91">
              <w:rPr>
                <w:sz w:val="18"/>
                <w:szCs w:val="18"/>
                <w:lang w:eastAsia="ru-RU"/>
              </w:rPr>
              <w:t>динственного поставщика (подрядчика, исполнителя)</w:t>
            </w:r>
            <w:r>
              <w:rPr>
                <w:sz w:val="18"/>
                <w:szCs w:val="18"/>
                <w:lang w:eastAsia="ru-RU"/>
              </w:rPr>
              <w:t xml:space="preserve"> за исключением закупок в соответствии с  п.4 ч. 1 ст. 93 Закона № 44-ФЗ</w:t>
            </w:r>
          </w:p>
          <w:p w:rsidR="00573956" w:rsidRPr="00CD1C91" w:rsidRDefault="00573956" w:rsidP="00CD1C91">
            <w:pPr>
              <w:ind w:left="-108" w:right="-107" w:firstLine="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73956" w:rsidRPr="00461C61" w:rsidRDefault="00573956" w:rsidP="00985A8E">
            <w:pPr>
              <w:autoSpaceDE w:val="0"/>
              <w:autoSpaceDN w:val="0"/>
              <w:adjustRightInd w:val="0"/>
              <w:ind w:firstLine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ru-RU"/>
              </w:rPr>
              <w:t>З</w:t>
            </w:r>
            <w:r w:rsidRPr="00CD1C91">
              <w:rPr>
                <w:sz w:val="18"/>
                <w:szCs w:val="18"/>
                <w:lang w:eastAsia="ru-RU"/>
              </w:rPr>
              <w:t xml:space="preserve">акупки </w:t>
            </w:r>
            <w:r w:rsidRPr="00461C61">
              <w:rPr>
                <w:sz w:val="18"/>
                <w:szCs w:val="18"/>
              </w:rPr>
              <w:t>на сумму, не превышающую ста тысяч рублей (</w:t>
            </w:r>
            <w:r>
              <w:rPr>
                <w:sz w:val="18"/>
                <w:szCs w:val="18"/>
                <w:lang w:eastAsia="ru-RU"/>
              </w:rPr>
              <w:t>п.4 ч. 1 ст. 93 Закона     № 44-ФЗ)</w:t>
            </w:r>
          </w:p>
          <w:p w:rsidR="00573956" w:rsidRPr="00CD1C91" w:rsidRDefault="00573956" w:rsidP="00CD1C91">
            <w:pPr>
              <w:ind w:left="-108" w:right="-107" w:firstLine="0"/>
              <w:jc w:val="center"/>
              <w:rPr>
                <w:sz w:val="18"/>
                <w:szCs w:val="18"/>
                <w:lang w:eastAsia="ru-RU"/>
              </w:rPr>
            </w:pPr>
          </w:p>
        </w:tc>
      </w:tr>
      <w:tr w:rsidR="00573956" w:rsidRPr="00461C61" w:rsidTr="00985A8E">
        <w:trPr>
          <w:trHeight w:val="300"/>
        </w:trPr>
        <w:tc>
          <w:tcPr>
            <w:tcW w:w="50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3C712A" w:rsidRDefault="00573956" w:rsidP="00CD1C91">
            <w:pPr>
              <w:ind w:firstLine="0"/>
              <w:rPr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3C712A" w:rsidRDefault="00573956" w:rsidP="00CD1C91">
            <w:pPr>
              <w:ind w:firstLine="0"/>
              <w:rPr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3C712A" w:rsidRDefault="00573956" w:rsidP="00CD1C91">
            <w:pPr>
              <w:ind w:firstLine="0"/>
              <w:rPr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3956" w:rsidRPr="003C712A" w:rsidRDefault="00573956" w:rsidP="00CD1C91">
            <w:pPr>
              <w:ind w:left="-108" w:right="-107" w:firstLine="0"/>
              <w:jc w:val="center"/>
              <w:rPr>
                <w:sz w:val="18"/>
                <w:szCs w:val="18"/>
                <w:lang w:eastAsia="ru-RU"/>
              </w:rPr>
            </w:pPr>
            <w:r w:rsidRPr="003C712A">
              <w:rPr>
                <w:sz w:val="18"/>
                <w:szCs w:val="18"/>
                <w:lang w:eastAsia="ru-RU"/>
              </w:rPr>
              <w:t>Конкурсы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3956" w:rsidRPr="00CD1C91" w:rsidRDefault="00573956" w:rsidP="00CD1C91">
            <w:pPr>
              <w:ind w:left="-108" w:right="-107" w:firstLine="0"/>
              <w:jc w:val="center"/>
              <w:rPr>
                <w:sz w:val="18"/>
                <w:szCs w:val="18"/>
                <w:lang w:eastAsia="ru-RU"/>
              </w:rPr>
            </w:pPr>
            <w:r w:rsidRPr="00CD1C91">
              <w:rPr>
                <w:sz w:val="18"/>
                <w:szCs w:val="18"/>
                <w:lang w:eastAsia="ru-RU"/>
              </w:rPr>
              <w:t>Аукционы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CD1C91" w:rsidRDefault="00573956" w:rsidP="00CD1C91">
            <w:pPr>
              <w:ind w:left="-108" w:right="-107" w:firstLine="0"/>
              <w:jc w:val="center"/>
              <w:rPr>
                <w:sz w:val="18"/>
                <w:szCs w:val="18"/>
                <w:lang w:eastAsia="ru-RU"/>
              </w:rPr>
            </w:pPr>
            <w:r w:rsidRPr="00CD1C91">
              <w:rPr>
                <w:sz w:val="18"/>
                <w:szCs w:val="18"/>
                <w:lang w:eastAsia="ru-RU"/>
              </w:rPr>
              <w:t>Запрос котировок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CD1C91" w:rsidRDefault="00573956" w:rsidP="00CD1C91">
            <w:pPr>
              <w:ind w:left="-108" w:right="-107" w:firstLine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Запрос предло</w:t>
            </w:r>
            <w:r w:rsidRPr="00CD1C91">
              <w:rPr>
                <w:sz w:val="18"/>
                <w:szCs w:val="18"/>
                <w:lang w:eastAsia="ru-RU"/>
              </w:rPr>
              <w:t>жений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3956" w:rsidRPr="00CD1C91" w:rsidRDefault="00573956" w:rsidP="00CD1C91">
            <w:pPr>
              <w:ind w:left="-108" w:right="-107" w:firstLine="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3956" w:rsidRPr="00CD1C91" w:rsidRDefault="00573956" w:rsidP="00CD1C91">
            <w:pPr>
              <w:ind w:left="-108" w:right="-107" w:firstLine="0"/>
              <w:jc w:val="center"/>
              <w:rPr>
                <w:sz w:val="18"/>
                <w:szCs w:val="18"/>
                <w:lang w:eastAsia="ru-RU"/>
              </w:rPr>
            </w:pPr>
          </w:p>
        </w:tc>
      </w:tr>
      <w:tr w:rsidR="00573956" w:rsidRPr="00461C61" w:rsidTr="00985A8E">
        <w:trPr>
          <w:trHeight w:val="1440"/>
        </w:trPr>
        <w:tc>
          <w:tcPr>
            <w:tcW w:w="50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3C712A" w:rsidRDefault="00573956" w:rsidP="00CD1C91">
            <w:pPr>
              <w:ind w:firstLine="0"/>
              <w:rPr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3C712A" w:rsidRDefault="00573956" w:rsidP="00CD1C91">
            <w:pPr>
              <w:ind w:firstLine="0"/>
              <w:rPr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3C712A" w:rsidRDefault="00573956" w:rsidP="00CD1C91">
            <w:pPr>
              <w:ind w:firstLine="0"/>
              <w:rPr>
                <w:sz w:val="18"/>
                <w:szCs w:val="18"/>
                <w:lang w:eastAsia="ru-RU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3C712A" w:rsidRDefault="00573956" w:rsidP="00CD1C91">
            <w:pPr>
              <w:ind w:left="-108" w:right="-107" w:firstLine="0"/>
              <w:jc w:val="center"/>
              <w:rPr>
                <w:sz w:val="18"/>
                <w:szCs w:val="18"/>
                <w:lang w:eastAsia="ru-RU"/>
              </w:rPr>
            </w:pPr>
            <w:r w:rsidRPr="003C712A">
              <w:rPr>
                <w:sz w:val="18"/>
                <w:szCs w:val="18"/>
                <w:lang w:eastAsia="ru-RU"/>
              </w:rPr>
              <w:t>открытые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3C712A" w:rsidRDefault="00573956" w:rsidP="00CD1C91">
            <w:pPr>
              <w:ind w:left="-108" w:right="-107" w:firstLine="0"/>
              <w:jc w:val="center"/>
              <w:rPr>
                <w:sz w:val="18"/>
                <w:szCs w:val="18"/>
                <w:lang w:eastAsia="ru-RU"/>
              </w:rPr>
            </w:pPr>
            <w:r w:rsidRPr="003C712A">
              <w:rPr>
                <w:sz w:val="18"/>
                <w:szCs w:val="18"/>
                <w:lang w:eastAsia="ru-RU"/>
              </w:rPr>
              <w:t>открытые с ограниченным участием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3C712A" w:rsidRDefault="00573956" w:rsidP="00CD1C91">
            <w:pPr>
              <w:ind w:left="-108" w:right="-107" w:firstLine="0"/>
              <w:jc w:val="center"/>
              <w:rPr>
                <w:sz w:val="18"/>
                <w:szCs w:val="18"/>
                <w:lang w:eastAsia="ru-RU"/>
              </w:rPr>
            </w:pPr>
            <w:r w:rsidRPr="003C712A">
              <w:rPr>
                <w:sz w:val="18"/>
                <w:szCs w:val="18"/>
                <w:lang w:eastAsia="ru-RU"/>
              </w:rPr>
              <w:t>открытые двухэтапные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3C712A" w:rsidRDefault="00573956" w:rsidP="00CD1C91">
            <w:pPr>
              <w:ind w:left="-108" w:right="-107" w:firstLine="0"/>
              <w:jc w:val="center"/>
              <w:rPr>
                <w:sz w:val="18"/>
                <w:szCs w:val="18"/>
                <w:lang w:eastAsia="ru-RU"/>
              </w:rPr>
            </w:pPr>
            <w:r w:rsidRPr="003C712A">
              <w:rPr>
                <w:sz w:val="18"/>
                <w:szCs w:val="18"/>
                <w:lang w:eastAsia="ru-RU"/>
              </w:rPr>
              <w:t>закрытые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CD1C91" w:rsidRDefault="00573956" w:rsidP="00CD1C91">
            <w:pPr>
              <w:ind w:left="-108" w:right="-107" w:firstLine="0"/>
              <w:jc w:val="center"/>
              <w:rPr>
                <w:sz w:val="18"/>
                <w:szCs w:val="18"/>
                <w:lang w:eastAsia="ru-RU"/>
              </w:rPr>
            </w:pPr>
            <w:r w:rsidRPr="00CD1C91">
              <w:rPr>
                <w:sz w:val="18"/>
                <w:szCs w:val="18"/>
                <w:lang w:eastAsia="ru-RU"/>
              </w:rPr>
              <w:t>закрытые с ограниченным участием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CD1C91" w:rsidRDefault="00573956" w:rsidP="00CD1C91">
            <w:pPr>
              <w:ind w:left="-108" w:right="-107" w:firstLine="0"/>
              <w:jc w:val="center"/>
              <w:rPr>
                <w:sz w:val="18"/>
                <w:szCs w:val="18"/>
                <w:lang w:eastAsia="ru-RU"/>
              </w:rPr>
            </w:pPr>
            <w:r w:rsidRPr="00CD1C91">
              <w:rPr>
                <w:sz w:val="18"/>
                <w:szCs w:val="18"/>
                <w:lang w:eastAsia="ru-RU"/>
              </w:rPr>
              <w:t>закрытые двухэтапные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CD1C91" w:rsidRDefault="00573956" w:rsidP="00CD1C91">
            <w:pPr>
              <w:ind w:left="-108" w:right="-107" w:firstLine="0"/>
              <w:jc w:val="center"/>
              <w:rPr>
                <w:sz w:val="18"/>
                <w:szCs w:val="18"/>
                <w:lang w:eastAsia="ru-RU"/>
              </w:rPr>
            </w:pPr>
            <w:r w:rsidRPr="00CD1C91">
              <w:rPr>
                <w:sz w:val="18"/>
                <w:szCs w:val="18"/>
                <w:lang w:eastAsia="ru-RU"/>
              </w:rPr>
              <w:t>электронные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CD1C91" w:rsidRDefault="00573956" w:rsidP="00CD1C91">
            <w:pPr>
              <w:ind w:left="-108" w:right="-107" w:firstLine="0"/>
              <w:jc w:val="center"/>
              <w:rPr>
                <w:sz w:val="18"/>
                <w:szCs w:val="18"/>
                <w:lang w:eastAsia="ru-RU"/>
              </w:rPr>
            </w:pPr>
            <w:r w:rsidRPr="00CD1C91">
              <w:rPr>
                <w:sz w:val="18"/>
                <w:szCs w:val="18"/>
                <w:lang w:eastAsia="ru-RU"/>
              </w:rPr>
              <w:t>закрытые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CD1C91" w:rsidRDefault="00573956" w:rsidP="00CD1C91">
            <w:pPr>
              <w:ind w:left="-108" w:right="-107" w:firstLine="0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CD1C91" w:rsidRDefault="00573956" w:rsidP="00CD1C91">
            <w:pPr>
              <w:ind w:left="-108" w:right="-107" w:firstLine="0"/>
              <w:rPr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CD1C91" w:rsidRDefault="00573956" w:rsidP="00CD1C91">
            <w:pPr>
              <w:ind w:left="-108" w:right="-107" w:firstLine="0"/>
              <w:rPr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CD1C91" w:rsidRDefault="00573956" w:rsidP="00CD1C91">
            <w:pPr>
              <w:ind w:left="-108" w:right="-107" w:firstLine="0"/>
              <w:rPr>
                <w:sz w:val="18"/>
                <w:szCs w:val="18"/>
                <w:lang w:eastAsia="ru-RU"/>
              </w:rPr>
            </w:pPr>
          </w:p>
        </w:tc>
      </w:tr>
      <w:tr w:rsidR="00573956" w:rsidRPr="00461C61" w:rsidTr="00985A8E">
        <w:trPr>
          <w:trHeight w:val="300"/>
        </w:trPr>
        <w:tc>
          <w:tcPr>
            <w:tcW w:w="5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CD1C91" w:rsidRDefault="00573956" w:rsidP="00CD1C91">
            <w:pPr>
              <w:ind w:firstLine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D1C91">
              <w:rPr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CD1C91" w:rsidRDefault="00573956" w:rsidP="00CD1C91">
            <w:pPr>
              <w:ind w:firstLine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D1C91">
              <w:rPr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CD1C91" w:rsidRDefault="00573956" w:rsidP="00CD1C91">
            <w:pPr>
              <w:ind w:firstLine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CD1C91">
              <w:rPr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CD1C91" w:rsidRDefault="00573956" w:rsidP="00CD1C91">
            <w:pPr>
              <w:ind w:firstLine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CD1C91">
              <w:rPr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CD1C91" w:rsidRDefault="00573956" w:rsidP="00CD1C91">
            <w:pPr>
              <w:ind w:firstLine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CD1C91">
              <w:rPr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CD1C91" w:rsidRDefault="00573956" w:rsidP="00CD1C91">
            <w:pPr>
              <w:ind w:firstLine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CD1C91">
              <w:rPr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CD1C91" w:rsidRDefault="00573956" w:rsidP="00CD1C91">
            <w:pPr>
              <w:ind w:firstLine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>
              <w:rPr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CD1C91" w:rsidRDefault="00573956" w:rsidP="009A7CFB">
            <w:pPr>
              <w:ind w:firstLine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CD1C91">
              <w:rPr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CD1C91" w:rsidRDefault="00573956" w:rsidP="009A7CFB">
            <w:pPr>
              <w:ind w:firstLine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CD1C91">
              <w:rPr>
                <w:b/>
                <w:bCs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CD1C91" w:rsidRDefault="00573956" w:rsidP="009A7CFB">
            <w:pPr>
              <w:ind w:firstLine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CD1C91">
              <w:rPr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CD1C91" w:rsidRDefault="00573956" w:rsidP="009A7CFB">
            <w:pPr>
              <w:ind w:firstLine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CD1C91">
              <w:rPr>
                <w:b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CD1C91" w:rsidRDefault="00573956" w:rsidP="009A7CFB">
            <w:pPr>
              <w:ind w:firstLine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CD1C91">
              <w:rPr>
                <w:b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CD1C91" w:rsidRDefault="00573956" w:rsidP="009A7CFB">
            <w:pPr>
              <w:ind w:firstLine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CD1C91">
              <w:rPr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CD1C91" w:rsidRDefault="00573956" w:rsidP="009A7CFB">
            <w:pPr>
              <w:ind w:firstLine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CD1C91">
              <w:rPr>
                <w:b/>
                <w:bCs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CD1C91" w:rsidRDefault="00573956" w:rsidP="009A7CFB">
            <w:pPr>
              <w:ind w:firstLine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CD1C91">
              <w:rPr>
                <w:b/>
                <w:bCs/>
                <w:sz w:val="18"/>
                <w:szCs w:val="18"/>
                <w:lang w:eastAsia="ru-RU"/>
              </w:rPr>
              <w:t>15</w:t>
            </w:r>
          </w:p>
        </w:tc>
      </w:tr>
      <w:tr w:rsidR="00573956" w:rsidRPr="00461C61" w:rsidTr="00FC4F2F">
        <w:trPr>
          <w:trHeight w:val="285"/>
        </w:trPr>
        <w:tc>
          <w:tcPr>
            <w:tcW w:w="1587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3956" w:rsidRPr="00CD1C91" w:rsidRDefault="00573956" w:rsidP="006F48EF">
            <w:pPr>
              <w:ind w:firstLine="0"/>
              <w:rPr>
                <w:b/>
                <w:bCs/>
                <w:color w:val="1F497D"/>
                <w:sz w:val="18"/>
                <w:szCs w:val="18"/>
                <w:lang w:eastAsia="ru-RU"/>
              </w:rPr>
            </w:pPr>
            <w:r w:rsidRPr="00CD1C91">
              <w:rPr>
                <w:b/>
                <w:bCs/>
                <w:color w:val="1F497D"/>
                <w:sz w:val="18"/>
                <w:szCs w:val="18"/>
                <w:lang w:eastAsia="ru-RU"/>
              </w:rPr>
              <w:t xml:space="preserve">2.1. Количественные характеристики </w:t>
            </w:r>
            <w:r>
              <w:rPr>
                <w:b/>
                <w:bCs/>
                <w:color w:val="1F497D"/>
                <w:sz w:val="18"/>
                <w:szCs w:val="18"/>
                <w:lang w:eastAsia="ru-RU"/>
              </w:rPr>
              <w:t>закупок</w:t>
            </w:r>
          </w:p>
        </w:tc>
      </w:tr>
      <w:tr w:rsidR="00573956" w:rsidRPr="00461C61" w:rsidTr="009B0B30">
        <w:trPr>
          <w:trHeight w:val="70"/>
        </w:trPr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573956" w:rsidRPr="00461C61" w:rsidRDefault="00573956" w:rsidP="009B0B30">
            <w:pPr>
              <w:autoSpaceDE w:val="0"/>
              <w:autoSpaceDN w:val="0"/>
              <w:adjustRightInd w:val="0"/>
              <w:ind w:firstLine="0"/>
              <w:jc w:val="both"/>
              <w:rPr>
                <w:sz w:val="18"/>
                <w:szCs w:val="18"/>
              </w:rPr>
            </w:pPr>
            <w:r w:rsidRPr="0044382F">
              <w:rPr>
                <w:bCs/>
                <w:sz w:val="18"/>
                <w:szCs w:val="18"/>
                <w:lang w:eastAsia="ru-RU"/>
              </w:rPr>
              <w:t>1. Всего проведено</w:t>
            </w:r>
            <w:r>
              <w:rPr>
                <w:bCs/>
                <w:sz w:val="18"/>
                <w:szCs w:val="18"/>
                <w:lang w:eastAsia="ru-RU"/>
              </w:rPr>
              <w:t xml:space="preserve"> закупок </w:t>
            </w:r>
            <w:r w:rsidRPr="00461C61">
              <w:rPr>
                <w:sz w:val="18"/>
                <w:szCs w:val="18"/>
              </w:rPr>
              <w:t>товаров, работ, услуг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3956" w:rsidRPr="0044382F" w:rsidRDefault="00573956" w:rsidP="00CD1C91">
            <w:pPr>
              <w:ind w:firstLine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21101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4382F" w:rsidRDefault="00573956" w:rsidP="00CD1C91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135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683162">
            <w:pPr>
              <w:spacing w:line="160" w:lineRule="exact"/>
              <w:jc w:val="center"/>
              <w:rPr>
                <w:sz w:val="20"/>
              </w:rPr>
            </w:pPr>
            <w:r>
              <w:rPr>
                <w:sz w:val="20"/>
              </w:rPr>
              <w:t>00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683162">
            <w:pPr>
              <w:spacing w:line="160" w:lineRule="exact"/>
              <w:jc w:val="center"/>
              <w:rPr>
                <w:sz w:val="20"/>
              </w:rPr>
            </w:pPr>
            <w:r>
              <w:rPr>
                <w:sz w:val="20"/>
              </w:rPr>
              <w:t>00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683162">
            <w:pPr>
              <w:spacing w:line="160" w:lineRule="exact"/>
              <w:jc w:val="center"/>
              <w:rPr>
                <w:sz w:val="20"/>
              </w:rPr>
            </w:pPr>
            <w:r>
              <w:rPr>
                <w:sz w:val="20"/>
              </w:rPr>
              <w:t>00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683162">
            <w:pPr>
              <w:spacing w:line="160" w:lineRule="exact"/>
              <w:jc w:val="center"/>
              <w:rPr>
                <w:sz w:val="20"/>
              </w:rPr>
            </w:pPr>
            <w:r>
              <w:rPr>
                <w:sz w:val="20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683162">
            <w:pPr>
              <w:spacing w:line="160" w:lineRule="exact"/>
              <w:jc w:val="center"/>
              <w:rPr>
                <w:sz w:val="20"/>
              </w:rPr>
            </w:pPr>
            <w:r>
              <w:rPr>
                <w:sz w:val="20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683162">
            <w:pPr>
              <w:spacing w:line="160" w:lineRule="exact"/>
              <w:jc w:val="center"/>
              <w:rPr>
                <w:sz w:val="20"/>
              </w:rPr>
            </w:pPr>
            <w:r>
              <w:rPr>
                <w:sz w:val="20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73956" w:rsidRPr="00461C61" w:rsidRDefault="00573956" w:rsidP="00683162">
            <w:pPr>
              <w:spacing w:line="160" w:lineRule="exact"/>
              <w:jc w:val="center"/>
              <w:rPr>
                <w:sz w:val="20"/>
              </w:rPr>
            </w:pPr>
            <w:r>
              <w:rPr>
                <w:sz w:val="20"/>
              </w:rPr>
              <w:t>617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683162">
            <w:pPr>
              <w:spacing w:line="160" w:lineRule="exact"/>
              <w:jc w:val="center"/>
              <w:rPr>
                <w:sz w:val="20"/>
              </w:rPr>
            </w:pPr>
            <w:r>
              <w:rPr>
                <w:sz w:val="20"/>
              </w:rPr>
              <w:t>00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683162">
            <w:pPr>
              <w:spacing w:line="160" w:lineRule="exact"/>
              <w:jc w:val="center"/>
              <w:rPr>
                <w:sz w:val="20"/>
              </w:rPr>
            </w:pPr>
            <w:r>
              <w:rPr>
                <w:sz w:val="20"/>
              </w:rPr>
              <w:t>00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683162">
            <w:pPr>
              <w:spacing w:line="160" w:lineRule="exact"/>
              <w:jc w:val="center"/>
              <w:rPr>
                <w:sz w:val="20"/>
              </w:rPr>
            </w:pPr>
            <w:r>
              <w:rPr>
                <w:sz w:val="20"/>
              </w:rPr>
              <w:t>00</w:t>
            </w:r>
          </w:p>
        </w:tc>
        <w:tc>
          <w:tcPr>
            <w:tcW w:w="15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683162">
            <w:pPr>
              <w:spacing w:line="160" w:lineRule="exact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6C6195">
            <w:pPr>
              <w:spacing w:line="160" w:lineRule="exact"/>
              <w:ind w:firstLine="0"/>
              <w:rPr>
                <w:sz w:val="20"/>
              </w:rPr>
            </w:pPr>
            <w:r>
              <w:rPr>
                <w:sz w:val="20"/>
              </w:rPr>
              <w:t>98</w:t>
            </w:r>
          </w:p>
        </w:tc>
      </w:tr>
      <w:tr w:rsidR="00573956" w:rsidRPr="00461C61" w:rsidTr="00985A8E">
        <w:trPr>
          <w:trHeight w:val="405"/>
        </w:trPr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3956" w:rsidRPr="00CD1C91" w:rsidRDefault="00573956" w:rsidP="00682715">
            <w:pPr>
              <w:autoSpaceDE w:val="0"/>
              <w:autoSpaceDN w:val="0"/>
              <w:adjustRightInd w:val="0"/>
              <w:ind w:firstLine="0"/>
              <w:jc w:val="both"/>
              <w:rPr>
                <w:sz w:val="18"/>
                <w:szCs w:val="18"/>
                <w:lang w:eastAsia="ru-RU"/>
              </w:rPr>
            </w:pPr>
            <w:r w:rsidRPr="00CD1C91">
              <w:rPr>
                <w:sz w:val="18"/>
                <w:szCs w:val="18"/>
                <w:lang w:eastAsia="ru-RU"/>
              </w:rPr>
              <w:t xml:space="preserve">Из строки </w:t>
            </w:r>
            <w:r>
              <w:rPr>
                <w:sz w:val="18"/>
                <w:szCs w:val="18"/>
                <w:lang w:eastAsia="ru-RU"/>
              </w:rPr>
              <w:t>21101</w:t>
            </w:r>
            <w:r w:rsidRPr="00CD1C91">
              <w:rPr>
                <w:sz w:val="18"/>
                <w:szCs w:val="18"/>
                <w:lang w:eastAsia="ru-RU"/>
              </w:rPr>
              <w:t xml:space="preserve"> - количество </w:t>
            </w:r>
            <w:r>
              <w:rPr>
                <w:sz w:val="18"/>
                <w:szCs w:val="18"/>
                <w:lang w:eastAsia="ru-RU"/>
              </w:rPr>
              <w:t xml:space="preserve">закупок, осуществленных путем проведения </w:t>
            </w:r>
            <w:r w:rsidRPr="00CD1C91">
              <w:rPr>
                <w:sz w:val="18"/>
                <w:szCs w:val="18"/>
                <w:lang w:eastAsia="ru-RU"/>
              </w:rPr>
              <w:t>закрытых конкурсов, закрытых аукционов, извещения о проведении которых</w:t>
            </w:r>
            <w:r>
              <w:rPr>
                <w:sz w:val="18"/>
                <w:szCs w:val="18"/>
                <w:lang w:eastAsia="ru-RU"/>
              </w:rPr>
              <w:t>,</w:t>
            </w:r>
            <w:r w:rsidRPr="00CD1C91">
              <w:rPr>
                <w:sz w:val="18"/>
                <w:szCs w:val="18"/>
                <w:lang w:eastAsia="ru-RU"/>
              </w:rPr>
              <w:t xml:space="preserve"> размещаются в единой информационной системе</w:t>
            </w:r>
            <w:r>
              <w:rPr>
                <w:sz w:val="18"/>
                <w:szCs w:val="18"/>
                <w:lang w:eastAsia="ru-RU"/>
              </w:rPr>
              <w:t xml:space="preserve"> (</w:t>
            </w:r>
            <w:r w:rsidRPr="00461C61">
              <w:rPr>
                <w:sz w:val="18"/>
                <w:szCs w:val="18"/>
              </w:rPr>
              <w:t>а  до ввода ее в эксплуатацию - на официальном сайте Российской Федерации в информационно-телекоммуникационной сети «Интернет» для размещения информации о размещении заказов на поставки товаров, выполнение работ, оказание услуг (</w:t>
            </w:r>
            <w:hyperlink r:id="rId8" w:history="1">
              <w:r w:rsidRPr="00461C61">
                <w:rPr>
                  <w:sz w:val="18"/>
                  <w:szCs w:val="18"/>
                </w:rPr>
                <w:t>www.zakupki.gov.ru</w:t>
              </w:r>
            </w:hyperlink>
            <w:r w:rsidRPr="00461C61">
              <w:rPr>
                <w:sz w:val="18"/>
                <w:szCs w:val="18"/>
              </w:rPr>
              <w:t>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3956" w:rsidRPr="00CD1C91" w:rsidRDefault="00573956" w:rsidP="00CD1C91">
            <w:pPr>
              <w:ind w:firstLine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21102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CD1C91" w:rsidRDefault="00573956" w:rsidP="00CD1C91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683162">
            <w:pPr>
              <w:spacing w:line="180" w:lineRule="exact"/>
              <w:ind w:left="-713"/>
              <w:jc w:val="center"/>
              <w:rPr>
                <w:sz w:val="32"/>
              </w:rPr>
            </w:pPr>
            <w:r w:rsidRPr="00461C61">
              <w:rPr>
                <w:sz w:val="32"/>
              </w:rPr>
              <w:t>х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683162">
            <w:pPr>
              <w:spacing w:line="180" w:lineRule="exact"/>
              <w:ind w:left="-713"/>
              <w:jc w:val="center"/>
              <w:rPr>
                <w:sz w:val="32"/>
              </w:rPr>
            </w:pPr>
            <w:r w:rsidRPr="00461C61">
              <w:rPr>
                <w:sz w:val="32"/>
              </w:rPr>
              <w:t>х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683162">
            <w:pPr>
              <w:spacing w:line="180" w:lineRule="exact"/>
              <w:ind w:left="-713"/>
              <w:jc w:val="center"/>
              <w:rPr>
                <w:sz w:val="32"/>
              </w:rPr>
            </w:pPr>
            <w:r w:rsidRPr="00461C61">
              <w:rPr>
                <w:sz w:val="32"/>
              </w:rPr>
              <w:t>х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683162">
            <w:pPr>
              <w:spacing w:line="160" w:lineRule="exact"/>
              <w:ind w:left="-713"/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683162">
            <w:pPr>
              <w:spacing w:line="160" w:lineRule="exact"/>
              <w:ind w:left="-713"/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683162">
            <w:pPr>
              <w:spacing w:line="160" w:lineRule="exact"/>
              <w:ind w:left="-713"/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683162">
            <w:pPr>
              <w:spacing w:line="180" w:lineRule="exact"/>
              <w:ind w:left="-713"/>
              <w:jc w:val="center"/>
              <w:rPr>
                <w:sz w:val="32"/>
              </w:rPr>
            </w:pPr>
            <w:r w:rsidRPr="00461C61">
              <w:rPr>
                <w:sz w:val="32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683162">
            <w:pPr>
              <w:spacing w:line="180" w:lineRule="exact"/>
              <w:ind w:left="-713"/>
              <w:jc w:val="center"/>
              <w:rPr>
                <w:sz w:val="32"/>
              </w:rPr>
            </w:pPr>
            <w:r>
              <w:rPr>
                <w:sz w:val="32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683162">
            <w:pPr>
              <w:spacing w:line="180" w:lineRule="exact"/>
              <w:ind w:left="-713"/>
              <w:jc w:val="center"/>
              <w:rPr>
                <w:sz w:val="32"/>
              </w:rPr>
            </w:pPr>
            <w:r w:rsidRPr="00461C61">
              <w:rPr>
                <w:sz w:val="32"/>
              </w:rPr>
              <w:t>х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683162">
            <w:pPr>
              <w:spacing w:line="180" w:lineRule="exact"/>
              <w:ind w:left="-713"/>
              <w:jc w:val="center"/>
              <w:rPr>
                <w:sz w:val="32"/>
              </w:rPr>
            </w:pPr>
            <w:r w:rsidRPr="00461C61">
              <w:rPr>
                <w:sz w:val="32"/>
              </w:rPr>
              <w:t>х</w:t>
            </w:r>
          </w:p>
        </w:tc>
        <w:tc>
          <w:tcPr>
            <w:tcW w:w="15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683162">
            <w:pPr>
              <w:spacing w:line="180" w:lineRule="exact"/>
              <w:ind w:left="-713"/>
              <w:jc w:val="center"/>
              <w:rPr>
                <w:sz w:val="32"/>
              </w:rPr>
            </w:pPr>
            <w:r w:rsidRPr="00461C61">
              <w:rPr>
                <w:sz w:val="32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683162">
            <w:pPr>
              <w:spacing w:line="180" w:lineRule="exact"/>
              <w:ind w:left="-713"/>
              <w:jc w:val="center"/>
              <w:rPr>
                <w:sz w:val="32"/>
              </w:rPr>
            </w:pPr>
            <w:r w:rsidRPr="00461C61">
              <w:rPr>
                <w:sz w:val="32"/>
              </w:rPr>
              <w:t>х</w:t>
            </w:r>
          </w:p>
        </w:tc>
      </w:tr>
      <w:tr w:rsidR="00573956" w:rsidRPr="00461C61" w:rsidTr="00985A8E">
        <w:trPr>
          <w:trHeight w:val="343"/>
        </w:trPr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573956" w:rsidRPr="00CD1C91" w:rsidRDefault="00573956" w:rsidP="00F920F3">
            <w:pPr>
              <w:ind w:firstLine="0"/>
              <w:rPr>
                <w:sz w:val="18"/>
                <w:szCs w:val="18"/>
                <w:lang w:eastAsia="ru-RU"/>
              </w:rPr>
            </w:pPr>
            <w:r w:rsidRPr="00CD1C91">
              <w:rPr>
                <w:sz w:val="18"/>
                <w:szCs w:val="18"/>
                <w:lang w:eastAsia="ru-RU"/>
              </w:rPr>
              <w:t xml:space="preserve">Из строки </w:t>
            </w:r>
            <w:r>
              <w:rPr>
                <w:sz w:val="18"/>
                <w:szCs w:val="18"/>
                <w:lang w:eastAsia="ru-RU"/>
              </w:rPr>
              <w:t>21101</w:t>
            </w:r>
            <w:r w:rsidRPr="00CD1C91">
              <w:rPr>
                <w:sz w:val="18"/>
                <w:szCs w:val="18"/>
                <w:lang w:eastAsia="ru-RU"/>
              </w:rPr>
              <w:t xml:space="preserve"> -</w:t>
            </w:r>
            <w:r w:rsidRPr="00CD1C91">
              <w:rPr>
                <w:sz w:val="18"/>
                <w:szCs w:val="18"/>
                <w:lang w:eastAsia="ru-RU"/>
              </w:rPr>
              <w:br/>
              <w:t xml:space="preserve">количество </w:t>
            </w:r>
            <w:r w:rsidRPr="00163C16">
              <w:rPr>
                <w:sz w:val="18"/>
                <w:szCs w:val="18"/>
                <w:lang w:eastAsia="ru-RU"/>
              </w:rPr>
              <w:t>закупок</w:t>
            </w:r>
            <w:r>
              <w:rPr>
                <w:sz w:val="18"/>
                <w:szCs w:val="18"/>
                <w:lang w:eastAsia="ru-RU"/>
              </w:rPr>
              <w:t xml:space="preserve"> (лотов)</w:t>
            </w:r>
            <w:r w:rsidRPr="00163C16">
              <w:rPr>
                <w:sz w:val="18"/>
                <w:szCs w:val="18"/>
                <w:lang w:eastAsia="ru-RU"/>
              </w:rPr>
              <w:t xml:space="preserve">, </w:t>
            </w:r>
            <w:r>
              <w:rPr>
                <w:sz w:val="18"/>
                <w:szCs w:val="18"/>
                <w:lang w:eastAsia="ru-RU"/>
              </w:rPr>
              <w:t xml:space="preserve">при </w:t>
            </w:r>
            <w:r w:rsidRPr="00163C16">
              <w:rPr>
                <w:sz w:val="18"/>
                <w:szCs w:val="18"/>
                <w:lang w:eastAsia="ru-RU"/>
              </w:rPr>
              <w:t>осуществлен</w:t>
            </w:r>
            <w:r>
              <w:rPr>
                <w:sz w:val="18"/>
                <w:szCs w:val="18"/>
                <w:lang w:eastAsia="ru-RU"/>
              </w:rPr>
              <w:t xml:space="preserve">ии которых </w:t>
            </w:r>
            <w:r w:rsidRPr="00163C16">
              <w:rPr>
                <w:sz w:val="18"/>
                <w:szCs w:val="18"/>
                <w:lang w:eastAsia="ru-RU"/>
              </w:rPr>
              <w:t>определени</w:t>
            </w:r>
            <w:r>
              <w:rPr>
                <w:sz w:val="18"/>
                <w:szCs w:val="18"/>
                <w:lang w:eastAsia="ru-RU"/>
              </w:rPr>
              <w:t>я</w:t>
            </w:r>
            <w:r w:rsidRPr="00163C16">
              <w:rPr>
                <w:sz w:val="18"/>
                <w:szCs w:val="18"/>
                <w:lang w:eastAsia="ru-RU"/>
              </w:rPr>
              <w:t xml:space="preserve"> поставщиков (подрядчиков, исполнителей), признан</w:t>
            </w:r>
            <w:r>
              <w:rPr>
                <w:sz w:val="18"/>
                <w:szCs w:val="18"/>
                <w:lang w:eastAsia="ru-RU"/>
              </w:rPr>
              <w:t xml:space="preserve">ы </w:t>
            </w:r>
            <w:r w:rsidRPr="00163C16">
              <w:rPr>
                <w:sz w:val="18"/>
                <w:szCs w:val="18"/>
                <w:lang w:eastAsia="ru-RU"/>
              </w:rPr>
              <w:t>несостоявшимися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3956" w:rsidRPr="00CD1C91" w:rsidRDefault="00573956" w:rsidP="00CD1C91">
            <w:pPr>
              <w:ind w:firstLine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21103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CD1C91" w:rsidRDefault="00573956" w:rsidP="00CD1C91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441ED2">
            <w:pPr>
              <w:spacing w:line="180" w:lineRule="exact"/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441ED2">
            <w:pPr>
              <w:spacing w:line="180" w:lineRule="exact"/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441ED2">
            <w:pPr>
              <w:spacing w:line="180" w:lineRule="exact"/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441ED2">
            <w:pPr>
              <w:spacing w:line="160" w:lineRule="exact"/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441ED2">
            <w:pPr>
              <w:spacing w:line="160" w:lineRule="exact"/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441ED2">
            <w:pPr>
              <w:spacing w:line="160" w:lineRule="exact"/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441ED2">
            <w:pPr>
              <w:spacing w:line="180" w:lineRule="exact"/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441ED2">
            <w:pPr>
              <w:spacing w:line="180" w:lineRule="exact"/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441ED2">
            <w:pPr>
              <w:spacing w:line="180" w:lineRule="exact"/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441ED2">
            <w:pPr>
              <w:spacing w:line="180" w:lineRule="exact"/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15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441ED2">
            <w:pPr>
              <w:spacing w:line="180" w:lineRule="exact"/>
              <w:ind w:firstLine="0"/>
              <w:contextualSpacing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441ED2">
            <w:pPr>
              <w:spacing w:line="180" w:lineRule="exact"/>
              <w:ind w:firstLine="0"/>
              <w:contextualSpacing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</w:tr>
      <w:tr w:rsidR="00573956" w:rsidRPr="00461C61" w:rsidTr="00985A8E">
        <w:trPr>
          <w:trHeight w:val="498"/>
        </w:trPr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573956" w:rsidRPr="00CD1C91" w:rsidRDefault="00573956" w:rsidP="00413F2D">
            <w:pPr>
              <w:autoSpaceDE w:val="0"/>
              <w:autoSpaceDN w:val="0"/>
              <w:adjustRightInd w:val="0"/>
              <w:ind w:firstLine="0"/>
              <w:jc w:val="both"/>
              <w:rPr>
                <w:sz w:val="18"/>
                <w:szCs w:val="18"/>
                <w:lang w:eastAsia="ru-RU"/>
              </w:rPr>
            </w:pPr>
            <w:r w:rsidRPr="00CD1C91">
              <w:rPr>
                <w:sz w:val="18"/>
                <w:szCs w:val="18"/>
                <w:lang w:eastAsia="ru-RU"/>
              </w:rPr>
              <w:t xml:space="preserve">Из строки </w:t>
            </w:r>
            <w:r>
              <w:rPr>
                <w:sz w:val="18"/>
                <w:szCs w:val="18"/>
                <w:lang w:eastAsia="ru-RU"/>
              </w:rPr>
              <w:t>2110 3</w:t>
            </w:r>
            <w:r w:rsidRPr="00CD1C91">
              <w:rPr>
                <w:sz w:val="18"/>
                <w:szCs w:val="18"/>
                <w:lang w:eastAsia="ru-RU"/>
              </w:rPr>
              <w:t>количество</w:t>
            </w:r>
            <w:r>
              <w:rPr>
                <w:sz w:val="18"/>
                <w:szCs w:val="18"/>
                <w:lang w:eastAsia="ru-RU"/>
              </w:rPr>
              <w:t>конкурсов, аукционов, запросов котировок и запросов предложений</w:t>
            </w:r>
            <w:r w:rsidRPr="00CD1C91">
              <w:rPr>
                <w:sz w:val="18"/>
                <w:szCs w:val="18"/>
                <w:lang w:eastAsia="ru-RU"/>
              </w:rPr>
              <w:t xml:space="preserve">, </w:t>
            </w:r>
            <w:r w:rsidRPr="00461C61">
              <w:rPr>
                <w:sz w:val="18"/>
                <w:szCs w:val="18"/>
              </w:rPr>
              <w:t xml:space="preserve">в результате проведения которых не было подано ни одной заявки или были отклонены все заявки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3956" w:rsidRPr="00CD1C91" w:rsidRDefault="00573956" w:rsidP="00CD1C91">
            <w:pPr>
              <w:ind w:firstLine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21104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CD1C91" w:rsidRDefault="00573956" w:rsidP="00CD1C91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441ED2">
            <w:pPr>
              <w:spacing w:line="200" w:lineRule="exact"/>
              <w:ind w:firstLine="0"/>
              <w:contextualSpacing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441ED2">
            <w:pPr>
              <w:spacing w:line="200" w:lineRule="exact"/>
              <w:ind w:firstLine="0"/>
              <w:contextualSpacing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441ED2">
            <w:pPr>
              <w:spacing w:line="200" w:lineRule="exact"/>
              <w:ind w:firstLine="0"/>
              <w:contextualSpacing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</w:t>
            </w: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441ED2">
            <w:pPr>
              <w:spacing w:line="200" w:lineRule="exact"/>
              <w:ind w:firstLine="0"/>
              <w:contextualSpacing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441ED2">
            <w:pPr>
              <w:spacing w:line="200" w:lineRule="exact"/>
              <w:ind w:firstLine="0"/>
              <w:contextualSpacing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441ED2">
            <w:pPr>
              <w:spacing w:line="200" w:lineRule="exact"/>
              <w:ind w:firstLine="0"/>
              <w:contextualSpacing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441ED2">
            <w:pPr>
              <w:spacing w:line="200" w:lineRule="exact"/>
              <w:ind w:firstLine="0"/>
              <w:contextualSpacing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441ED2">
            <w:pPr>
              <w:spacing w:line="200" w:lineRule="exact"/>
              <w:ind w:firstLine="0"/>
              <w:contextualSpacing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441ED2">
            <w:pPr>
              <w:spacing w:line="200" w:lineRule="exact"/>
              <w:ind w:firstLine="0"/>
              <w:contextualSpacing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441ED2">
            <w:pPr>
              <w:spacing w:line="200" w:lineRule="exact"/>
              <w:ind w:firstLine="0"/>
              <w:contextualSpacing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</w:t>
            </w:r>
          </w:p>
        </w:tc>
        <w:tc>
          <w:tcPr>
            <w:tcW w:w="15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441ED2">
            <w:pPr>
              <w:spacing w:line="200" w:lineRule="exact"/>
              <w:ind w:firstLine="0"/>
              <w:contextualSpacing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441ED2">
            <w:pPr>
              <w:spacing w:line="200" w:lineRule="exact"/>
              <w:ind w:firstLine="0"/>
              <w:contextualSpacing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</w:tr>
      <w:tr w:rsidR="00573956" w:rsidRPr="00461C61" w:rsidTr="00985A8E">
        <w:trPr>
          <w:trHeight w:val="561"/>
        </w:trPr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573956" w:rsidRPr="00CD1C91" w:rsidRDefault="00573956" w:rsidP="00106343">
            <w:pPr>
              <w:ind w:firstLine="0"/>
              <w:rPr>
                <w:sz w:val="18"/>
                <w:szCs w:val="18"/>
                <w:lang w:eastAsia="ru-RU"/>
              </w:rPr>
            </w:pPr>
            <w:r w:rsidRPr="00CD1C91">
              <w:rPr>
                <w:sz w:val="18"/>
                <w:szCs w:val="18"/>
                <w:lang w:eastAsia="ru-RU"/>
              </w:rPr>
              <w:t xml:space="preserve">Из строки </w:t>
            </w:r>
            <w:r>
              <w:rPr>
                <w:sz w:val="18"/>
                <w:szCs w:val="18"/>
                <w:lang w:eastAsia="ru-RU"/>
              </w:rPr>
              <w:t>21101</w:t>
            </w:r>
            <w:r w:rsidRPr="00CD1C91">
              <w:rPr>
                <w:sz w:val="18"/>
                <w:szCs w:val="18"/>
                <w:lang w:eastAsia="ru-RU"/>
              </w:rPr>
              <w:t xml:space="preserve"> -</w:t>
            </w:r>
            <w:r w:rsidRPr="00CD1C91">
              <w:rPr>
                <w:sz w:val="18"/>
                <w:szCs w:val="18"/>
                <w:lang w:eastAsia="ru-RU"/>
              </w:rPr>
              <w:br/>
              <w:t xml:space="preserve">количество </w:t>
            </w:r>
            <w:r w:rsidRPr="00163C16">
              <w:rPr>
                <w:sz w:val="18"/>
                <w:szCs w:val="18"/>
                <w:lang w:eastAsia="ru-RU"/>
              </w:rPr>
              <w:t>закупок</w:t>
            </w:r>
            <w:r>
              <w:rPr>
                <w:sz w:val="18"/>
                <w:szCs w:val="18"/>
                <w:lang w:eastAsia="ru-RU"/>
              </w:rPr>
              <w:t xml:space="preserve"> (лотов)</w:t>
            </w:r>
            <w:r w:rsidRPr="00163C16">
              <w:rPr>
                <w:sz w:val="18"/>
                <w:szCs w:val="18"/>
                <w:lang w:eastAsia="ru-RU"/>
              </w:rPr>
              <w:t xml:space="preserve">, </w:t>
            </w:r>
            <w:r>
              <w:rPr>
                <w:sz w:val="18"/>
                <w:szCs w:val="18"/>
                <w:lang w:eastAsia="ru-RU"/>
              </w:rPr>
              <w:t xml:space="preserve">по результатам </w:t>
            </w:r>
            <w:r w:rsidRPr="00CD1C91">
              <w:rPr>
                <w:sz w:val="18"/>
                <w:szCs w:val="18"/>
                <w:lang w:eastAsia="ru-RU"/>
              </w:rPr>
              <w:t>которы</w:t>
            </w:r>
            <w:r>
              <w:rPr>
                <w:sz w:val="18"/>
                <w:szCs w:val="18"/>
                <w:lang w:eastAsia="ru-RU"/>
              </w:rPr>
              <w:t xml:space="preserve">х контракты </w:t>
            </w:r>
            <w:r w:rsidRPr="00CD1C91">
              <w:rPr>
                <w:sz w:val="18"/>
                <w:szCs w:val="18"/>
                <w:lang w:eastAsia="ru-RU"/>
              </w:rPr>
              <w:t xml:space="preserve">не </w:t>
            </w:r>
            <w:r>
              <w:rPr>
                <w:sz w:val="18"/>
                <w:szCs w:val="18"/>
                <w:lang w:eastAsia="ru-RU"/>
              </w:rPr>
              <w:t xml:space="preserve">заключены </w:t>
            </w:r>
            <w:r w:rsidRPr="00CD1C91">
              <w:rPr>
                <w:sz w:val="18"/>
                <w:szCs w:val="18"/>
                <w:lang w:eastAsia="ru-RU"/>
              </w:rPr>
              <w:t xml:space="preserve">из-за отказа </w:t>
            </w:r>
            <w:r>
              <w:rPr>
                <w:sz w:val="18"/>
                <w:szCs w:val="18"/>
                <w:lang w:eastAsia="ru-RU"/>
              </w:rPr>
              <w:t xml:space="preserve">или уклонения </w:t>
            </w:r>
            <w:r w:rsidRPr="00CD1C91">
              <w:rPr>
                <w:sz w:val="18"/>
                <w:szCs w:val="18"/>
                <w:lang w:eastAsia="ru-RU"/>
              </w:rPr>
              <w:t xml:space="preserve">от заключения </w:t>
            </w:r>
            <w:r>
              <w:rPr>
                <w:sz w:val="18"/>
                <w:szCs w:val="18"/>
                <w:lang w:eastAsia="ru-RU"/>
              </w:rPr>
              <w:t>к</w:t>
            </w:r>
            <w:r w:rsidRPr="00CD1C91">
              <w:rPr>
                <w:sz w:val="18"/>
                <w:szCs w:val="18"/>
                <w:lang w:eastAsia="ru-RU"/>
              </w:rPr>
              <w:t>онтракт</w:t>
            </w:r>
            <w:r>
              <w:rPr>
                <w:sz w:val="18"/>
                <w:szCs w:val="18"/>
                <w:lang w:eastAsia="ru-RU"/>
              </w:rPr>
              <w:t xml:space="preserve">а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3956" w:rsidRPr="00CD1C91" w:rsidRDefault="00573956" w:rsidP="00CD1C91">
            <w:pPr>
              <w:ind w:firstLine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21105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CD1C91" w:rsidRDefault="00573956" w:rsidP="00CD1C91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441ED2">
            <w:pPr>
              <w:spacing w:line="200" w:lineRule="exact"/>
              <w:ind w:firstLine="0"/>
              <w:contextualSpacing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441ED2">
            <w:pPr>
              <w:spacing w:line="200" w:lineRule="exact"/>
              <w:ind w:firstLine="0"/>
              <w:contextualSpacing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441ED2">
            <w:pPr>
              <w:spacing w:line="200" w:lineRule="exact"/>
              <w:ind w:firstLine="0"/>
              <w:contextualSpacing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</w:t>
            </w: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441ED2">
            <w:pPr>
              <w:spacing w:line="200" w:lineRule="exact"/>
              <w:ind w:firstLine="0"/>
              <w:contextualSpacing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441ED2">
            <w:pPr>
              <w:spacing w:line="200" w:lineRule="exact"/>
              <w:ind w:firstLine="0"/>
              <w:contextualSpacing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441ED2">
            <w:pPr>
              <w:spacing w:line="200" w:lineRule="exact"/>
              <w:ind w:firstLine="0"/>
              <w:contextualSpacing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441ED2">
            <w:pPr>
              <w:spacing w:line="200" w:lineRule="exact"/>
              <w:ind w:firstLine="0"/>
              <w:contextualSpacing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441ED2">
            <w:pPr>
              <w:spacing w:line="200" w:lineRule="exact"/>
              <w:ind w:firstLine="0"/>
              <w:contextualSpacing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441ED2">
            <w:pPr>
              <w:spacing w:line="200" w:lineRule="exact"/>
              <w:ind w:firstLine="0"/>
              <w:contextualSpacing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441ED2">
            <w:pPr>
              <w:spacing w:line="200" w:lineRule="exact"/>
              <w:ind w:firstLine="0"/>
              <w:contextualSpacing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</w:t>
            </w:r>
          </w:p>
        </w:tc>
        <w:tc>
          <w:tcPr>
            <w:tcW w:w="15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441ED2">
            <w:pPr>
              <w:spacing w:line="200" w:lineRule="exact"/>
              <w:ind w:firstLine="0"/>
              <w:contextualSpacing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441ED2">
            <w:pPr>
              <w:spacing w:line="200" w:lineRule="exact"/>
              <w:ind w:firstLine="0"/>
              <w:contextualSpacing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</w:tr>
      <w:tr w:rsidR="00573956" w:rsidRPr="00461C61" w:rsidTr="009B0B30">
        <w:trPr>
          <w:trHeight w:val="357"/>
        </w:trPr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573956" w:rsidRPr="00CD1C91" w:rsidRDefault="00573956" w:rsidP="00997750">
            <w:pPr>
              <w:ind w:firstLine="0"/>
              <w:rPr>
                <w:sz w:val="18"/>
                <w:szCs w:val="18"/>
                <w:lang w:eastAsia="ru-RU"/>
              </w:rPr>
            </w:pPr>
            <w:r w:rsidRPr="00CD1C91">
              <w:rPr>
                <w:sz w:val="18"/>
                <w:szCs w:val="18"/>
                <w:lang w:eastAsia="ru-RU"/>
              </w:rPr>
              <w:t xml:space="preserve">Из строки </w:t>
            </w:r>
            <w:r>
              <w:rPr>
                <w:sz w:val="18"/>
                <w:szCs w:val="18"/>
                <w:lang w:eastAsia="ru-RU"/>
              </w:rPr>
              <w:t>21101</w:t>
            </w:r>
            <w:r w:rsidRPr="00CD1C91">
              <w:rPr>
                <w:sz w:val="18"/>
                <w:szCs w:val="18"/>
                <w:lang w:eastAsia="ru-RU"/>
              </w:rPr>
              <w:t xml:space="preserve"> - </w:t>
            </w:r>
            <w:r w:rsidRPr="00CD1C91">
              <w:rPr>
                <w:sz w:val="18"/>
                <w:szCs w:val="18"/>
                <w:lang w:eastAsia="ru-RU"/>
              </w:rPr>
              <w:br/>
              <w:t xml:space="preserve">количество </w:t>
            </w:r>
            <w:r>
              <w:rPr>
                <w:sz w:val="18"/>
                <w:szCs w:val="18"/>
                <w:lang w:eastAsia="ru-RU"/>
              </w:rPr>
              <w:t>закупок</w:t>
            </w:r>
            <w:r w:rsidRPr="00CD1C91">
              <w:rPr>
                <w:sz w:val="18"/>
                <w:szCs w:val="18"/>
                <w:lang w:eastAsia="ru-RU"/>
              </w:rPr>
              <w:t>, проведенных для закупки инновационной и высокотехнологичной продукции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3956" w:rsidRPr="00CD1C91" w:rsidRDefault="00573956" w:rsidP="00CD1C91">
            <w:pPr>
              <w:ind w:firstLine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21106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CD1C91" w:rsidRDefault="00573956" w:rsidP="00CD1C91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441ED2">
            <w:pPr>
              <w:spacing w:line="200" w:lineRule="exact"/>
              <w:ind w:firstLine="0"/>
              <w:contextualSpacing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441ED2">
            <w:pPr>
              <w:spacing w:line="200" w:lineRule="exact"/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441ED2">
            <w:pPr>
              <w:spacing w:line="200" w:lineRule="exact"/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441ED2">
            <w:pPr>
              <w:spacing w:line="200" w:lineRule="exact"/>
              <w:ind w:firstLine="0"/>
              <w:contextualSpacing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441ED2">
            <w:pPr>
              <w:spacing w:line="200" w:lineRule="exact"/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441ED2">
            <w:pPr>
              <w:spacing w:line="200" w:lineRule="exact"/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441ED2">
            <w:pPr>
              <w:spacing w:line="200" w:lineRule="exact"/>
              <w:ind w:firstLine="0"/>
              <w:contextualSpacing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441ED2">
            <w:pPr>
              <w:spacing w:line="200" w:lineRule="exact"/>
              <w:ind w:firstLine="0"/>
              <w:contextualSpacing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441ED2">
            <w:pPr>
              <w:spacing w:line="200" w:lineRule="exact"/>
              <w:ind w:firstLine="0"/>
              <w:contextualSpacing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441ED2">
            <w:pPr>
              <w:spacing w:line="200" w:lineRule="exact"/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15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441ED2">
            <w:pPr>
              <w:spacing w:line="200" w:lineRule="exact"/>
              <w:ind w:firstLine="0"/>
              <w:contextualSpacing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441ED2">
            <w:pPr>
              <w:spacing w:line="200" w:lineRule="exact"/>
              <w:ind w:firstLine="0"/>
              <w:contextualSpacing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</w:tr>
      <w:tr w:rsidR="00573956" w:rsidRPr="00461C61" w:rsidTr="00985A8E">
        <w:trPr>
          <w:trHeight w:val="70"/>
        </w:trPr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573956" w:rsidRPr="00CD1C91" w:rsidRDefault="00573956" w:rsidP="004F5CD3">
            <w:pPr>
              <w:ind w:firstLine="0"/>
              <w:rPr>
                <w:sz w:val="18"/>
                <w:szCs w:val="18"/>
                <w:lang w:eastAsia="ru-RU"/>
              </w:rPr>
            </w:pPr>
            <w:r w:rsidRPr="00CD1C91">
              <w:rPr>
                <w:sz w:val="18"/>
                <w:szCs w:val="18"/>
                <w:lang w:eastAsia="ru-RU"/>
              </w:rPr>
              <w:t xml:space="preserve">Из строки </w:t>
            </w:r>
            <w:r>
              <w:rPr>
                <w:sz w:val="18"/>
                <w:szCs w:val="18"/>
                <w:lang w:eastAsia="ru-RU"/>
              </w:rPr>
              <w:t>21101</w:t>
            </w:r>
            <w:r w:rsidRPr="00CD1C91">
              <w:rPr>
                <w:sz w:val="18"/>
                <w:szCs w:val="18"/>
                <w:lang w:eastAsia="ru-RU"/>
              </w:rPr>
              <w:t xml:space="preserve"> -</w:t>
            </w:r>
            <w:r w:rsidRPr="00CD1C91">
              <w:rPr>
                <w:sz w:val="18"/>
                <w:szCs w:val="18"/>
                <w:lang w:eastAsia="ru-RU"/>
              </w:rPr>
              <w:br/>
              <w:t>проведено совместных конкурсов, аукционов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3956" w:rsidRPr="00CD1C91" w:rsidRDefault="00573956" w:rsidP="00CD1C91">
            <w:pPr>
              <w:ind w:firstLine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21107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CD1C91" w:rsidRDefault="00573956" w:rsidP="00CD1C91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441ED2">
            <w:pPr>
              <w:spacing w:line="200" w:lineRule="exact"/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441ED2">
            <w:pPr>
              <w:spacing w:line="200" w:lineRule="exact"/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441ED2">
            <w:pPr>
              <w:spacing w:line="200" w:lineRule="exact"/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441ED2">
            <w:pPr>
              <w:spacing w:line="200" w:lineRule="exact"/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441ED2">
            <w:pPr>
              <w:spacing w:line="200" w:lineRule="exact"/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441ED2">
            <w:pPr>
              <w:spacing w:line="200" w:lineRule="exact"/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441ED2">
            <w:pPr>
              <w:spacing w:line="200" w:lineRule="exact"/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441ED2">
            <w:pPr>
              <w:spacing w:line="200" w:lineRule="exact"/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441ED2">
            <w:pPr>
              <w:spacing w:line="200" w:lineRule="exact"/>
              <w:ind w:firstLine="0"/>
              <w:contextualSpacing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441ED2">
            <w:pPr>
              <w:spacing w:line="200" w:lineRule="exact"/>
              <w:ind w:firstLine="0"/>
              <w:contextualSpacing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  <w:tc>
          <w:tcPr>
            <w:tcW w:w="15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441ED2">
            <w:pPr>
              <w:spacing w:line="200" w:lineRule="exact"/>
              <w:ind w:firstLine="0"/>
              <w:contextualSpacing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441ED2">
            <w:pPr>
              <w:spacing w:line="200" w:lineRule="exact"/>
              <w:ind w:firstLine="0"/>
              <w:contextualSpacing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</w:tr>
      <w:tr w:rsidR="00573956" w:rsidRPr="00461C61" w:rsidTr="00985A8E">
        <w:trPr>
          <w:trHeight w:val="670"/>
        </w:trPr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573956" w:rsidRPr="00CD1C91" w:rsidRDefault="00573956" w:rsidP="004F5CD3">
            <w:pPr>
              <w:ind w:firstLine="0"/>
              <w:rPr>
                <w:sz w:val="18"/>
                <w:szCs w:val="18"/>
                <w:lang w:eastAsia="ru-RU"/>
              </w:rPr>
            </w:pPr>
            <w:r w:rsidRPr="00CD1C91">
              <w:rPr>
                <w:sz w:val="18"/>
                <w:szCs w:val="18"/>
                <w:lang w:eastAsia="ru-RU"/>
              </w:rPr>
              <w:t xml:space="preserve">Из строки </w:t>
            </w:r>
            <w:r>
              <w:rPr>
                <w:sz w:val="18"/>
                <w:szCs w:val="18"/>
                <w:lang w:eastAsia="ru-RU"/>
              </w:rPr>
              <w:t>21107</w:t>
            </w:r>
            <w:r w:rsidRPr="00CD1C91">
              <w:rPr>
                <w:sz w:val="18"/>
                <w:szCs w:val="18"/>
                <w:lang w:eastAsia="ru-RU"/>
              </w:rPr>
              <w:t xml:space="preserve"> -</w:t>
            </w:r>
            <w:r w:rsidRPr="00CD1C91">
              <w:rPr>
                <w:sz w:val="18"/>
                <w:szCs w:val="18"/>
                <w:lang w:eastAsia="ru-RU"/>
              </w:rPr>
              <w:br/>
              <w:t xml:space="preserve">количество несостоявшихся совместных конкурсов, аукционов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3956" w:rsidRPr="00CD1C91" w:rsidRDefault="00573956" w:rsidP="00CD1C91">
            <w:pPr>
              <w:ind w:firstLine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21108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CD1C91" w:rsidRDefault="00573956" w:rsidP="00CD1C91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441ED2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441ED2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441ED2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441ED2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441ED2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441ED2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441ED2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441ED2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441ED2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441ED2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  <w:tc>
          <w:tcPr>
            <w:tcW w:w="15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441ED2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441ED2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</w:tr>
      <w:tr w:rsidR="00573956" w:rsidRPr="00461C61" w:rsidTr="00985A8E">
        <w:trPr>
          <w:trHeight w:val="220"/>
        </w:trPr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573956" w:rsidRPr="00CD1C91" w:rsidRDefault="00573956" w:rsidP="00997750">
            <w:pPr>
              <w:ind w:firstLine="0"/>
              <w:rPr>
                <w:sz w:val="18"/>
                <w:szCs w:val="18"/>
                <w:lang w:eastAsia="ru-RU"/>
              </w:rPr>
            </w:pPr>
            <w:r w:rsidRPr="00CD1C91">
              <w:rPr>
                <w:sz w:val="18"/>
                <w:szCs w:val="18"/>
                <w:lang w:eastAsia="ru-RU"/>
              </w:rPr>
              <w:t xml:space="preserve">Из строки </w:t>
            </w:r>
            <w:r>
              <w:rPr>
                <w:sz w:val="18"/>
                <w:szCs w:val="18"/>
                <w:lang w:eastAsia="ru-RU"/>
              </w:rPr>
              <w:t>21107</w:t>
            </w:r>
            <w:r w:rsidRPr="00CD1C91">
              <w:rPr>
                <w:sz w:val="18"/>
                <w:szCs w:val="18"/>
                <w:lang w:eastAsia="ru-RU"/>
              </w:rPr>
              <w:t xml:space="preserve"> -</w:t>
            </w:r>
            <w:r w:rsidRPr="00CD1C91">
              <w:rPr>
                <w:sz w:val="18"/>
                <w:szCs w:val="18"/>
                <w:lang w:eastAsia="ru-RU"/>
              </w:rPr>
              <w:br/>
              <w:t xml:space="preserve">количество совместных конкурсов, аукционов, </w:t>
            </w:r>
            <w:r>
              <w:rPr>
                <w:sz w:val="18"/>
                <w:szCs w:val="18"/>
                <w:lang w:eastAsia="ru-RU"/>
              </w:rPr>
              <w:t xml:space="preserve">по </w:t>
            </w:r>
            <w:r w:rsidRPr="00CD1C91">
              <w:rPr>
                <w:sz w:val="18"/>
                <w:szCs w:val="18"/>
                <w:lang w:eastAsia="ru-RU"/>
              </w:rPr>
              <w:t>которы</w:t>
            </w:r>
            <w:r>
              <w:rPr>
                <w:sz w:val="18"/>
                <w:szCs w:val="18"/>
                <w:lang w:eastAsia="ru-RU"/>
              </w:rPr>
              <w:t>м</w:t>
            </w:r>
            <w:r w:rsidRPr="00CD1C91">
              <w:rPr>
                <w:sz w:val="18"/>
                <w:szCs w:val="18"/>
                <w:lang w:eastAsia="ru-RU"/>
              </w:rPr>
              <w:t xml:space="preserve"> не </w:t>
            </w:r>
            <w:r>
              <w:rPr>
                <w:sz w:val="18"/>
                <w:szCs w:val="18"/>
                <w:lang w:eastAsia="ru-RU"/>
              </w:rPr>
              <w:t>были</w:t>
            </w:r>
            <w:r w:rsidRPr="00CD1C91">
              <w:rPr>
                <w:sz w:val="18"/>
                <w:szCs w:val="18"/>
                <w:lang w:eastAsia="ru-RU"/>
              </w:rPr>
              <w:t xml:space="preserve"> заключен</w:t>
            </w:r>
            <w:r>
              <w:rPr>
                <w:sz w:val="18"/>
                <w:szCs w:val="18"/>
                <w:lang w:eastAsia="ru-RU"/>
              </w:rPr>
              <w:t>ы</w:t>
            </w:r>
            <w:r w:rsidRPr="00CD1C91">
              <w:rPr>
                <w:sz w:val="18"/>
                <w:szCs w:val="18"/>
                <w:lang w:eastAsia="ru-RU"/>
              </w:rPr>
              <w:t xml:space="preserve"> контракт</w:t>
            </w:r>
            <w:r>
              <w:rPr>
                <w:sz w:val="18"/>
                <w:szCs w:val="18"/>
                <w:lang w:eastAsia="ru-RU"/>
              </w:rPr>
              <w:t>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3956" w:rsidRPr="00CD1C91" w:rsidRDefault="00573956" w:rsidP="00CD1C91">
            <w:pPr>
              <w:ind w:firstLine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21109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CD1C91" w:rsidRDefault="00573956" w:rsidP="00CD1C91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441ED2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441ED2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441ED2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441ED2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441ED2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441ED2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441ED2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441ED2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441ED2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441ED2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  <w:tc>
          <w:tcPr>
            <w:tcW w:w="15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441ED2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441ED2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</w:tr>
      <w:tr w:rsidR="00573956" w:rsidRPr="00461C61" w:rsidTr="00985A8E">
        <w:trPr>
          <w:trHeight w:val="70"/>
        </w:trPr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573956" w:rsidRPr="0044382F" w:rsidRDefault="00573956" w:rsidP="00997750">
            <w:pPr>
              <w:ind w:firstLine="0"/>
              <w:rPr>
                <w:bCs/>
                <w:sz w:val="18"/>
                <w:szCs w:val="18"/>
                <w:lang w:eastAsia="ru-RU"/>
              </w:rPr>
            </w:pPr>
            <w:r w:rsidRPr="0044382F">
              <w:rPr>
                <w:bCs/>
                <w:sz w:val="18"/>
                <w:szCs w:val="18"/>
                <w:lang w:eastAsia="ru-RU"/>
              </w:rPr>
              <w:t xml:space="preserve">2. Количество заключенных контрактов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3956" w:rsidRPr="0044382F" w:rsidRDefault="00573956" w:rsidP="00CD1C91">
            <w:pPr>
              <w:ind w:firstLine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21110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4382F" w:rsidRDefault="00573956" w:rsidP="00CD1C91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135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441ED2">
            <w:pPr>
              <w:spacing w:line="220" w:lineRule="exact"/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441ED2">
            <w:pPr>
              <w:spacing w:line="220" w:lineRule="exact"/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441ED2">
            <w:pPr>
              <w:spacing w:line="220" w:lineRule="exact"/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441ED2">
            <w:pPr>
              <w:spacing w:line="220" w:lineRule="exact"/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441ED2">
            <w:pPr>
              <w:spacing w:line="220" w:lineRule="exact"/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441ED2">
            <w:pPr>
              <w:spacing w:line="220" w:lineRule="exact"/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3CAE" w:rsidRDefault="00573956" w:rsidP="00441ED2">
            <w:pPr>
              <w:spacing w:line="220" w:lineRule="exact"/>
              <w:ind w:firstLine="0"/>
              <w:contextualSpacing/>
              <w:jc w:val="center"/>
              <w:rPr>
                <w:sz w:val="20"/>
                <w:szCs w:val="20"/>
              </w:rPr>
            </w:pPr>
            <w:r w:rsidRPr="00463CAE">
              <w:rPr>
                <w:sz w:val="20"/>
                <w:szCs w:val="20"/>
              </w:rPr>
              <w:t>17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3CAE" w:rsidRDefault="00573956" w:rsidP="00441ED2">
            <w:pPr>
              <w:spacing w:line="220" w:lineRule="exact"/>
              <w:ind w:firstLine="0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3CAE" w:rsidRDefault="00573956" w:rsidP="00441ED2">
            <w:pPr>
              <w:spacing w:line="220" w:lineRule="exact"/>
              <w:ind w:firstLine="0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3CAE" w:rsidRDefault="00573956" w:rsidP="00441ED2">
            <w:pPr>
              <w:spacing w:line="220" w:lineRule="exact"/>
              <w:ind w:firstLine="0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3CAE" w:rsidRDefault="00573956" w:rsidP="00441ED2">
            <w:pPr>
              <w:spacing w:line="220" w:lineRule="exact"/>
              <w:ind w:firstLine="0"/>
              <w:contextualSpacing/>
              <w:jc w:val="center"/>
              <w:rPr>
                <w:sz w:val="20"/>
                <w:szCs w:val="20"/>
              </w:rPr>
            </w:pPr>
            <w:r w:rsidRPr="00463CAE">
              <w:rPr>
                <w:sz w:val="20"/>
                <w:szCs w:val="20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3CAE" w:rsidRDefault="00573956" w:rsidP="00441ED2">
            <w:pPr>
              <w:spacing w:line="220" w:lineRule="exact"/>
              <w:ind w:firstLine="0"/>
              <w:contextualSpacing/>
              <w:jc w:val="center"/>
              <w:rPr>
                <w:sz w:val="20"/>
                <w:szCs w:val="20"/>
              </w:rPr>
            </w:pPr>
            <w:r w:rsidRPr="00463CAE">
              <w:rPr>
                <w:sz w:val="20"/>
                <w:szCs w:val="20"/>
              </w:rPr>
              <w:t>98</w:t>
            </w:r>
          </w:p>
        </w:tc>
      </w:tr>
      <w:tr w:rsidR="00573956" w:rsidRPr="00461C61" w:rsidTr="000F48D4">
        <w:trPr>
          <w:trHeight w:val="710"/>
        </w:trPr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573956" w:rsidRPr="00CD1C91" w:rsidRDefault="00573956" w:rsidP="0011064F">
            <w:pPr>
              <w:ind w:firstLine="0"/>
              <w:rPr>
                <w:sz w:val="18"/>
                <w:szCs w:val="18"/>
                <w:lang w:eastAsia="ru-RU"/>
              </w:rPr>
            </w:pPr>
            <w:r w:rsidRPr="00CD1C91">
              <w:rPr>
                <w:sz w:val="18"/>
                <w:szCs w:val="18"/>
                <w:lang w:eastAsia="ru-RU"/>
              </w:rPr>
              <w:t xml:space="preserve">Из строки </w:t>
            </w:r>
            <w:r>
              <w:rPr>
                <w:sz w:val="18"/>
                <w:szCs w:val="18"/>
                <w:lang w:eastAsia="ru-RU"/>
              </w:rPr>
              <w:t>21110</w:t>
            </w:r>
            <w:r w:rsidRPr="00CD1C91">
              <w:rPr>
                <w:sz w:val="18"/>
                <w:szCs w:val="18"/>
                <w:lang w:eastAsia="ru-RU"/>
              </w:rPr>
              <w:t xml:space="preserve"> -</w:t>
            </w:r>
            <w:r w:rsidRPr="00CD1C91">
              <w:rPr>
                <w:sz w:val="18"/>
                <w:szCs w:val="18"/>
                <w:lang w:eastAsia="ru-RU"/>
              </w:rPr>
              <w:br/>
              <w:t>количество контрактов</w:t>
            </w:r>
            <w:r>
              <w:rPr>
                <w:sz w:val="18"/>
                <w:szCs w:val="18"/>
                <w:lang w:eastAsia="ru-RU"/>
              </w:rPr>
              <w:t xml:space="preserve">, </w:t>
            </w:r>
            <w:r w:rsidRPr="00CD1C91">
              <w:rPr>
                <w:sz w:val="18"/>
                <w:szCs w:val="18"/>
                <w:lang w:eastAsia="ru-RU"/>
              </w:rPr>
              <w:t xml:space="preserve">заключенных по результатам </w:t>
            </w:r>
            <w:r>
              <w:rPr>
                <w:sz w:val="18"/>
                <w:szCs w:val="18"/>
                <w:lang w:eastAsia="ru-RU"/>
              </w:rPr>
              <w:t xml:space="preserve">закупок, при осуществлении которых определения поставщиков (подрядчиков, исполнителей) признаны </w:t>
            </w:r>
            <w:r w:rsidRPr="00CD1C91">
              <w:rPr>
                <w:sz w:val="18"/>
                <w:szCs w:val="18"/>
                <w:lang w:eastAsia="ru-RU"/>
              </w:rPr>
              <w:t>несостоявши</w:t>
            </w:r>
            <w:r>
              <w:rPr>
                <w:sz w:val="18"/>
                <w:szCs w:val="18"/>
                <w:lang w:eastAsia="ru-RU"/>
              </w:rPr>
              <w:t>ми</w:t>
            </w:r>
            <w:r w:rsidRPr="00CD1C91">
              <w:rPr>
                <w:sz w:val="18"/>
                <w:szCs w:val="18"/>
                <w:lang w:eastAsia="ru-RU"/>
              </w:rPr>
              <w:t xml:space="preserve">ся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3956" w:rsidRPr="00CD1C91" w:rsidRDefault="00573956" w:rsidP="00CD1C91">
            <w:pPr>
              <w:ind w:firstLine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21</w:t>
            </w:r>
            <w:r w:rsidRPr="00CD1C91">
              <w:rPr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CD1C91" w:rsidRDefault="00573956" w:rsidP="00CD1C91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441ED2">
            <w:pPr>
              <w:spacing w:line="200" w:lineRule="exact"/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441ED2">
            <w:pPr>
              <w:spacing w:line="200" w:lineRule="exact"/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441ED2">
            <w:pPr>
              <w:spacing w:line="200" w:lineRule="exact"/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441ED2">
            <w:pPr>
              <w:spacing w:line="200" w:lineRule="exact"/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441ED2">
            <w:pPr>
              <w:spacing w:line="200" w:lineRule="exact"/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441ED2">
            <w:pPr>
              <w:spacing w:line="200" w:lineRule="exact"/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441ED2">
            <w:pPr>
              <w:spacing w:line="200" w:lineRule="exact"/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441ED2">
            <w:pPr>
              <w:spacing w:line="200" w:lineRule="exact"/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441ED2">
            <w:pPr>
              <w:spacing w:line="200" w:lineRule="exact"/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441ED2">
            <w:pPr>
              <w:spacing w:line="200" w:lineRule="exact"/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15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441ED2">
            <w:pPr>
              <w:spacing w:line="200" w:lineRule="exact"/>
              <w:ind w:firstLine="0"/>
              <w:contextualSpacing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441ED2">
            <w:pPr>
              <w:spacing w:line="200" w:lineRule="exact"/>
              <w:ind w:firstLine="0"/>
              <w:contextualSpacing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</w:tr>
      <w:tr w:rsidR="00573956" w:rsidRPr="00461C61" w:rsidTr="00985A8E">
        <w:trPr>
          <w:trHeight w:val="120"/>
        </w:trPr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573956" w:rsidRPr="00CD1C91" w:rsidRDefault="00573956" w:rsidP="00CD1C91">
            <w:pPr>
              <w:ind w:firstLine="0"/>
              <w:rPr>
                <w:sz w:val="18"/>
                <w:szCs w:val="18"/>
                <w:lang w:eastAsia="ru-RU"/>
              </w:rPr>
            </w:pPr>
            <w:r w:rsidRPr="00CD1C91">
              <w:rPr>
                <w:sz w:val="18"/>
                <w:szCs w:val="18"/>
                <w:lang w:eastAsia="ru-RU"/>
              </w:rPr>
              <w:t xml:space="preserve">Из строки </w:t>
            </w:r>
            <w:r>
              <w:rPr>
                <w:sz w:val="18"/>
                <w:szCs w:val="18"/>
                <w:lang w:eastAsia="ru-RU"/>
              </w:rPr>
              <w:t>21110</w:t>
            </w:r>
            <w:r w:rsidRPr="00CD1C91">
              <w:rPr>
                <w:sz w:val="18"/>
                <w:szCs w:val="18"/>
                <w:lang w:eastAsia="ru-RU"/>
              </w:rPr>
              <w:t xml:space="preserve"> -</w:t>
            </w:r>
            <w:r w:rsidRPr="00CD1C91">
              <w:rPr>
                <w:sz w:val="18"/>
                <w:szCs w:val="18"/>
                <w:lang w:eastAsia="ru-RU"/>
              </w:rPr>
              <w:br/>
              <w:t>заключено контрактов жизненного цикла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3956" w:rsidRPr="00CD1C91" w:rsidRDefault="00573956" w:rsidP="00CD1C91">
            <w:pPr>
              <w:ind w:firstLine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21</w:t>
            </w:r>
            <w:r w:rsidRPr="00CD1C91">
              <w:rPr>
                <w:sz w:val="18"/>
                <w:szCs w:val="18"/>
                <w:lang w:eastAsia="ru-RU"/>
              </w:rPr>
              <w:t>112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CD1C91" w:rsidRDefault="00573956" w:rsidP="00CD1C91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441ED2">
            <w:pPr>
              <w:spacing w:line="200" w:lineRule="exact"/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441ED2">
            <w:pPr>
              <w:spacing w:line="200" w:lineRule="exact"/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441ED2">
            <w:pPr>
              <w:spacing w:line="200" w:lineRule="exact"/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441ED2">
            <w:pPr>
              <w:spacing w:line="200" w:lineRule="exact"/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441ED2">
            <w:pPr>
              <w:spacing w:line="200" w:lineRule="exact"/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441ED2">
            <w:pPr>
              <w:spacing w:line="200" w:lineRule="exact"/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441ED2">
            <w:pPr>
              <w:spacing w:line="200" w:lineRule="exact"/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441ED2">
            <w:pPr>
              <w:spacing w:line="200" w:lineRule="exact"/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441ED2">
            <w:pPr>
              <w:spacing w:line="200" w:lineRule="exact"/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441ED2">
            <w:pPr>
              <w:spacing w:line="200" w:lineRule="exact"/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15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441ED2">
            <w:pPr>
              <w:spacing w:line="200" w:lineRule="exact"/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441ED2">
            <w:pPr>
              <w:spacing w:line="200" w:lineRule="exact"/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</w:tr>
      <w:tr w:rsidR="00573956" w:rsidRPr="00461C61" w:rsidTr="00985A8E">
        <w:trPr>
          <w:trHeight w:val="70"/>
        </w:trPr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573956" w:rsidRPr="00CD1C91" w:rsidRDefault="00573956" w:rsidP="00382F77">
            <w:pPr>
              <w:ind w:firstLine="0"/>
              <w:rPr>
                <w:sz w:val="18"/>
                <w:szCs w:val="18"/>
                <w:lang w:eastAsia="ru-RU"/>
              </w:rPr>
            </w:pPr>
            <w:r w:rsidRPr="00CD1C91">
              <w:rPr>
                <w:sz w:val="18"/>
                <w:szCs w:val="18"/>
                <w:lang w:eastAsia="ru-RU"/>
              </w:rPr>
              <w:t xml:space="preserve">Из строки </w:t>
            </w:r>
            <w:r>
              <w:rPr>
                <w:sz w:val="18"/>
                <w:szCs w:val="18"/>
                <w:lang w:eastAsia="ru-RU"/>
              </w:rPr>
              <w:t>21110</w:t>
            </w:r>
            <w:r w:rsidRPr="00CD1C91">
              <w:rPr>
                <w:sz w:val="18"/>
                <w:szCs w:val="18"/>
                <w:lang w:eastAsia="ru-RU"/>
              </w:rPr>
              <w:t xml:space="preserve"> -</w:t>
            </w:r>
            <w:r w:rsidRPr="00CD1C91">
              <w:rPr>
                <w:sz w:val="18"/>
                <w:szCs w:val="18"/>
                <w:lang w:eastAsia="ru-RU"/>
              </w:rPr>
              <w:br/>
              <w:t xml:space="preserve">заключено контрактов на </w:t>
            </w:r>
            <w:r w:rsidRPr="00CD1C91">
              <w:rPr>
                <w:sz w:val="18"/>
                <w:szCs w:val="18"/>
                <w:lang w:eastAsia="ru-RU"/>
              </w:rPr>
              <w:br/>
              <w:t>закупку инновационной и высокотехнологичной продукции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3956" w:rsidRPr="00CD1C91" w:rsidRDefault="00573956" w:rsidP="00CD1C91">
            <w:pPr>
              <w:ind w:firstLine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21</w:t>
            </w:r>
            <w:r w:rsidRPr="00CD1C91">
              <w:rPr>
                <w:sz w:val="18"/>
                <w:szCs w:val="18"/>
                <w:lang w:eastAsia="ru-RU"/>
              </w:rPr>
              <w:t>113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CD1C91" w:rsidRDefault="00573956" w:rsidP="00CD1C91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41ED2" w:rsidRDefault="00573956" w:rsidP="00441ED2">
            <w:pPr>
              <w:pStyle w:val="Header"/>
              <w:spacing w:line="200" w:lineRule="exact"/>
              <w:contextualSpacing/>
              <w:jc w:val="center"/>
              <w:rPr>
                <w:sz w:val="32"/>
                <w:szCs w:val="32"/>
              </w:rPr>
            </w:pPr>
            <w:r w:rsidRPr="00441ED2">
              <w:rPr>
                <w:sz w:val="32"/>
                <w:szCs w:val="32"/>
              </w:rPr>
              <w:t>х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441ED2">
            <w:pPr>
              <w:spacing w:line="200" w:lineRule="exact"/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441ED2">
            <w:pPr>
              <w:spacing w:line="200" w:lineRule="exact"/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441ED2">
            <w:pPr>
              <w:spacing w:line="200" w:lineRule="exact"/>
              <w:ind w:firstLine="0"/>
              <w:contextualSpacing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441ED2">
            <w:pPr>
              <w:spacing w:line="200" w:lineRule="exact"/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441ED2">
            <w:pPr>
              <w:spacing w:line="200" w:lineRule="exact"/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441ED2">
            <w:pPr>
              <w:spacing w:line="200" w:lineRule="exact"/>
              <w:ind w:firstLine="0"/>
              <w:contextualSpacing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441ED2">
            <w:pPr>
              <w:spacing w:line="200" w:lineRule="exact"/>
              <w:ind w:firstLine="0"/>
              <w:contextualSpacing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441ED2">
            <w:pPr>
              <w:spacing w:line="200" w:lineRule="exact"/>
              <w:ind w:firstLine="0"/>
              <w:contextualSpacing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441ED2">
            <w:pPr>
              <w:spacing w:line="200" w:lineRule="exact"/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15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441ED2">
            <w:pPr>
              <w:spacing w:line="200" w:lineRule="exact"/>
              <w:ind w:firstLine="0"/>
              <w:contextualSpacing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441ED2">
            <w:pPr>
              <w:spacing w:line="200" w:lineRule="exact"/>
              <w:ind w:firstLine="0"/>
              <w:contextualSpacing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</w:tr>
      <w:tr w:rsidR="00573956" w:rsidRPr="00461C61" w:rsidTr="00985A8E">
        <w:trPr>
          <w:trHeight w:val="70"/>
        </w:trPr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573956" w:rsidRPr="00CD1C91" w:rsidRDefault="00573956" w:rsidP="00CD1C91">
            <w:pPr>
              <w:ind w:firstLine="0"/>
              <w:rPr>
                <w:sz w:val="18"/>
                <w:szCs w:val="18"/>
                <w:lang w:eastAsia="ru-RU"/>
              </w:rPr>
            </w:pPr>
            <w:r w:rsidRPr="00CD1C91">
              <w:rPr>
                <w:sz w:val="18"/>
                <w:szCs w:val="18"/>
                <w:lang w:eastAsia="ru-RU"/>
              </w:rPr>
              <w:t xml:space="preserve">Из строки </w:t>
            </w:r>
            <w:r>
              <w:rPr>
                <w:sz w:val="18"/>
                <w:szCs w:val="18"/>
                <w:lang w:eastAsia="ru-RU"/>
              </w:rPr>
              <w:t>21110</w:t>
            </w:r>
            <w:r w:rsidRPr="00CD1C91">
              <w:rPr>
                <w:sz w:val="18"/>
                <w:szCs w:val="18"/>
                <w:lang w:eastAsia="ru-RU"/>
              </w:rPr>
              <w:t xml:space="preserve"> -</w:t>
            </w:r>
            <w:r w:rsidRPr="00CD1C91">
              <w:rPr>
                <w:sz w:val="18"/>
                <w:szCs w:val="18"/>
                <w:lang w:eastAsia="ru-RU"/>
              </w:rPr>
              <w:br/>
              <w:t>количество контрактов, заключенных по результатам проведения совместных конкурсов, аукционов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3956" w:rsidRPr="00CD1C91" w:rsidRDefault="00573956" w:rsidP="00CD1C91">
            <w:pPr>
              <w:ind w:firstLine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21</w:t>
            </w:r>
            <w:r w:rsidRPr="00CD1C91">
              <w:rPr>
                <w:sz w:val="18"/>
                <w:szCs w:val="18"/>
                <w:lang w:eastAsia="ru-RU"/>
              </w:rPr>
              <w:t>114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CD1C91" w:rsidRDefault="00573956" w:rsidP="00CD1C91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441ED2">
            <w:pPr>
              <w:spacing w:line="220" w:lineRule="exact"/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441ED2">
            <w:pPr>
              <w:spacing w:line="220" w:lineRule="exact"/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441ED2">
            <w:pPr>
              <w:spacing w:line="220" w:lineRule="exact"/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441ED2">
            <w:pPr>
              <w:spacing w:line="220" w:lineRule="exact"/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441ED2">
            <w:pPr>
              <w:spacing w:line="220" w:lineRule="exact"/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441ED2">
            <w:pPr>
              <w:spacing w:line="220" w:lineRule="exact"/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441ED2">
            <w:pPr>
              <w:spacing w:line="220" w:lineRule="exact"/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441ED2">
            <w:pPr>
              <w:spacing w:line="220" w:lineRule="exact"/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441ED2">
            <w:pPr>
              <w:spacing w:line="220" w:lineRule="exact"/>
              <w:ind w:firstLine="0"/>
              <w:contextualSpacing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441ED2">
            <w:pPr>
              <w:spacing w:line="220" w:lineRule="exact"/>
              <w:ind w:firstLine="0"/>
              <w:contextualSpacing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  <w:tc>
          <w:tcPr>
            <w:tcW w:w="15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441ED2">
            <w:pPr>
              <w:spacing w:line="220" w:lineRule="exact"/>
              <w:ind w:firstLine="0"/>
              <w:contextualSpacing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441ED2">
            <w:pPr>
              <w:spacing w:line="220" w:lineRule="exact"/>
              <w:ind w:firstLine="0"/>
              <w:contextualSpacing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</w:tr>
      <w:tr w:rsidR="00573956" w:rsidRPr="00461C61" w:rsidTr="00985A8E">
        <w:trPr>
          <w:trHeight w:val="285"/>
        </w:trPr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573956" w:rsidRPr="00CD1C91" w:rsidRDefault="00573956" w:rsidP="00382F77">
            <w:pPr>
              <w:ind w:firstLine="0"/>
              <w:rPr>
                <w:sz w:val="18"/>
                <w:szCs w:val="18"/>
                <w:lang w:eastAsia="ru-RU"/>
              </w:rPr>
            </w:pPr>
            <w:r w:rsidRPr="00CD1C91">
              <w:rPr>
                <w:sz w:val="18"/>
                <w:szCs w:val="18"/>
                <w:lang w:eastAsia="ru-RU"/>
              </w:rPr>
              <w:t xml:space="preserve">Из строки </w:t>
            </w:r>
            <w:r>
              <w:rPr>
                <w:sz w:val="18"/>
                <w:szCs w:val="18"/>
                <w:lang w:eastAsia="ru-RU"/>
              </w:rPr>
              <w:t>21110</w:t>
            </w:r>
            <w:r w:rsidRPr="00CD1C91">
              <w:rPr>
                <w:sz w:val="18"/>
                <w:szCs w:val="18"/>
                <w:lang w:eastAsia="ru-RU"/>
              </w:rPr>
              <w:t xml:space="preserve"> -</w:t>
            </w:r>
            <w:r w:rsidRPr="00CD1C91">
              <w:rPr>
                <w:sz w:val="18"/>
                <w:szCs w:val="18"/>
                <w:lang w:eastAsia="ru-RU"/>
              </w:rPr>
              <w:br/>
              <w:t>количество контрактов, заключенных по результатам несостоявшихся совместных конкурсов, аукционов</w:t>
            </w:r>
            <w:r>
              <w:rPr>
                <w:sz w:val="18"/>
                <w:szCs w:val="18"/>
                <w:lang w:eastAsia="ru-RU"/>
              </w:rPr>
              <w:t xml:space="preserve"> (</w:t>
            </w:r>
            <w:r w:rsidRPr="00617BB1">
              <w:rPr>
                <w:sz w:val="18"/>
                <w:szCs w:val="18"/>
                <w:lang w:eastAsia="ru-RU"/>
              </w:rPr>
              <w:t>в соответствии с п. 25 ч. 1 ст. 93 Закона № 44-ФЗ</w:t>
            </w:r>
            <w:r w:rsidRPr="00106343">
              <w:rPr>
                <w:sz w:val="18"/>
                <w:szCs w:val="18"/>
                <w:lang w:eastAsia="ru-RU"/>
              </w:rPr>
              <w:t>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3956" w:rsidRPr="00CD1C91" w:rsidRDefault="00573956" w:rsidP="00CD1C91">
            <w:pPr>
              <w:ind w:firstLine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21</w:t>
            </w:r>
            <w:r w:rsidRPr="00CD1C91">
              <w:rPr>
                <w:sz w:val="18"/>
                <w:szCs w:val="18"/>
                <w:lang w:eastAsia="ru-RU"/>
              </w:rPr>
              <w:t>115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CD1C91" w:rsidRDefault="00573956" w:rsidP="00CD1C91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441ED2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441ED2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441ED2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441ED2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441ED2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441ED2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441ED2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441ED2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441ED2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441ED2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  <w:tc>
          <w:tcPr>
            <w:tcW w:w="15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441ED2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441ED2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</w:tr>
      <w:tr w:rsidR="00573956" w:rsidRPr="00461C61" w:rsidTr="00985A8E">
        <w:trPr>
          <w:trHeight w:val="209"/>
        </w:trPr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573956" w:rsidRPr="00CD1C91" w:rsidRDefault="00573956" w:rsidP="00B22D34">
            <w:pPr>
              <w:ind w:firstLine="0"/>
              <w:rPr>
                <w:sz w:val="18"/>
                <w:szCs w:val="18"/>
                <w:lang w:eastAsia="ru-RU"/>
              </w:rPr>
            </w:pPr>
            <w:r w:rsidRPr="00CD1C91">
              <w:rPr>
                <w:sz w:val="18"/>
                <w:szCs w:val="18"/>
                <w:lang w:eastAsia="ru-RU"/>
              </w:rPr>
              <w:t xml:space="preserve">Из строки </w:t>
            </w:r>
            <w:r>
              <w:rPr>
                <w:sz w:val="18"/>
                <w:szCs w:val="18"/>
                <w:lang w:eastAsia="ru-RU"/>
              </w:rPr>
              <w:t>21110</w:t>
            </w:r>
            <w:r w:rsidRPr="00CD1C91">
              <w:rPr>
                <w:sz w:val="18"/>
                <w:szCs w:val="18"/>
                <w:lang w:eastAsia="ru-RU"/>
              </w:rPr>
              <w:t xml:space="preserve"> -</w:t>
            </w:r>
            <w:r w:rsidRPr="00CD1C91">
              <w:rPr>
                <w:sz w:val="18"/>
                <w:szCs w:val="18"/>
                <w:lang w:eastAsia="ru-RU"/>
              </w:rPr>
              <w:br/>
              <w:t>количество контрактов</w:t>
            </w:r>
            <w:r>
              <w:rPr>
                <w:sz w:val="18"/>
                <w:szCs w:val="18"/>
                <w:lang w:eastAsia="ru-RU"/>
              </w:rPr>
              <w:t xml:space="preserve">, </w:t>
            </w:r>
            <w:r w:rsidRPr="00CD1C91">
              <w:rPr>
                <w:sz w:val="18"/>
                <w:szCs w:val="18"/>
                <w:lang w:eastAsia="ru-RU"/>
              </w:rPr>
              <w:t xml:space="preserve">заключенных с </w:t>
            </w:r>
            <w:r>
              <w:rPr>
                <w:sz w:val="18"/>
                <w:szCs w:val="18"/>
                <w:lang w:eastAsia="ru-RU"/>
              </w:rPr>
              <w:t>российскими лицами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3956" w:rsidRPr="00CD1C91" w:rsidRDefault="00573956" w:rsidP="00CD1C91">
            <w:pPr>
              <w:ind w:firstLine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21</w:t>
            </w:r>
            <w:r w:rsidRPr="00CD1C91">
              <w:rPr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CD1C91" w:rsidRDefault="00573956" w:rsidP="00F7446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135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5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</w:t>
            </w:r>
          </w:p>
        </w:tc>
      </w:tr>
      <w:tr w:rsidR="00573956" w:rsidRPr="00461C61" w:rsidTr="00985A8E">
        <w:trPr>
          <w:trHeight w:val="20"/>
        </w:trPr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573956" w:rsidRPr="00461C61" w:rsidRDefault="00573956" w:rsidP="008D256E">
            <w:pPr>
              <w:autoSpaceDE w:val="0"/>
              <w:autoSpaceDN w:val="0"/>
              <w:adjustRightInd w:val="0"/>
              <w:ind w:firstLine="540"/>
              <w:jc w:val="both"/>
              <w:rPr>
                <w:sz w:val="18"/>
                <w:szCs w:val="18"/>
              </w:rPr>
            </w:pPr>
            <w:r w:rsidRPr="00CD1C91">
              <w:rPr>
                <w:sz w:val="18"/>
                <w:szCs w:val="18"/>
                <w:lang w:eastAsia="ru-RU"/>
              </w:rPr>
              <w:t xml:space="preserve">из них:  </w:t>
            </w:r>
            <w:r>
              <w:rPr>
                <w:sz w:val="18"/>
                <w:szCs w:val="18"/>
                <w:lang w:eastAsia="ru-RU"/>
              </w:rPr>
              <w:t xml:space="preserve">с </w:t>
            </w:r>
            <w:r w:rsidRPr="00CD1C91">
              <w:rPr>
                <w:sz w:val="18"/>
                <w:szCs w:val="18"/>
                <w:lang w:eastAsia="ru-RU"/>
              </w:rPr>
              <w:t xml:space="preserve">учреждениями </w:t>
            </w:r>
            <w:r w:rsidRPr="00461C61">
              <w:rPr>
                <w:sz w:val="18"/>
                <w:szCs w:val="18"/>
              </w:rPr>
              <w:t>и предприятиями уголовно-исполнительной системы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3956" w:rsidRPr="00CD1C91" w:rsidRDefault="00573956" w:rsidP="00F7446F">
            <w:pPr>
              <w:ind w:firstLine="0"/>
              <w:contextualSpacing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21</w:t>
            </w:r>
            <w:r w:rsidRPr="00CD1C91">
              <w:rPr>
                <w:sz w:val="18"/>
                <w:szCs w:val="18"/>
                <w:lang w:eastAsia="ru-RU"/>
              </w:rPr>
              <w:t>117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CD1C91" w:rsidRDefault="00573956" w:rsidP="00F7446F">
            <w:pPr>
              <w:ind w:firstLine="0"/>
              <w:contextualSpacing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5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18"/>
                <w:szCs w:val="18"/>
              </w:rPr>
            </w:pPr>
          </w:p>
        </w:tc>
      </w:tr>
      <w:tr w:rsidR="00573956" w:rsidRPr="00461C61" w:rsidTr="00985A8E">
        <w:trPr>
          <w:trHeight w:val="70"/>
        </w:trPr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573956" w:rsidRPr="00CD1C91" w:rsidRDefault="00573956" w:rsidP="00CD1C91">
            <w:pPr>
              <w:ind w:firstLine="0"/>
              <w:rPr>
                <w:sz w:val="18"/>
                <w:szCs w:val="18"/>
                <w:lang w:eastAsia="ru-RU"/>
              </w:rPr>
            </w:pPr>
            <w:r w:rsidRPr="00CD1C91">
              <w:rPr>
                <w:sz w:val="18"/>
                <w:szCs w:val="18"/>
                <w:lang w:eastAsia="ru-RU"/>
              </w:rPr>
              <w:t xml:space="preserve">             с организациями инвалидов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3956" w:rsidRPr="00CD1C91" w:rsidRDefault="00573956" w:rsidP="00CD1C91">
            <w:pPr>
              <w:ind w:firstLine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21</w:t>
            </w:r>
            <w:r w:rsidRPr="00CD1C91">
              <w:rPr>
                <w:sz w:val="18"/>
                <w:szCs w:val="18"/>
                <w:lang w:eastAsia="ru-RU"/>
              </w:rPr>
              <w:t>118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CD1C91" w:rsidRDefault="00573956" w:rsidP="00F7446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5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18"/>
                <w:szCs w:val="18"/>
              </w:rPr>
            </w:pPr>
          </w:p>
        </w:tc>
      </w:tr>
      <w:tr w:rsidR="00573956" w:rsidRPr="00461C61" w:rsidTr="00985A8E">
        <w:trPr>
          <w:trHeight w:val="70"/>
        </w:trPr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573956" w:rsidRPr="0044382F" w:rsidRDefault="00573956" w:rsidP="00997750">
            <w:pPr>
              <w:ind w:firstLine="0"/>
              <w:rPr>
                <w:bCs/>
                <w:sz w:val="18"/>
                <w:szCs w:val="18"/>
                <w:lang w:eastAsia="ru-RU"/>
              </w:rPr>
            </w:pPr>
            <w:r w:rsidRPr="0044382F">
              <w:rPr>
                <w:bCs/>
                <w:sz w:val="18"/>
                <w:szCs w:val="18"/>
                <w:lang w:eastAsia="ru-RU"/>
              </w:rPr>
              <w:t>3. Внесено изменений в контракты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3956" w:rsidRPr="0044382F" w:rsidRDefault="00573956" w:rsidP="00CD1C91">
            <w:pPr>
              <w:ind w:firstLine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21</w:t>
            </w:r>
            <w:r w:rsidRPr="0044382F">
              <w:rPr>
                <w:sz w:val="18"/>
                <w:szCs w:val="18"/>
                <w:lang w:eastAsia="ru-RU"/>
              </w:rPr>
              <w:t>119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4382F" w:rsidRDefault="00573956" w:rsidP="00F7446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5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18"/>
                <w:szCs w:val="18"/>
              </w:rPr>
            </w:pPr>
          </w:p>
        </w:tc>
      </w:tr>
      <w:tr w:rsidR="00573956" w:rsidRPr="00461C61" w:rsidTr="00985A8E">
        <w:trPr>
          <w:trHeight w:val="70"/>
        </w:trPr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573956" w:rsidRPr="0044382F" w:rsidRDefault="00573956" w:rsidP="00CD1C91">
            <w:pPr>
              <w:ind w:firstLine="0"/>
              <w:rPr>
                <w:bCs/>
                <w:sz w:val="18"/>
                <w:szCs w:val="18"/>
                <w:lang w:eastAsia="ru-RU"/>
              </w:rPr>
            </w:pPr>
            <w:r w:rsidRPr="0044382F">
              <w:rPr>
                <w:bCs/>
                <w:sz w:val="18"/>
                <w:szCs w:val="18"/>
                <w:lang w:eastAsia="ru-RU"/>
              </w:rPr>
              <w:t>4. Расторгнуто контрактов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3956" w:rsidRPr="0044382F" w:rsidRDefault="00573956" w:rsidP="00CD1C91">
            <w:pPr>
              <w:ind w:firstLine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21</w:t>
            </w:r>
            <w:r w:rsidRPr="0044382F">
              <w:rPr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4382F" w:rsidRDefault="00573956" w:rsidP="00F7446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5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18"/>
                <w:szCs w:val="18"/>
              </w:rPr>
            </w:pPr>
          </w:p>
        </w:tc>
      </w:tr>
      <w:tr w:rsidR="00573956" w:rsidRPr="00461C61" w:rsidTr="00985A8E">
        <w:trPr>
          <w:trHeight w:val="70"/>
        </w:trPr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573956" w:rsidRPr="00CD1C91" w:rsidRDefault="00573956" w:rsidP="00CD1C91">
            <w:pPr>
              <w:ind w:firstLine="0"/>
              <w:rPr>
                <w:sz w:val="18"/>
                <w:szCs w:val="18"/>
                <w:lang w:eastAsia="ru-RU"/>
              </w:rPr>
            </w:pPr>
            <w:r w:rsidRPr="00CD1C91">
              <w:rPr>
                <w:sz w:val="18"/>
                <w:szCs w:val="18"/>
                <w:lang w:eastAsia="ru-RU"/>
              </w:rPr>
              <w:t>в том числе:  по соглашению сторон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3956" w:rsidRPr="00CD1C91" w:rsidRDefault="00573956" w:rsidP="00CD1C91">
            <w:pPr>
              <w:ind w:firstLine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21</w:t>
            </w:r>
            <w:r w:rsidRPr="00CD1C91">
              <w:rPr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CD1C91" w:rsidRDefault="00573956" w:rsidP="00F7446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5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18"/>
                <w:szCs w:val="18"/>
              </w:rPr>
            </w:pPr>
          </w:p>
        </w:tc>
      </w:tr>
      <w:tr w:rsidR="00573956" w:rsidRPr="00461C61" w:rsidTr="00985A8E">
        <w:trPr>
          <w:trHeight w:val="70"/>
        </w:trPr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573956" w:rsidRPr="00CD1C91" w:rsidRDefault="00573956" w:rsidP="00CD1C91">
            <w:pPr>
              <w:ind w:firstLine="0"/>
              <w:rPr>
                <w:sz w:val="18"/>
                <w:szCs w:val="18"/>
                <w:lang w:eastAsia="ru-RU"/>
              </w:rPr>
            </w:pPr>
            <w:r w:rsidRPr="00CD1C91">
              <w:rPr>
                <w:sz w:val="18"/>
                <w:szCs w:val="18"/>
                <w:lang w:eastAsia="ru-RU"/>
              </w:rPr>
              <w:t xml:space="preserve">                     в случае одностороннего отказа заказчика от исполнения контракта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3956" w:rsidRPr="00CD1C91" w:rsidRDefault="00573956" w:rsidP="00CD1C91">
            <w:pPr>
              <w:ind w:firstLine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21</w:t>
            </w:r>
            <w:r w:rsidRPr="00CD1C91">
              <w:rPr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CD1C91" w:rsidRDefault="00573956" w:rsidP="00F7446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5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18"/>
                <w:szCs w:val="18"/>
              </w:rPr>
            </w:pPr>
          </w:p>
        </w:tc>
      </w:tr>
      <w:tr w:rsidR="00573956" w:rsidRPr="00461C61" w:rsidTr="00985A8E">
        <w:trPr>
          <w:trHeight w:val="70"/>
        </w:trPr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573956" w:rsidRPr="00CD1C91" w:rsidRDefault="00573956" w:rsidP="00CD1C91">
            <w:pPr>
              <w:ind w:firstLine="0"/>
              <w:rPr>
                <w:sz w:val="18"/>
                <w:szCs w:val="18"/>
                <w:lang w:eastAsia="ru-RU"/>
              </w:rPr>
            </w:pPr>
            <w:r w:rsidRPr="00CD1C91">
              <w:rPr>
                <w:sz w:val="18"/>
                <w:szCs w:val="18"/>
                <w:lang w:eastAsia="ru-RU"/>
              </w:rPr>
              <w:t xml:space="preserve">                    в случае одностороннего отказа поставщика (подрядчика, исполнителя) от исполнения контракта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3956" w:rsidRPr="00CD1C91" w:rsidRDefault="00573956" w:rsidP="00CD1C91">
            <w:pPr>
              <w:ind w:firstLine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21</w:t>
            </w:r>
            <w:r w:rsidRPr="00CD1C91">
              <w:rPr>
                <w:sz w:val="18"/>
                <w:szCs w:val="18"/>
                <w:lang w:eastAsia="ru-RU"/>
              </w:rPr>
              <w:t>123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CD1C91" w:rsidRDefault="00573956" w:rsidP="00F7446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5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18"/>
                <w:szCs w:val="18"/>
              </w:rPr>
            </w:pPr>
          </w:p>
        </w:tc>
      </w:tr>
      <w:tr w:rsidR="00573956" w:rsidRPr="00461C61" w:rsidTr="00985A8E">
        <w:trPr>
          <w:trHeight w:val="136"/>
        </w:trPr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573956" w:rsidRPr="00CD1C91" w:rsidRDefault="00573956" w:rsidP="00CD1C91">
            <w:pPr>
              <w:ind w:firstLine="0"/>
              <w:rPr>
                <w:sz w:val="18"/>
                <w:szCs w:val="18"/>
                <w:lang w:eastAsia="ru-RU"/>
              </w:rPr>
            </w:pPr>
            <w:r w:rsidRPr="00CD1C91">
              <w:rPr>
                <w:sz w:val="18"/>
                <w:szCs w:val="18"/>
                <w:lang w:eastAsia="ru-RU"/>
              </w:rPr>
              <w:t xml:space="preserve">                   по решению суда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3956" w:rsidRPr="00CD1C91" w:rsidRDefault="00573956" w:rsidP="00CD1C91">
            <w:pPr>
              <w:ind w:firstLine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21</w:t>
            </w:r>
            <w:r w:rsidRPr="00CD1C91">
              <w:rPr>
                <w:sz w:val="18"/>
                <w:szCs w:val="18"/>
                <w:lang w:eastAsia="ru-RU"/>
              </w:rPr>
              <w:t>124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CD1C91" w:rsidRDefault="00573956" w:rsidP="00F7446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5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18"/>
                <w:szCs w:val="18"/>
              </w:rPr>
            </w:pPr>
          </w:p>
        </w:tc>
      </w:tr>
      <w:tr w:rsidR="00573956" w:rsidRPr="00461C61" w:rsidTr="00985A8E">
        <w:trPr>
          <w:trHeight w:val="622"/>
        </w:trPr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573956" w:rsidRPr="00CD1C91" w:rsidRDefault="00573956" w:rsidP="00382F77">
            <w:pPr>
              <w:ind w:firstLine="0"/>
              <w:rPr>
                <w:sz w:val="18"/>
                <w:szCs w:val="18"/>
                <w:lang w:eastAsia="ru-RU"/>
              </w:rPr>
            </w:pPr>
            <w:r w:rsidRPr="00CD1C91">
              <w:rPr>
                <w:sz w:val="18"/>
                <w:szCs w:val="18"/>
                <w:lang w:eastAsia="ru-RU"/>
              </w:rPr>
              <w:t xml:space="preserve">Из строки </w:t>
            </w:r>
            <w:r>
              <w:rPr>
                <w:sz w:val="18"/>
                <w:szCs w:val="18"/>
                <w:lang w:eastAsia="ru-RU"/>
              </w:rPr>
              <w:t>21</w:t>
            </w:r>
            <w:r w:rsidRPr="00CD1C91">
              <w:rPr>
                <w:sz w:val="18"/>
                <w:szCs w:val="18"/>
                <w:lang w:eastAsia="ru-RU"/>
              </w:rPr>
              <w:t xml:space="preserve">120 - </w:t>
            </w:r>
            <w:r w:rsidRPr="00CD1C91">
              <w:rPr>
                <w:sz w:val="18"/>
                <w:szCs w:val="18"/>
                <w:lang w:eastAsia="ru-RU"/>
              </w:rPr>
              <w:br/>
              <w:t>расторгнуто контрактов на закупку продовольствия, средств, необходимых для оказания скорой, в том числе скорой специализированной, медицинской помощи в экстренной или неотложной форме, лекарственных средств, топлива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3956" w:rsidRPr="00CD1C91" w:rsidRDefault="00573956" w:rsidP="00CD1C91">
            <w:pPr>
              <w:ind w:firstLine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21</w:t>
            </w:r>
            <w:r w:rsidRPr="00CD1C91">
              <w:rPr>
                <w:sz w:val="18"/>
                <w:szCs w:val="18"/>
                <w:lang w:eastAsia="ru-RU"/>
              </w:rPr>
              <w:t>125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CD1C91" w:rsidRDefault="00573956" w:rsidP="00F7446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5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18"/>
                <w:szCs w:val="18"/>
              </w:rPr>
            </w:pPr>
          </w:p>
        </w:tc>
      </w:tr>
      <w:tr w:rsidR="00573956" w:rsidRPr="00461C61" w:rsidTr="00985A8E">
        <w:trPr>
          <w:trHeight w:val="283"/>
        </w:trPr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573956" w:rsidRPr="0044382F" w:rsidRDefault="00573956" w:rsidP="00EB08AD">
            <w:pPr>
              <w:ind w:firstLine="0"/>
              <w:rPr>
                <w:bCs/>
                <w:sz w:val="18"/>
                <w:szCs w:val="18"/>
                <w:lang w:eastAsia="ru-RU"/>
              </w:rPr>
            </w:pPr>
            <w:r w:rsidRPr="0044382F">
              <w:rPr>
                <w:bCs/>
                <w:sz w:val="18"/>
                <w:szCs w:val="18"/>
                <w:lang w:eastAsia="ru-RU"/>
              </w:rPr>
              <w:t xml:space="preserve">5. Количество </w:t>
            </w:r>
            <w:r w:rsidRPr="00163C16">
              <w:rPr>
                <w:sz w:val="18"/>
                <w:szCs w:val="18"/>
                <w:lang w:eastAsia="ru-RU"/>
              </w:rPr>
              <w:t>закупок</w:t>
            </w:r>
            <w:r>
              <w:rPr>
                <w:sz w:val="18"/>
                <w:szCs w:val="18"/>
                <w:lang w:eastAsia="ru-RU"/>
              </w:rPr>
              <w:t xml:space="preserve"> (лотов)</w:t>
            </w:r>
            <w:r w:rsidRPr="00163C16">
              <w:rPr>
                <w:sz w:val="18"/>
                <w:szCs w:val="18"/>
                <w:lang w:eastAsia="ru-RU"/>
              </w:rPr>
              <w:t xml:space="preserve">, осуществленных с применением  различных способов определения поставщиков (подрядчиков, исполнителей), признанных </w:t>
            </w:r>
            <w:r>
              <w:rPr>
                <w:bCs/>
                <w:sz w:val="18"/>
                <w:szCs w:val="18"/>
                <w:lang w:eastAsia="ru-RU"/>
              </w:rPr>
              <w:t>недействительными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3956" w:rsidRPr="0044382F" w:rsidRDefault="00573956" w:rsidP="00CD1C91">
            <w:pPr>
              <w:ind w:firstLine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21</w:t>
            </w:r>
            <w:r w:rsidRPr="0044382F">
              <w:rPr>
                <w:sz w:val="18"/>
                <w:szCs w:val="18"/>
                <w:lang w:eastAsia="ru-RU"/>
              </w:rPr>
              <w:t>126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4382F" w:rsidRDefault="00573956" w:rsidP="00CD1C91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441ED2">
            <w:pPr>
              <w:spacing w:line="180" w:lineRule="exact"/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441ED2">
            <w:pPr>
              <w:spacing w:line="180" w:lineRule="exact"/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441ED2">
            <w:pPr>
              <w:spacing w:line="180" w:lineRule="exact"/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441ED2">
            <w:pPr>
              <w:spacing w:line="180" w:lineRule="exact"/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441ED2">
            <w:pPr>
              <w:spacing w:line="180" w:lineRule="exact"/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441ED2">
            <w:pPr>
              <w:spacing w:line="180" w:lineRule="exact"/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441ED2">
            <w:pPr>
              <w:spacing w:line="180" w:lineRule="exact"/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441ED2">
            <w:pPr>
              <w:spacing w:line="180" w:lineRule="exact"/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441ED2">
            <w:pPr>
              <w:spacing w:line="180" w:lineRule="exact"/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441ED2">
            <w:pPr>
              <w:spacing w:line="180" w:lineRule="exact"/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15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441ED2">
            <w:pPr>
              <w:spacing w:line="180" w:lineRule="exact"/>
              <w:ind w:firstLine="0"/>
              <w:contextualSpacing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441ED2">
            <w:pPr>
              <w:spacing w:line="180" w:lineRule="exact"/>
              <w:ind w:firstLine="0"/>
              <w:contextualSpacing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</w:tr>
      <w:tr w:rsidR="00573956" w:rsidRPr="00461C61" w:rsidTr="00FC4F2F">
        <w:trPr>
          <w:trHeight w:val="285"/>
        </w:trPr>
        <w:tc>
          <w:tcPr>
            <w:tcW w:w="1587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3956" w:rsidRPr="00CD1C91" w:rsidRDefault="00573956" w:rsidP="0011064F">
            <w:pPr>
              <w:ind w:firstLine="0"/>
              <w:rPr>
                <w:b/>
                <w:bCs/>
                <w:color w:val="1F497D"/>
                <w:sz w:val="18"/>
                <w:szCs w:val="18"/>
                <w:lang w:eastAsia="ru-RU"/>
              </w:rPr>
            </w:pPr>
            <w:r w:rsidRPr="00CD1C91">
              <w:rPr>
                <w:b/>
                <w:bCs/>
                <w:color w:val="1F497D"/>
                <w:sz w:val="18"/>
                <w:szCs w:val="18"/>
                <w:lang w:eastAsia="ru-RU"/>
              </w:rPr>
              <w:t xml:space="preserve">2.2. Количественные характеристики </w:t>
            </w:r>
            <w:r>
              <w:rPr>
                <w:b/>
                <w:bCs/>
                <w:color w:val="1F497D"/>
                <w:sz w:val="18"/>
                <w:szCs w:val="18"/>
                <w:lang w:eastAsia="ru-RU"/>
              </w:rPr>
              <w:t xml:space="preserve">заявок, поданных для участия в </w:t>
            </w:r>
            <w:r w:rsidRPr="00CD1C91">
              <w:rPr>
                <w:b/>
                <w:bCs/>
                <w:color w:val="1F497D"/>
                <w:sz w:val="18"/>
                <w:szCs w:val="18"/>
                <w:lang w:eastAsia="ru-RU"/>
              </w:rPr>
              <w:t>закупк</w:t>
            </w:r>
            <w:r>
              <w:rPr>
                <w:b/>
                <w:bCs/>
                <w:color w:val="1F497D"/>
                <w:sz w:val="18"/>
                <w:szCs w:val="18"/>
                <w:lang w:eastAsia="ru-RU"/>
              </w:rPr>
              <w:t>ах</w:t>
            </w:r>
            <w:r w:rsidRPr="00CD1C91">
              <w:rPr>
                <w:b/>
                <w:bCs/>
                <w:color w:val="1F497D"/>
                <w:sz w:val="18"/>
                <w:szCs w:val="18"/>
                <w:lang w:eastAsia="ru-RU"/>
              </w:rPr>
              <w:t xml:space="preserve"> товаров, работ, услуг для обеспечения государственных и муниципальных нужд</w:t>
            </w:r>
          </w:p>
        </w:tc>
      </w:tr>
      <w:tr w:rsidR="00573956" w:rsidRPr="00461C61" w:rsidTr="00985A8E">
        <w:trPr>
          <w:trHeight w:val="70"/>
        </w:trPr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73956" w:rsidRPr="0044382F" w:rsidRDefault="00573956" w:rsidP="00F7446F">
            <w:pPr>
              <w:ind w:firstLine="0"/>
              <w:rPr>
                <w:bCs/>
                <w:sz w:val="18"/>
                <w:szCs w:val="18"/>
                <w:lang w:eastAsia="ru-RU"/>
              </w:rPr>
            </w:pPr>
            <w:r w:rsidRPr="0044382F">
              <w:rPr>
                <w:bCs/>
                <w:sz w:val="18"/>
                <w:szCs w:val="18"/>
                <w:lang w:eastAsia="ru-RU"/>
              </w:rPr>
              <w:t>1. Общее количество поданных заявок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3956" w:rsidRPr="0044382F" w:rsidRDefault="00573956" w:rsidP="00F7446F">
            <w:pPr>
              <w:ind w:firstLine="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22201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4382F" w:rsidRDefault="00573956" w:rsidP="00CD1C91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44382F">
              <w:rPr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color w:val="000000"/>
                <w:sz w:val="18"/>
                <w:szCs w:val="18"/>
                <w:lang w:eastAsia="ru-RU"/>
              </w:rPr>
              <w:t>64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</w:tr>
      <w:tr w:rsidR="00573956" w:rsidRPr="00461C61" w:rsidTr="00985A8E">
        <w:trPr>
          <w:trHeight w:val="553"/>
        </w:trPr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73956" w:rsidRPr="00CD1C91" w:rsidRDefault="00573956" w:rsidP="00F7446F">
            <w:pPr>
              <w:ind w:firstLine="0"/>
              <w:rPr>
                <w:sz w:val="18"/>
                <w:szCs w:val="18"/>
                <w:lang w:eastAsia="ru-RU"/>
              </w:rPr>
            </w:pPr>
            <w:r w:rsidRPr="00CD1C91">
              <w:rPr>
                <w:sz w:val="18"/>
                <w:szCs w:val="18"/>
                <w:lang w:eastAsia="ru-RU"/>
              </w:rPr>
              <w:t xml:space="preserve">Из строки </w:t>
            </w:r>
            <w:r>
              <w:rPr>
                <w:sz w:val="18"/>
                <w:szCs w:val="18"/>
                <w:lang w:eastAsia="ru-RU"/>
              </w:rPr>
              <w:t>22201</w:t>
            </w:r>
            <w:r w:rsidRPr="00CD1C91">
              <w:rPr>
                <w:sz w:val="18"/>
                <w:szCs w:val="18"/>
                <w:lang w:eastAsia="ru-RU"/>
              </w:rPr>
              <w:t xml:space="preserve"> - </w:t>
            </w:r>
            <w:r w:rsidRPr="00CD1C91">
              <w:rPr>
                <w:sz w:val="18"/>
                <w:szCs w:val="18"/>
                <w:lang w:eastAsia="ru-RU"/>
              </w:rPr>
              <w:br/>
              <w:t xml:space="preserve">количество заявок, поданных для </w:t>
            </w:r>
            <w:r w:rsidRPr="00CD1C91">
              <w:rPr>
                <w:sz w:val="18"/>
                <w:szCs w:val="18"/>
                <w:lang w:eastAsia="ru-RU"/>
              </w:rPr>
              <w:br/>
              <w:t>участия в закрытых конкурсах, закрытых аукционах, извещения о проведении которых размещаются в единой информационной системе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3956" w:rsidRPr="00CD1C91" w:rsidRDefault="00573956" w:rsidP="00F7446F">
            <w:pPr>
              <w:ind w:firstLine="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22202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CD1C91" w:rsidRDefault="00573956" w:rsidP="00CD1C91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CD1C91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</w:tr>
      <w:tr w:rsidR="00573956" w:rsidRPr="00461C61" w:rsidTr="00985A8E">
        <w:trPr>
          <w:trHeight w:val="370"/>
        </w:trPr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73956" w:rsidRPr="00CD1C91" w:rsidRDefault="00573956" w:rsidP="00085028">
            <w:pPr>
              <w:ind w:firstLine="0"/>
              <w:rPr>
                <w:sz w:val="18"/>
                <w:szCs w:val="18"/>
                <w:lang w:eastAsia="ru-RU"/>
              </w:rPr>
            </w:pPr>
            <w:r w:rsidRPr="00CD1C91">
              <w:rPr>
                <w:sz w:val="18"/>
                <w:szCs w:val="18"/>
                <w:lang w:eastAsia="ru-RU"/>
              </w:rPr>
              <w:t xml:space="preserve">Из строки </w:t>
            </w:r>
            <w:r>
              <w:rPr>
                <w:sz w:val="18"/>
                <w:szCs w:val="18"/>
                <w:lang w:eastAsia="ru-RU"/>
              </w:rPr>
              <w:t>22201</w:t>
            </w:r>
            <w:r w:rsidRPr="00CD1C91">
              <w:rPr>
                <w:sz w:val="18"/>
                <w:szCs w:val="18"/>
                <w:lang w:eastAsia="ru-RU"/>
              </w:rPr>
              <w:t xml:space="preserve"> - </w:t>
            </w:r>
            <w:r w:rsidRPr="00CD1C91">
              <w:rPr>
                <w:sz w:val="18"/>
                <w:szCs w:val="18"/>
                <w:lang w:eastAsia="ru-RU"/>
              </w:rPr>
              <w:br/>
              <w:t>количество заявок, поданных для</w:t>
            </w:r>
            <w:r w:rsidRPr="00CD1C91">
              <w:rPr>
                <w:sz w:val="18"/>
                <w:szCs w:val="18"/>
                <w:lang w:eastAsia="ru-RU"/>
              </w:rPr>
              <w:br/>
              <w:t xml:space="preserve">участия в </w:t>
            </w:r>
            <w:r>
              <w:rPr>
                <w:sz w:val="18"/>
                <w:szCs w:val="18"/>
                <w:lang w:eastAsia="ru-RU"/>
              </w:rPr>
              <w:t>закупках,</w:t>
            </w:r>
            <w:r w:rsidRPr="00163C16">
              <w:rPr>
                <w:sz w:val="18"/>
                <w:szCs w:val="18"/>
                <w:lang w:eastAsia="ru-RU"/>
              </w:rPr>
              <w:t>осуществленных с применением  различных способов определения поставщиков (подрядчиков, исполнителей), признанных несостоявшимися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3956" w:rsidRPr="00CD1C91" w:rsidRDefault="00573956" w:rsidP="00F7446F">
            <w:pPr>
              <w:ind w:firstLine="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22203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CD1C91" w:rsidRDefault="00573956" w:rsidP="00CD1C91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CD1C91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</w:tr>
      <w:tr w:rsidR="00573956" w:rsidRPr="00461C61" w:rsidTr="00985A8E">
        <w:trPr>
          <w:trHeight w:val="381"/>
        </w:trPr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73956" w:rsidRPr="00CD1C91" w:rsidRDefault="00573956" w:rsidP="00F7446F">
            <w:pPr>
              <w:ind w:firstLine="0"/>
              <w:rPr>
                <w:sz w:val="18"/>
                <w:szCs w:val="18"/>
                <w:lang w:eastAsia="ru-RU"/>
              </w:rPr>
            </w:pPr>
            <w:r w:rsidRPr="00CD1C91">
              <w:rPr>
                <w:sz w:val="18"/>
                <w:szCs w:val="18"/>
                <w:lang w:eastAsia="ru-RU"/>
              </w:rPr>
              <w:t xml:space="preserve">Из строки </w:t>
            </w:r>
            <w:r>
              <w:rPr>
                <w:sz w:val="18"/>
                <w:szCs w:val="18"/>
                <w:lang w:eastAsia="ru-RU"/>
              </w:rPr>
              <w:t>22201</w:t>
            </w:r>
            <w:r w:rsidRPr="00CD1C91">
              <w:rPr>
                <w:sz w:val="18"/>
                <w:szCs w:val="18"/>
                <w:lang w:eastAsia="ru-RU"/>
              </w:rPr>
              <w:t xml:space="preserve"> - </w:t>
            </w:r>
            <w:r w:rsidRPr="00CD1C91">
              <w:rPr>
                <w:sz w:val="18"/>
                <w:szCs w:val="18"/>
                <w:lang w:eastAsia="ru-RU"/>
              </w:rPr>
              <w:br/>
              <w:t>количество заявок, поданных для</w:t>
            </w:r>
            <w:r w:rsidRPr="00CD1C91">
              <w:rPr>
                <w:sz w:val="18"/>
                <w:szCs w:val="18"/>
                <w:lang w:eastAsia="ru-RU"/>
              </w:rPr>
              <w:br/>
              <w:t>участия в закупках инновационной и высокотехнологичной продукции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3956" w:rsidRPr="00CD1C91" w:rsidRDefault="00573956" w:rsidP="00F7446F">
            <w:pPr>
              <w:ind w:firstLine="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22204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CD1C91" w:rsidRDefault="00573956" w:rsidP="00CD1C91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CD1C91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</w:tr>
      <w:tr w:rsidR="00573956" w:rsidRPr="00461C61" w:rsidTr="00985A8E">
        <w:trPr>
          <w:trHeight w:val="1020"/>
        </w:trPr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73956" w:rsidRPr="00CD1C91" w:rsidRDefault="00573956" w:rsidP="00085028">
            <w:pPr>
              <w:ind w:firstLine="0"/>
              <w:rPr>
                <w:sz w:val="18"/>
                <w:szCs w:val="18"/>
                <w:lang w:eastAsia="ru-RU"/>
              </w:rPr>
            </w:pPr>
            <w:r w:rsidRPr="00CD1C91">
              <w:rPr>
                <w:sz w:val="18"/>
                <w:szCs w:val="18"/>
                <w:lang w:eastAsia="ru-RU"/>
              </w:rPr>
              <w:t xml:space="preserve">Из строки </w:t>
            </w:r>
            <w:r>
              <w:rPr>
                <w:sz w:val="18"/>
                <w:szCs w:val="18"/>
                <w:lang w:eastAsia="ru-RU"/>
              </w:rPr>
              <w:t>22201</w:t>
            </w:r>
            <w:r w:rsidRPr="00CD1C91">
              <w:rPr>
                <w:sz w:val="18"/>
                <w:szCs w:val="18"/>
                <w:lang w:eastAsia="ru-RU"/>
              </w:rPr>
              <w:t xml:space="preserve"> - </w:t>
            </w:r>
            <w:r w:rsidRPr="00CD1C91">
              <w:rPr>
                <w:sz w:val="18"/>
                <w:szCs w:val="18"/>
                <w:lang w:eastAsia="ru-RU"/>
              </w:rPr>
              <w:br/>
              <w:t xml:space="preserve">количество заявок участников конкурсов, аукционов, предложивших цену контракта на </w:t>
            </w:r>
            <w:r w:rsidRPr="00CD1C91">
              <w:rPr>
                <w:sz w:val="18"/>
                <w:szCs w:val="18"/>
                <w:lang w:eastAsia="ru-RU"/>
              </w:rPr>
              <w:br/>
              <w:t xml:space="preserve">двадцать пять и более процентов ниже начальной </w:t>
            </w:r>
            <w:r>
              <w:rPr>
                <w:sz w:val="18"/>
                <w:szCs w:val="18"/>
                <w:lang w:eastAsia="ru-RU"/>
              </w:rPr>
              <w:t>(максимальной)</w:t>
            </w:r>
            <w:r w:rsidRPr="00CD1C91">
              <w:rPr>
                <w:sz w:val="18"/>
                <w:szCs w:val="18"/>
                <w:lang w:eastAsia="ru-RU"/>
              </w:rPr>
              <w:t>цены контракта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3956" w:rsidRPr="00CD1C91" w:rsidRDefault="00573956" w:rsidP="00F7446F">
            <w:pPr>
              <w:ind w:firstLine="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22205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CD1C91" w:rsidRDefault="00573956" w:rsidP="00CD1C91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6</w:t>
            </w:r>
            <w:r w:rsidRPr="00CD1C91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</w:tr>
      <w:tr w:rsidR="00573956" w:rsidRPr="00461C61" w:rsidTr="00985A8E">
        <w:trPr>
          <w:trHeight w:val="337"/>
        </w:trPr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73956" w:rsidRPr="00CD1C91" w:rsidRDefault="00573956" w:rsidP="00F7446F">
            <w:pPr>
              <w:ind w:firstLine="0"/>
              <w:rPr>
                <w:sz w:val="18"/>
                <w:szCs w:val="18"/>
                <w:lang w:eastAsia="ru-RU"/>
              </w:rPr>
            </w:pPr>
            <w:r w:rsidRPr="00CD1C91">
              <w:rPr>
                <w:sz w:val="18"/>
                <w:szCs w:val="18"/>
                <w:lang w:eastAsia="ru-RU"/>
              </w:rPr>
              <w:t xml:space="preserve">Из строки </w:t>
            </w:r>
            <w:r>
              <w:rPr>
                <w:sz w:val="18"/>
                <w:szCs w:val="18"/>
                <w:lang w:eastAsia="ru-RU"/>
              </w:rPr>
              <w:t>22201</w:t>
            </w:r>
            <w:r w:rsidRPr="00CD1C91">
              <w:rPr>
                <w:sz w:val="18"/>
                <w:szCs w:val="18"/>
                <w:lang w:eastAsia="ru-RU"/>
              </w:rPr>
              <w:t xml:space="preserve"> - </w:t>
            </w:r>
            <w:r w:rsidRPr="00CD1C91">
              <w:rPr>
                <w:sz w:val="18"/>
                <w:szCs w:val="18"/>
                <w:lang w:eastAsia="ru-RU"/>
              </w:rPr>
              <w:br/>
              <w:t xml:space="preserve">количество заявок, поданных для </w:t>
            </w:r>
            <w:r w:rsidRPr="00CD1C91">
              <w:rPr>
                <w:sz w:val="18"/>
                <w:szCs w:val="18"/>
                <w:lang w:eastAsia="ru-RU"/>
              </w:rPr>
              <w:br/>
              <w:t>участия в совместных конкурсах, аукционах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3956" w:rsidRPr="00CD1C91" w:rsidRDefault="00573956" w:rsidP="00F7446F">
            <w:pPr>
              <w:ind w:firstLine="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22206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CD1C91" w:rsidRDefault="00573956" w:rsidP="00CD1C91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CD1C91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</w:tr>
      <w:tr w:rsidR="00573956" w:rsidRPr="00461C61" w:rsidTr="00985A8E">
        <w:trPr>
          <w:trHeight w:val="559"/>
        </w:trPr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73956" w:rsidRPr="00CD1C91" w:rsidRDefault="00573956" w:rsidP="00F7446F">
            <w:pPr>
              <w:ind w:firstLine="0"/>
              <w:rPr>
                <w:sz w:val="18"/>
                <w:szCs w:val="18"/>
                <w:lang w:eastAsia="ru-RU"/>
              </w:rPr>
            </w:pPr>
            <w:r w:rsidRPr="00CD1C91">
              <w:rPr>
                <w:sz w:val="18"/>
                <w:szCs w:val="18"/>
                <w:lang w:eastAsia="ru-RU"/>
              </w:rPr>
              <w:t xml:space="preserve">Из строки </w:t>
            </w:r>
            <w:r>
              <w:rPr>
                <w:sz w:val="18"/>
                <w:szCs w:val="18"/>
                <w:lang w:eastAsia="ru-RU"/>
              </w:rPr>
              <w:t>22206</w:t>
            </w:r>
            <w:r w:rsidRPr="00CD1C91">
              <w:rPr>
                <w:sz w:val="18"/>
                <w:szCs w:val="18"/>
                <w:lang w:eastAsia="ru-RU"/>
              </w:rPr>
              <w:t xml:space="preserve"> - </w:t>
            </w:r>
            <w:r w:rsidRPr="00CD1C91">
              <w:rPr>
                <w:sz w:val="18"/>
                <w:szCs w:val="18"/>
                <w:lang w:eastAsia="ru-RU"/>
              </w:rPr>
              <w:br/>
              <w:t xml:space="preserve">количество заявок, поданных для </w:t>
            </w:r>
            <w:r w:rsidRPr="00CD1C91">
              <w:rPr>
                <w:sz w:val="18"/>
                <w:szCs w:val="18"/>
                <w:lang w:eastAsia="ru-RU"/>
              </w:rPr>
              <w:br/>
              <w:t>участия в совместных конкурсах, аукционах, признанных несостоявшимися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3956" w:rsidRPr="00CD1C91" w:rsidRDefault="00573956" w:rsidP="00F7446F">
            <w:pPr>
              <w:ind w:firstLine="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22207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CD1C91" w:rsidRDefault="00573956" w:rsidP="00CD1C91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CD1C91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</w:tr>
      <w:tr w:rsidR="00573956" w:rsidRPr="00461C61" w:rsidTr="00985A8E">
        <w:trPr>
          <w:trHeight w:val="288"/>
        </w:trPr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73956" w:rsidRPr="00CD1C91" w:rsidRDefault="00573956" w:rsidP="00B22D34">
            <w:pPr>
              <w:ind w:firstLine="0"/>
              <w:rPr>
                <w:sz w:val="18"/>
                <w:szCs w:val="18"/>
                <w:lang w:eastAsia="ru-RU"/>
              </w:rPr>
            </w:pPr>
            <w:r w:rsidRPr="00CD1C91">
              <w:rPr>
                <w:sz w:val="18"/>
                <w:szCs w:val="18"/>
                <w:lang w:eastAsia="ru-RU"/>
              </w:rPr>
              <w:t xml:space="preserve">Из строки </w:t>
            </w:r>
            <w:r>
              <w:rPr>
                <w:sz w:val="18"/>
                <w:szCs w:val="18"/>
                <w:lang w:eastAsia="ru-RU"/>
              </w:rPr>
              <w:t>22201</w:t>
            </w:r>
            <w:r w:rsidRPr="00CD1C91">
              <w:rPr>
                <w:sz w:val="18"/>
                <w:szCs w:val="18"/>
                <w:lang w:eastAsia="ru-RU"/>
              </w:rPr>
              <w:t xml:space="preserve"> - </w:t>
            </w:r>
            <w:r w:rsidRPr="00CD1C91">
              <w:rPr>
                <w:sz w:val="18"/>
                <w:szCs w:val="18"/>
                <w:lang w:eastAsia="ru-RU"/>
              </w:rPr>
              <w:br/>
              <w:t xml:space="preserve">заявок </w:t>
            </w:r>
            <w:r>
              <w:rPr>
                <w:sz w:val="18"/>
                <w:szCs w:val="18"/>
                <w:lang w:eastAsia="ru-RU"/>
              </w:rPr>
              <w:t>российских лиц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3956" w:rsidRPr="00CD1C91" w:rsidRDefault="00573956" w:rsidP="00F7446F">
            <w:pPr>
              <w:ind w:firstLine="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22208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CD1C91" w:rsidRDefault="00573956" w:rsidP="00CD1C91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CD1C91">
              <w:rPr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color w:val="000000"/>
                <w:sz w:val="18"/>
                <w:szCs w:val="18"/>
                <w:lang w:eastAsia="ru-RU"/>
              </w:rPr>
              <w:t>64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</w:tr>
      <w:tr w:rsidR="00573956" w:rsidRPr="00461C61" w:rsidTr="00985A8E">
        <w:trPr>
          <w:trHeight w:val="294"/>
        </w:trPr>
        <w:tc>
          <w:tcPr>
            <w:tcW w:w="5099" w:type="dxa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573956" w:rsidRPr="00CD1C91" w:rsidRDefault="00573956" w:rsidP="00F7446F">
            <w:pPr>
              <w:ind w:firstLine="0"/>
              <w:rPr>
                <w:sz w:val="18"/>
                <w:szCs w:val="18"/>
                <w:lang w:eastAsia="ru-RU"/>
              </w:rPr>
            </w:pPr>
            <w:r w:rsidRPr="00CD1C91">
              <w:rPr>
                <w:sz w:val="18"/>
                <w:szCs w:val="18"/>
                <w:lang w:eastAsia="ru-RU"/>
              </w:rPr>
              <w:t>из них:</w:t>
            </w:r>
          </w:p>
          <w:p w:rsidR="00573956" w:rsidRPr="00CD1C91" w:rsidRDefault="00573956" w:rsidP="00013FCD">
            <w:pPr>
              <w:ind w:firstLine="0"/>
              <w:rPr>
                <w:sz w:val="18"/>
                <w:szCs w:val="18"/>
                <w:lang w:eastAsia="ru-RU"/>
              </w:rPr>
            </w:pPr>
            <w:r w:rsidRPr="00CD1C91">
              <w:rPr>
                <w:sz w:val="18"/>
                <w:szCs w:val="18"/>
                <w:lang w:eastAsia="ru-RU"/>
              </w:rPr>
              <w:t xml:space="preserve">заявок учреждений </w:t>
            </w:r>
            <w:r w:rsidRPr="00461C61">
              <w:rPr>
                <w:sz w:val="18"/>
                <w:szCs w:val="18"/>
              </w:rPr>
              <w:t>и предприятий уголовно-исполнительной системы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573956" w:rsidRPr="00CD1C91" w:rsidRDefault="00573956" w:rsidP="00F7446F">
            <w:pPr>
              <w:ind w:firstLine="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22209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73956" w:rsidRPr="00CD1C91" w:rsidRDefault="00573956" w:rsidP="00CD1C91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CD1C91">
              <w:rPr>
                <w:color w:val="000000"/>
                <w:sz w:val="18"/>
                <w:szCs w:val="18"/>
                <w:lang w:eastAsia="ru-RU"/>
              </w:rPr>
              <w:t> </w:t>
            </w:r>
          </w:p>
          <w:p w:rsidR="00573956" w:rsidRPr="00CD1C91" w:rsidRDefault="00573956" w:rsidP="00CD1C91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CD1C91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</w:tr>
      <w:tr w:rsidR="00573956" w:rsidRPr="00461C61" w:rsidTr="00985A8E">
        <w:trPr>
          <w:trHeight w:val="70"/>
        </w:trPr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73956" w:rsidRPr="00CD1C91" w:rsidRDefault="00573956" w:rsidP="00F7446F">
            <w:pPr>
              <w:ind w:firstLine="0"/>
              <w:rPr>
                <w:sz w:val="18"/>
                <w:szCs w:val="18"/>
                <w:lang w:eastAsia="ru-RU"/>
              </w:rPr>
            </w:pPr>
            <w:r w:rsidRPr="00CD1C91">
              <w:rPr>
                <w:sz w:val="18"/>
                <w:szCs w:val="18"/>
                <w:lang w:eastAsia="ru-RU"/>
              </w:rPr>
              <w:t>заявок организаций инвалидов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3956" w:rsidRPr="00CD1C91" w:rsidRDefault="00573956" w:rsidP="00F7446F">
            <w:pPr>
              <w:ind w:firstLine="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22210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CD1C91" w:rsidRDefault="00573956" w:rsidP="00CD1C91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CD1C91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</w:tr>
      <w:tr w:rsidR="00573956" w:rsidRPr="00461C61" w:rsidTr="00985A8E">
        <w:trPr>
          <w:trHeight w:val="136"/>
        </w:trPr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73956" w:rsidRPr="0044382F" w:rsidRDefault="00573956" w:rsidP="009B0B30">
            <w:pPr>
              <w:ind w:firstLine="0"/>
              <w:rPr>
                <w:bCs/>
                <w:sz w:val="18"/>
                <w:szCs w:val="18"/>
                <w:lang w:eastAsia="ru-RU"/>
              </w:rPr>
            </w:pPr>
            <w:r w:rsidRPr="0044382F">
              <w:rPr>
                <w:bCs/>
                <w:sz w:val="18"/>
                <w:szCs w:val="18"/>
                <w:lang w:eastAsia="ru-RU"/>
              </w:rPr>
              <w:t xml:space="preserve">2. Из строки </w:t>
            </w:r>
            <w:r>
              <w:rPr>
                <w:bCs/>
                <w:sz w:val="18"/>
                <w:szCs w:val="18"/>
                <w:lang w:eastAsia="ru-RU"/>
              </w:rPr>
              <w:t>22</w:t>
            </w:r>
            <w:r w:rsidRPr="0044382F">
              <w:rPr>
                <w:bCs/>
                <w:sz w:val="18"/>
                <w:szCs w:val="18"/>
                <w:lang w:eastAsia="ru-RU"/>
              </w:rPr>
              <w:t xml:space="preserve">201 - </w:t>
            </w:r>
            <w:r w:rsidRPr="0044382F">
              <w:rPr>
                <w:bCs/>
                <w:sz w:val="18"/>
                <w:szCs w:val="18"/>
                <w:lang w:eastAsia="ru-RU"/>
              </w:rPr>
              <w:br/>
              <w:t>не допущено заявок к участию в определении поставщиков (подрядчиков, исполнителей)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3956" w:rsidRPr="0044382F" w:rsidRDefault="00573956" w:rsidP="00F7446F">
            <w:pPr>
              <w:ind w:firstLine="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22</w:t>
            </w:r>
            <w:r w:rsidRPr="0044382F">
              <w:rPr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4382F" w:rsidRDefault="00573956" w:rsidP="00CD1C91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44382F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</w:tr>
      <w:tr w:rsidR="00573956" w:rsidRPr="00461C61" w:rsidTr="00985A8E">
        <w:trPr>
          <w:trHeight w:val="70"/>
        </w:trPr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73956" w:rsidRDefault="00573956" w:rsidP="00F7446F">
            <w:pPr>
              <w:ind w:firstLine="0"/>
              <w:rPr>
                <w:sz w:val="18"/>
                <w:szCs w:val="18"/>
                <w:lang w:eastAsia="ru-RU"/>
              </w:rPr>
            </w:pPr>
            <w:r w:rsidRPr="00CD1C91">
              <w:rPr>
                <w:sz w:val="18"/>
                <w:szCs w:val="18"/>
                <w:lang w:eastAsia="ru-RU"/>
              </w:rPr>
              <w:t xml:space="preserve">Из строки </w:t>
            </w:r>
            <w:r>
              <w:rPr>
                <w:sz w:val="18"/>
                <w:szCs w:val="18"/>
                <w:lang w:eastAsia="ru-RU"/>
              </w:rPr>
              <w:t>22</w:t>
            </w:r>
            <w:r w:rsidRPr="00CD1C91">
              <w:rPr>
                <w:sz w:val="18"/>
                <w:szCs w:val="18"/>
                <w:lang w:eastAsia="ru-RU"/>
              </w:rPr>
              <w:t>211 - по причинам:</w:t>
            </w:r>
          </w:p>
          <w:p w:rsidR="00573956" w:rsidRPr="00CD1C91" w:rsidRDefault="00573956" w:rsidP="00F7446F">
            <w:pPr>
              <w:ind w:firstLine="0"/>
              <w:rPr>
                <w:sz w:val="18"/>
                <w:szCs w:val="18"/>
                <w:lang w:eastAsia="ru-RU"/>
              </w:rPr>
            </w:pPr>
            <w:r w:rsidRPr="00CD1C91">
              <w:rPr>
                <w:sz w:val="18"/>
                <w:szCs w:val="18"/>
                <w:lang w:eastAsia="ru-RU"/>
              </w:rPr>
              <w:t>- участник не отвечал требованиям, установленным Законом</w:t>
            </w:r>
            <w:r>
              <w:rPr>
                <w:sz w:val="18"/>
                <w:szCs w:val="18"/>
                <w:lang w:eastAsia="ru-RU"/>
              </w:rPr>
              <w:t xml:space="preserve"> № 44-ФЗ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3956" w:rsidRPr="00CD1C91" w:rsidRDefault="00573956" w:rsidP="00F7440F">
            <w:pPr>
              <w:ind w:firstLine="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22</w:t>
            </w:r>
            <w:r w:rsidRPr="00CD1C91">
              <w:rPr>
                <w:sz w:val="18"/>
                <w:szCs w:val="18"/>
                <w:lang w:eastAsia="ru-RU"/>
              </w:rPr>
              <w:t>212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CD1C91" w:rsidRDefault="00573956" w:rsidP="00CD1C91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CD1C91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</w:tr>
      <w:tr w:rsidR="00573956" w:rsidRPr="00461C61" w:rsidTr="00985A8E">
        <w:trPr>
          <w:trHeight w:val="121"/>
        </w:trPr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73956" w:rsidRPr="00CD1C91" w:rsidRDefault="00573956" w:rsidP="00F7446F">
            <w:pPr>
              <w:ind w:firstLine="0"/>
              <w:rPr>
                <w:sz w:val="18"/>
                <w:szCs w:val="18"/>
                <w:lang w:eastAsia="ru-RU"/>
              </w:rPr>
            </w:pPr>
            <w:r w:rsidRPr="00CD1C91">
              <w:rPr>
                <w:sz w:val="18"/>
                <w:szCs w:val="18"/>
                <w:lang w:eastAsia="ru-RU"/>
              </w:rPr>
              <w:t>- участником не представлено обеспечение заявки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3956" w:rsidRPr="00CD1C91" w:rsidRDefault="00573956" w:rsidP="00F7446F">
            <w:pPr>
              <w:ind w:firstLine="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22</w:t>
            </w:r>
            <w:r w:rsidRPr="00CD1C91">
              <w:rPr>
                <w:sz w:val="18"/>
                <w:szCs w:val="18"/>
                <w:lang w:eastAsia="ru-RU"/>
              </w:rPr>
              <w:t>213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CD1C91" w:rsidRDefault="00573956" w:rsidP="00CD1C91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CD1C91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</w:tr>
      <w:tr w:rsidR="00573956" w:rsidRPr="00461C61" w:rsidTr="00985A8E">
        <w:trPr>
          <w:trHeight w:val="194"/>
        </w:trPr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73956" w:rsidRPr="00CD1C91" w:rsidRDefault="00573956" w:rsidP="00E466DE">
            <w:pPr>
              <w:ind w:firstLine="0"/>
              <w:rPr>
                <w:sz w:val="18"/>
                <w:szCs w:val="18"/>
                <w:lang w:eastAsia="ru-RU"/>
              </w:rPr>
            </w:pPr>
            <w:r w:rsidRPr="00CD1C91">
              <w:rPr>
                <w:sz w:val="18"/>
                <w:szCs w:val="18"/>
                <w:lang w:eastAsia="ru-RU"/>
              </w:rPr>
              <w:t xml:space="preserve">- заявка </w:t>
            </w:r>
            <w:r w:rsidRPr="00106343">
              <w:rPr>
                <w:sz w:val="18"/>
                <w:szCs w:val="18"/>
                <w:lang w:eastAsia="ru-RU"/>
              </w:rPr>
              <w:t>не соответствовала</w:t>
            </w:r>
            <w:r w:rsidRPr="00CD1C91">
              <w:rPr>
                <w:sz w:val="18"/>
                <w:szCs w:val="18"/>
                <w:lang w:eastAsia="ru-RU"/>
              </w:rPr>
              <w:t xml:space="preserve"> требованиям, предусмотренным документацией о закупке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3956" w:rsidRPr="00CD1C91" w:rsidRDefault="00573956" w:rsidP="00F7446F">
            <w:pPr>
              <w:ind w:firstLine="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22</w:t>
            </w:r>
            <w:r w:rsidRPr="00CD1C91">
              <w:rPr>
                <w:sz w:val="18"/>
                <w:szCs w:val="18"/>
                <w:lang w:eastAsia="ru-RU"/>
              </w:rPr>
              <w:t>214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CD1C91" w:rsidRDefault="00573956" w:rsidP="00CD1C91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CD1C91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</w:tr>
      <w:tr w:rsidR="00573956" w:rsidRPr="00461C61" w:rsidTr="00985A8E">
        <w:trPr>
          <w:trHeight w:val="200"/>
        </w:trPr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73956" w:rsidRPr="0044382F" w:rsidRDefault="00573956" w:rsidP="00F7446F">
            <w:pPr>
              <w:ind w:firstLine="0"/>
              <w:rPr>
                <w:bCs/>
                <w:sz w:val="18"/>
                <w:szCs w:val="18"/>
                <w:lang w:eastAsia="ru-RU"/>
              </w:rPr>
            </w:pPr>
            <w:r w:rsidRPr="0044382F">
              <w:rPr>
                <w:bCs/>
                <w:sz w:val="18"/>
                <w:szCs w:val="18"/>
                <w:lang w:eastAsia="ru-RU"/>
              </w:rPr>
              <w:t xml:space="preserve">3. Из строки </w:t>
            </w:r>
            <w:r>
              <w:rPr>
                <w:bCs/>
                <w:sz w:val="18"/>
                <w:szCs w:val="18"/>
                <w:lang w:eastAsia="ru-RU"/>
              </w:rPr>
              <w:t>22</w:t>
            </w:r>
            <w:r w:rsidRPr="0044382F">
              <w:rPr>
                <w:bCs/>
                <w:sz w:val="18"/>
                <w:szCs w:val="18"/>
                <w:lang w:eastAsia="ru-RU"/>
              </w:rPr>
              <w:t xml:space="preserve">201 - </w:t>
            </w:r>
            <w:r w:rsidRPr="0044382F">
              <w:rPr>
                <w:bCs/>
                <w:sz w:val="18"/>
                <w:szCs w:val="18"/>
                <w:lang w:eastAsia="ru-RU"/>
              </w:rPr>
              <w:br/>
              <w:t>отозвано заявок участниками закупок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3956" w:rsidRPr="0044382F" w:rsidRDefault="00573956" w:rsidP="00F7446F">
            <w:pPr>
              <w:ind w:firstLine="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22</w:t>
            </w:r>
            <w:r w:rsidRPr="0044382F">
              <w:rPr>
                <w:sz w:val="18"/>
                <w:szCs w:val="18"/>
                <w:lang w:eastAsia="ru-RU"/>
              </w:rPr>
              <w:t>215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4382F" w:rsidRDefault="00573956" w:rsidP="00CD1C91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44382F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</w:tr>
      <w:tr w:rsidR="00573956" w:rsidRPr="00461C61" w:rsidTr="00A14D97">
        <w:trPr>
          <w:trHeight w:val="278"/>
        </w:trPr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73956" w:rsidRPr="00CD1C91" w:rsidRDefault="00573956" w:rsidP="00F7446F">
            <w:pPr>
              <w:ind w:firstLine="0"/>
              <w:rPr>
                <w:sz w:val="18"/>
                <w:szCs w:val="18"/>
                <w:lang w:eastAsia="ru-RU"/>
              </w:rPr>
            </w:pPr>
            <w:r w:rsidRPr="00CD1C91">
              <w:rPr>
                <w:sz w:val="18"/>
                <w:szCs w:val="18"/>
                <w:lang w:eastAsia="ru-RU"/>
              </w:rPr>
              <w:t xml:space="preserve">Из строки </w:t>
            </w:r>
            <w:r>
              <w:rPr>
                <w:sz w:val="18"/>
                <w:szCs w:val="18"/>
                <w:lang w:eastAsia="ru-RU"/>
              </w:rPr>
              <w:t>22</w:t>
            </w:r>
            <w:r w:rsidRPr="00CD1C91">
              <w:rPr>
                <w:sz w:val="18"/>
                <w:szCs w:val="18"/>
                <w:lang w:eastAsia="ru-RU"/>
              </w:rPr>
              <w:t xml:space="preserve">215 - </w:t>
            </w:r>
            <w:r w:rsidRPr="00CD1C91">
              <w:rPr>
                <w:sz w:val="18"/>
                <w:szCs w:val="18"/>
                <w:lang w:eastAsia="ru-RU"/>
              </w:rPr>
              <w:br/>
              <w:t>отозвано заявок участниками закупок несостоявшихся конкурсов, аукционов, запросов котировок, запросов предложений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3956" w:rsidRPr="00CD1C91" w:rsidRDefault="00573956" w:rsidP="00F7446F">
            <w:pPr>
              <w:ind w:firstLine="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22</w:t>
            </w:r>
            <w:r w:rsidRPr="00CD1C91">
              <w:rPr>
                <w:sz w:val="18"/>
                <w:szCs w:val="18"/>
                <w:lang w:eastAsia="ru-RU"/>
              </w:rPr>
              <w:t>216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CD1C91" w:rsidRDefault="00573956" w:rsidP="00CD1C91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CD1C91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</w:tr>
      <w:tr w:rsidR="00573956" w:rsidRPr="00461C61" w:rsidTr="00756603">
        <w:trPr>
          <w:trHeight w:val="75"/>
        </w:trPr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73956" w:rsidRPr="00287533" w:rsidRDefault="00573956" w:rsidP="00F7446F">
            <w:pPr>
              <w:ind w:firstLine="0"/>
              <w:rPr>
                <w:bCs/>
                <w:sz w:val="18"/>
                <w:szCs w:val="18"/>
                <w:lang w:eastAsia="ru-RU"/>
              </w:rPr>
            </w:pPr>
            <w:r w:rsidRPr="00287533">
              <w:rPr>
                <w:bCs/>
                <w:sz w:val="18"/>
                <w:szCs w:val="18"/>
                <w:lang w:eastAsia="ru-RU"/>
              </w:rPr>
              <w:t>4. Из строки 22201 - количество заявок участников, не принявших участие в аукционе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3956" w:rsidRPr="0044382F" w:rsidRDefault="00573956" w:rsidP="00F7446F">
            <w:pPr>
              <w:ind w:firstLine="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22</w:t>
            </w:r>
            <w:r w:rsidRPr="0044382F">
              <w:rPr>
                <w:sz w:val="18"/>
                <w:szCs w:val="18"/>
                <w:lang w:eastAsia="ru-RU"/>
              </w:rPr>
              <w:t>217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4382F" w:rsidRDefault="00573956" w:rsidP="00CD1C91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2</w:t>
            </w:r>
            <w:r w:rsidRPr="0044382F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3956" w:rsidRPr="00461C61" w:rsidRDefault="00573956" w:rsidP="00A14D97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3956" w:rsidRPr="00461C61" w:rsidRDefault="00573956" w:rsidP="00A14D97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</w:tr>
      <w:tr w:rsidR="00573956" w:rsidRPr="00461C61" w:rsidTr="00A14D97">
        <w:trPr>
          <w:trHeight w:val="493"/>
        </w:trPr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73956" w:rsidRPr="0044382F" w:rsidRDefault="00573956" w:rsidP="00021B76">
            <w:pPr>
              <w:ind w:firstLine="0"/>
              <w:rPr>
                <w:bCs/>
                <w:sz w:val="18"/>
                <w:szCs w:val="18"/>
                <w:lang w:eastAsia="ru-RU"/>
              </w:rPr>
            </w:pPr>
            <w:r w:rsidRPr="0044382F">
              <w:rPr>
                <w:bCs/>
                <w:sz w:val="18"/>
                <w:szCs w:val="18"/>
                <w:lang w:eastAsia="ru-RU"/>
              </w:rPr>
              <w:t>5. Количество заявок участников, признанных победителями определени</w:t>
            </w:r>
            <w:r>
              <w:rPr>
                <w:bCs/>
                <w:sz w:val="18"/>
                <w:szCs w:val="18"/>
                <w:lang w:eastAsia="ru-RU"/>
              </w:rPr>
              <w:t>я</w:t>
            </w:r>
            <w:r w:rsidRPr="0044382F">
              <w:rPr>
                <w:bCs/>
                <w:sz w:val="18"/>
                <w:szCs w:val="18"/>
                <w:lang w:eastAsia="ru-RU"/>
              </w:rPr>
              <w:t xml:space="preserve"> поставщиков (подрядчиков, исполнителей)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3956" w:rsidRPr="0044382F" w:rsidRDefault="00573956" w:rsidP="00F7446F">
            <w:pPr>
              <w:ind w:firstLine="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22</w:t>
            </w:r>
            <w:r w:rsidRPr="0044382F">
              <w:rPr>
                <w:sz w:val="18"/>
                <w:szCs w:val="18"/>
                <w:lang w:eastAsia="ru-RU"/>
              </w:rPr>
              <w:t>218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4382F" w:rsidRDefault="00573956" w:rsidP="00CD1C91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44382F">
              <w:rPr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color w:val="000000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</w:tr>
      <w:tr w:rsidR="00573956" w:rsidRPr="00461C61" w:rsidTr="00985A8E">
        <w:trPr>
          <w:trHeight w:val="1020"/>
        </w:trPr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73956" w:rsidRPr="00CD1C91" w:rsidRDefault="00573956" w:rsidP="00F7446F">
            <w:pPr>
              <w:ind w:firstLine="0"/>
              <w:rPr>
                <w:sz w:val="18"/>
                <w:szCs w:val="18"/>
                <w:lang w:eastAsia="ru-RU"/>
              </w:rPr>
            </w:pPr>
            <w:r w:rsidRPr="00CD1C91">
              <w:rPr>
                <w:sz w:val="18"/>
                <w:szCs w:val="18"/>
                <w:lang w:eastAsia="ru-RU"/>
              </w:rPr>
              <w:t xml:space="preserve">Из строки </w:t>
            </w:r>
            <w:r>
              <w:rPr>
                <w:sz w:val="18"/>
                <w:szCs w:val="18"/>
                <w:lang w:eastAsia="ru-RU"/>
              </w:rPr>
              <w:t>22</w:t>
            </w:r>
            <w:r w:rsidRPr="00CD1C91">
              <w:rPr>
                <w:sz w:val="18"/>
                <w:szCs w:val="18"/>
                <w:lang w:eastAsia="ru-RU"/>
              </w:rPr>
              <w:t>218 -</w:t>
            </w:r>
            <w:r w:rsidRPr="00CD1C91">
              <w:rPr>
                <w:sz w:val="18"/>
                <w:szCs w:val="18"/>
                <w:lang w:eastAsia="ru-RU"/>
              </w:rPr>
              <w:br/>
              <w:t xml:space="preserve">количество заявок участников, признанных победителями конкурсов, аукционов, предложивших цену контракта на двадцать пять и более процентов ниже начальной </w:t>
            </w:r>
            <w:r>
              <w:rPr>
                <w:sz w:val="18"/>
                <w:szCs w:val="18"/>
                <w:lang w:eastAsia="ru-RU"/>
              </w:rPr>
              <w:t>(максимальной)</w:t>
            </w:r>
            <w:r w:rsidRPr="00CD1C91">
              <w:rPr>
                <w:sz w:val="18"/>
                <w:szCs w:val="18"/>
                <w:lang w:eastAsia="ru-RU"/>
              </w:rPr>
              <w:t>цены контракта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3956" w:rsidRPr="00CD1C91" w:rsidRDefault="00573956" w:rsidP="00F7446F">
            <w:pPr>
              <w:ind w:firstLine="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22</w:t>
            </w:r>
            <w:r w:rsidRPr="00CD1C91">
              <w:rPr>
                <w:sz w:val="18"/>
                <w:szCs w:val="18"/>
                <w:lang w:eastAsia="ru-RU"/>
              </w:rPr>
              <w:t>219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CD1C91" w:rsidRDefault="00573956" w:rsidP="00CD1C91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CD1C91">
              <w:rPr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</w:tr>
      <w:tr w:rsidR="00573956" w:rsidRPr="00461C61" w:rsidTr="00985A8E">
        <w:trPr>
          <w:trHeight w:val="375"/>
        </w:trPr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73956" w:rsidRPr="00CD1C91" w:rsidRDefault="00573956" w:rsidP="00F7446F">
            <w:pPr>
              <w:ind w:firstLine="0"/>
              <w:rPr>
                <w:sz w:val="18"/>
                <w:szCs w:val="18"/>
                <w:lang w:eastAsia="ru-RU"/>
              </w:rPr>
            </w:pPr>
            <w:r w:rsidRPr="00CD1C91">
              <w:rPr>
                <w:sz w:val="18"/>
                <w:szCs w:val="18"/>
                <w:lang w:eastAsia="ru-RU"/>
              </w:rPr>
              <w:t xml:space="preserve">Из строки </w:t>
            </w:r>
            <w:r>
              <w:rPr>
                <w:sz w:val="18"/>
                <w:szCs w:val="18"/>
                <w:lang w:eastAsia="ru-RU"/>
              </w:rPr>
              <w:t>22</w:t>
            </w:r>
            <w:r w:rsidRPr="00CD1C91">
              <w:rPr>
                <w:sz w:val="18"/>
                <w:szCs w:val="18"/>
                <w:lang w:eastAsia="ru-RU"/>
              </w:rPr>
              <w:t xml:space="preserve">219 - </w:t>
            </w:r>
            <w:r w:rsidRPr="00CD1C91">
              <w:rPr>
                <w:sz w:val="18"/>
                <w:szCs w:val="18"/>
                <w:lang w:eastAsia="ru-RU"/>
              </w:rPr>
              <w:br/>
              <w:t>количество заявок победителей конкурсов, аукционов, проводимых на поставку товаров, необходимых для нормального жизнеобеспечения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3956" w:rsidRPr="00CD1C91" w:rsidRDefault="00573956" w:rsidP="00F7446F">
            <w:pPr>
              <w:ind w:firstLine="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22</w:t>
            </w:r>
            <w:r w:rsidRPr="00CD1C91">
              <w:rPr>
                <w:sz w:val="18"/>
                <w:szCs w:val="18"/>
                <w:lang w:eastAsia="ru-RU"/>
              </w:rPr>
              <w:t>220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CD1C91" w:rsidRDefault="00573956" w:rsidP="00CD1C91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CD1C91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</w:tr>
      <w:tr w:rsidR="00573956" w:rsidRPr="00461C61" w:rsidTr="00985A8E">
        <w:trPr>
          <w:trHeight w:val="246"/>
        </w:trPr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73956" w:rsidRPr="00CD1C91" w:rsidRDefault="00573956" w:rsidP="00B22D34">
            <w:pPr>
              <w:ind w:firstLine="0"/>
              <w:rPr>
                <w:sz w:val="18"/>
                <w:szCs w:val="18"/>
                <w:lang w:eastAsia="ru-RU"/>
              </w:rPr>
            </w:pPr>
            <w:r w:rsidRPr="00CD1C91">
              <w:rPr>
                <w:sz w:val="18"/>
                <w:szCs w:val="18"/>
                <w:lang w:eastAsia="ru-RU"/>
              </w:rPr>
              <w:t xml:space="preserve">Из строки </w:t>
            </w:r>
            <w:r>
              <w:rPr>
                <w:sz w:val="18"/>
                <w:szCs w:val="18"/>
                <w:lang w:eastAsia="ru-RU"/>
              </w:rPr>
              <w:t>22</w:t>
            </w:r>
            <w:r w:rsidRPr="00CD1C91">
              <w:rPr>
                <w:sz w:val="18"/>
                <w:szCs w:val="18"/>
                <w:lang w:eastAsia="ru-RU"/>
              </w:rPr>
              <w:t xml:space="preserve">218 - </w:t>
            </w:r>
            <w:r w:rsidRPr="00CD1C91">
              <w:rPr>
                <w:sz w:val="18"/>
                <w:szCs w:val="18"/>
                <w:lang w:eastAsia="ru-RU"/>
              </w:rPr>
              <w:br/>
              <w:t xml:space="preserve">заявок </w:t>
            </w:r>
            <w:r>
              <w:rPr>
                <w:sz w:val="18"/>
                <w:szCs w:val="18"/>
                <w:lang w:eastAsia="ru-RU"/>
              </w:rPr>
              <w:t>российских лиц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3956" w:rsidRPr="00CD1C91" w:rsidRDefault="00573956" w:rsidP="00F7446F">
            <w:pPr>
              <w:ind w:firstLine="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</w:t>
            </w:r>
            <w:r w:rsidRPr="00CD1C91">
              <w:rPr>
                <w:sz w:val="18"/>
                <w:szCs w:val="18"/>
                <w:lang w:eastAsia="ru-RU"/>
              </w:rPr>
              <w:t>22</w:t>
            </w:r>
            <w:r>
              <w:rPr>
                <w:sz w:val="18"/>
                <w:szCs w:val="18"/>
                <w:lang w:eastAsia="ru-RU"/>
              </w:rPr>
              <w:t>2</w:t>
            </w:r>
            <w:r w:rsidRPr="00CD1C91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CD1C91" w:rsidRDefault="00573956" w:rsidP="00CD1C91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17</w:t>
            </w:r>
            <w:r w:rsidRPr="00CD1C91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</w:tr>
      <w:tr w:rsidR="00573956" w:rsidRPr="00461C61" w:rsidTr="00985A8E">
        <w:trPr>
          <w:trHeight w:val="70"/>
        </w:trPr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73956" w:rsidRDefault="00573956" w:rsidP="00F7446F">
            <w:pPr>
              <w:ind w:firstLine="0"/>
              <w:rPr>
                <w:color w:val="000000"/>
                <w:sz w:val="18"/>
                <w:szCs w:val="18"/>
                <w:lang w:eastAsia="ru-RU"/>
              </w:rPr>
            </w:pPr>
            <w:r w:rsidRPr="00CD1C91">
              <w:rPr>
                <w:sz w:val="18"/>
                <w:szCs w:val="18"/>
                <w:lang w:eastAsia="ru-RU"/>
              </w:rPr>
              <w:t>из них:</w:t>
            </w:r>
            <w:r w:rsidRPr="00CD1C91">
              <w:rPr>
                <w:color w:val="000000"/>
                <w:sz w:val="18"/>
                <w:szCs w:val="18"/>
                <w:lang w:eastAsia="ru-RU"/>
              </w:rPr>
              <w:t> </w:t>
            </w:r>
          </w:p>
          <w:p w:rsidR="00573956" w:rsidRPr="00CD1C91" w:rsidRDefault="00573956" w:rsidP="00F7446F">
            <w:pPr>
              <w:ind w:firstLine="0"/>
              <w:rPr>
                <w:sz w:val="18"/>
                <w:szCs w:val="18"/>
                <w:lang w:eastAsia="ru-RU"/>
              </w:rPr>
            </w:pPr>
            <w:r w:rsidRPr="00CD1C91">
              <w:rPr>
                <w:sz w:val="18"/>
                <w:szCs w:val="18"/>
                <w:lang w:eastAsia="ru-RU"/>
              </w:rPr>
              <w:t>заявок учреждений УИС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3956" w:rsidRPr="00CD1C91" w:rsidRDefault="00573956" w:rsidP="00F7446F">
            <w:pPr>
              <w:ind w:firstLine="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22</w:t>
            </w:r>
            <w:r w:rsidRPr="00CD1C91">
              <w:rPr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CD1C91" w:rsidRDefault="00573956" w:rsidP="00CD1C91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CD1C91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</w:tr>
      <w:tr w:rsidR="00573956" w:rsidRPr="00461C61" w:rsidTr="009B0B30">
        <w:trPr>
          <w:trHeight w:val="104"/>
        </w:trPr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73956" w:rsidRPr="00CD1C91" w:rsidRDefault="00573956" w:rsidP="00F7446F">
            <w:pPr>
              <w:ind w:firstLine="0"/>
              <w:rPr>
                <w:sz w:val="18"/>
                <w:szCs w:val="18"/>
                <w:lang w:eastAsia="ru-RU"/>
              </w:rPr>
            </w:pPr>
            <w:r w:rsidRPr="00CD1C91">
              <w:rPr>
                <w:sz w:val="18"/>
                <w:szCs w:val="18"/>
                <w:lang w:eastAsia="ru-RU"/>
              </w:rPr>
              <w:t>заявок организаций инвалидов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3956" w:rsidRPr="00CD1C91" w:rsidRDefault="00573956" w:rsidP="00F7446F">
            <w:pPr>
              <w:ind w:firstLine="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22</w:t>
            </w:r>
            <w:r w:rsidRPr="00CD1C91">
              <w:rPr>
                <w:sz w:val="18"/>
                <w:szCs w:val="18"/>
                <w:lang w:eastAsia="ru-RU"/>
              </w:rPr>
              <w:t>223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CD1C91" w:rsidRDefault="00573956" w:rsidP="00CD1C91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CD1C91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</w:tr>
      <w:tr w:rsidR="00573956" w:rsidRPr="00461C61" w:rsidTr="00A14D97">
        <w:trPr>
          <w:trHeight w:val="70"/>
        </w:trPr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73956" w:rsidRPr="0044382F" w:rsidRDefault="00573956" w:rsidP="006557AB">
            <w:pPr>
              <w:autoSpaceDE w:val="0"/>
              <w:autoSpaceDN w:val="0"/>
              <w:adjustRightInd w:val="0"/>
              <w:ind w:firstLine="0"/>
              <w:jc w:val="both"/>
              <w:rPr>
                <w:bCs/>
                <w:sz w:val="18"/>
                <w:szCs w:val="18"/>
                <w:lang w:eastAsia="ru-RU"/>
              </w:rPr>
            </w:pPr>
            <w:r w:rsidRPr="0044382F">
              <w:rPr>
                <w:bCs/>
                <w:sz w:val="18"/>
                <w:szCs w:val="18"/>
                <w:lang w:eastAsia="ru-RU"/>
              </w:rPr>
              <w:t xml:space="preserve">6. Количество </w:t>
            </w:r>
            <w:r>
              <w:rPr>
                <w:bCs/>
                <w:sz w:val="18"/>
                <w:szCs w:val="18"/>
                <w:lang w:eastAsia="ru-RU"/>
              </w:rPr>
              <w:t xml:space="preserve">жалоб, </w:t>
            </w:r>
            <w:r w:rsidRPr="00287533">
              <w:rPr>
                <w:bCs/>
                <w:sz w:val="18"/>
                <w:szCs w:val="18"/>
                <w:lang w:eastAsia="ru-RU"/>
              </w:rPr>
              <w:t>поступивших от участников закуп</w:t>
            </w:r>
            <w:r>
              <w:rPr>
                <w:bCs/>
                <w:sz w:val="18"/>
                <w:szCs w:val="18"/>
                <w:lang w:eastAsia="ru-RU"/>
              </w:rPr>
              <w:t>о</w:t>
            </w:r>
            <w:r w:rsidRPr="00287533">
              <w:rPr>
                <w:bCs/>
                <w:sz w:val="18"/>
                <w:szCs w:val="18"/>
                <w:lang w:eastAsia="ru-RU"/>
              </w:rPr>
              <w:t xml:space="preserve">к в соответствии с </w:t>
            </w:r>
            <w:hyperlink r:id="rId9" w:history="1">
              <w:r w:rsidRPr="00287533">
                <w:rPr>
                  <w:bCs/>
                  <w:sz w:val="18"/>
                  <w:szCs w:val="18"/>
                  <w:lang w:eastAsia="ru-RU"/>
                </w:rPr>
                <w:t>главой 6</w:t>
              </w:r>
            </w:hyperlink>
            <w:r w:rsidRPr="00287533">
              <w:rPr>
                <w:bCs/>
                <w:sz w:val="18"/>
                <w:szCs w:val="18"/>
                <w:lang w:eastAsia="ru-RU"/>
              </w:rPr>
              <w:t xml:space="preserve"> Закона</w:t>
            </w:r>
            <w:r>
              <w:rPr>
                <w:bCs/>
                <w:sz w:val="18"/>
                <w:szCs w:val="18"/>
                <w:lang w:eastAsia="ru-RU"/>
              </w:rPr>
              <w:t xml:space="preserve"> № 44-ФЗ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3956" w:rsidRPr="0044382F" w:rsidRDefault="00573956" w:rsidP="00F7446F">
            <w:pPr>
              <w:ind w:firstLine="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22</w:t>
            </w:r>
            <w:r w:rsidRPr="0044382F">
              <w:rPr>
                <w:sz w:val="18"/>
                <w:szCs w:val="18"/>
                <w:lang w:eastAsia="ru-RU"/>
              </w:rPr>
              <w:t>224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4382F" w:rsidRDefault="00573956" w:rsidP="00CD1C91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44382F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F7446F">
            <w:pPr>
              <w:ind w:firstLine="0"/>
              <w:contextualSpacing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</w:tr>
      <w:tr w:rsidR="00573956" w:rsidRPr="00461C61" w:rsidTr="00FC4F2F">
        <w:trPr>
          <w:trHeight w:val="285"/>
        </w:trPr>
        <w:tc>
          <w:tcPr>
            <w:tcW w:w="1587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3956" w:rsidRPr="00F4622D" w:rsidRDefault="00573956" w:rsidP="006557AB">
            <w:pPr>
              <w:ind w:firstLine="0"/>
              <w:rPr>
                <w:b/>
                <w:bCs/>
                <w:color w:val="1F497D"/>
                <w:sz w:val="18"/>
                <w:szCs w:val="18"/>
                <w:lang w:eastAsia="ru-RU"/>
              </w:rPr>
            </w:pPr>
            <w:r w:rsidRPr="00F4622D">
              <w:rPr>
                <w:b/>
                <w:bCs/>
                <w:color w:val="1F497D"/>
                <w:sz w:val="18"/>
                <w:szCs w:val="18"/>
                <w:lang w:eastAsia="ru-RU"/>
              </w:rPr>
              <w:t xml:space="preserve">2.3. Стоимостные характеристики </w:t>
            </w:r>
            <w:r>
              <w:rPr>
                <w:b/>
                <w:bCs/>
                <w:color w:val="1F497D"/>
                <w:sz w:val="18"/>
                <w:szCs w:val="18"/>
                <w:lang w:eastAsia="ru-RU"/>
              </w:rPr>
              <w:t>закупок,</w:t>
            </w:r>
            <w:r w:rsidRPr="00F4622D">
              <w:rPr>
                <w:b/>
                <w:bCs/>
                <w:color w:val="1F497D"/>
                <w:sz w:val="18"/>
                <w:szCs w:val="18"/>
                <w:lang w:eastAsia="ru-RU"/>
              </w:rPr>
              <w:t xml:space="preserve"> тысяча рублей (код по </w:t>
            </w:r>
            <w:hyperlink r:id="rId10" w:history="1">
              <w:r w:rsidRPr="00F4622D">
                <w:rPr>
                  <w:b/>
                  <w:bCs/>
                  <w:color w:val="1F497D"/>
                  <w:sz w:val="18"/>
                  <w:szCs w:val="18"/>
                  <w:lang w:eastAsia="ru-RU"/>
                </w:rPr>
                <w:t>ОКЕИ</w:t>
              </w:r>
            </w:hyperlink>
            <w:r w:rsidRPr="00F4622D">
              <w:rPr>
                <w:b/>
                <w:bCs/>
                <w:color w:val="1F497D"/>
                <w:sz w:val="18"/>
                <w:szCs w:val="18"/>
                <w:lang w:eastAsia="ru-RU"/>
              </w:rPr>
              <w:t xml:space="preserve"> - 384) </w:t>
            </w:r>
          </w:p>
        </w:tc>
      </w:tr>
      <w:tr w:rsidR="00573956" w:rsidRPr="00461C61" w:rsidTr="00985A8E">
        <w:trPr>
          <w:trHeight w:val="86"/>
        </w:trPr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573956" w:rsidRPr="00CD1C91" w:rsidRDefault="00573956" w:rsidP="00071584">
            <w:pPr>
              <w:ind w:firstLine="0"/>
              <w:rPr>
                <w:sz w:val="18"/>
                <w:szCs w:val="18"/>
                <w:lang w:eastAsia="ru-RU"/>
              </w:rPr>
            </w:pPr>
            <w:r w:rsidRPr="00CD1C91">
              <w:rPr>
                <w:sz w:val="18"/>
                <w:szCs w:val="18"/>
                <w:lang w:eastAsia="ru-RU"/>
              </w:rPr>
              <w:t xml:space="preserve">1. </w:t>
            </w:r>
            <w:r>
              <w:rPr>
                <w:sz w:val="18"/>
                <w:szCs w:val="18"/>
                <w:lang w:eastAsia="ru-RU"/>
              </w:rPr>
              <w:t>Общая сумма начальных (максимальных) цен контрактов</w:t>
            </w:r>
            <w:r w:rsidRPr="00CD1C91">
              <w:rPr>
                <w:sz w:val="18"/>
                <w:szCs w:val="18"/>
                <w:lang w:eastAsia="ru-RU"/>
              </w:rPr>
              <w:t xml:space="preserve"> (лотов)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3956" w:rsidRPr="00CD1C91" w:rsidRDefault="00573956" w:rsidP="00CD1C91">
            <w:pPr>
              <w:ind w:firstLine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23301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CD1C91" w:rsidRDefault="00573956" w:rsidP="00CD1C91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9249</w:t>
            </w:r>
            <w:r w:rsidRPr="00CD1C91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19403E">
            <w:pPr>
              <w:ind w:left="-109" w:right="-360"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19403E">
            <w:pPr>
              <w:ind w:left="-109" w:right="-360"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19403E">
            <w:pPr>
              <w:ind w:left="-109" w:right="-360"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19403E">
            <w:pPr>
              <w:ind w:left="-109" w:right="-360"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19403E">
            <w:pPr>
              <w:ind w:left="-109" w:right="-360"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19403E">
            <w:pPr>
              <w:ind w:left="-109" w:right="-360"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463CAE">
            <w:pPr>
              <w:ind w:left="-109" w:right="-360" w:firstLine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9249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19403E">
            <w:pPr>
              <w:ind w:left="-109" w:right="-360"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19403E">
            <w:pPr>
              <w:ind w:left="-109" w:right="-360"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19403E">
            <w:pPr>
              <w:ind w:left="-109" w:right="-360"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19403E">
            <w:pPr>
              <w:ind w:left="-109" w:right="-360" w:firstLine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2187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19403E">
            <w:pPr>
              <w:ind w:left="-109" w:right="-360" w:firstLine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7736</w:t>
            </w:r>
          </w:p>
        </w:tc>
      </w:tr>
      <w:tr w:rsidR="00573956" w:rsidRPr="00461C61" w:rsidTr="00985A8E">
        <w:trPr>
          <w:trHeight w:val="443"/>
        </w:trPr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573956" w:rsidRPr="00CD1C91" w:rsidRDefault="00573956" w:rsidP="00EB08AD">
            <w:pPr>
              <w:ind w:firstLine="0"/>
              <w:rPr>
                <w:sz w:val="18"/>
                <w:szCs w:val="18"/>
                <w:lang w:eastAsia="ru-RU"/>
              </w:rPr>
            </w:pPr>
            <w:r w:rsidRPr="00CD1C91">
              <w:rPr>
                <w:sz w:val="18"/>
                <w:szCs w:val="18"/>
                <w:lang w:eastAsia="ru-RU"/>
              </w:rPr>
              <w:t xml:space="preserve">Из строки </w:t>
            </w:r>
            <w:r>
              <w:rPr>
                <w:sz w:val="18"/>
                <w:szCs w:val="18"/>
                <w:lang w:eastAsia="ru-RU"/>
              </w:rPr>
              <w:t>23301</w:t>
            </w:r>
            <w:r w:rsidRPr="00CD1C91">
              <w:rPr>
                <w:sz w:val="18"/>
                <w:szCs w:val="18"/>
                <w:lang w:eastAsia="ru-RU"/>
              </w:rPr>
              <w:t xml:space="preserve"> - </w:t>
            </w:r>
            <w:r w:rsidRPr="00CD1C91">
              <w:rPr>
                <w:sz w:val="18"/>
                <w:szCs w:val="18"/>
                <w:lang w:eastAsia="ru-RU"/>
              </w:rPr>
              <w:br/>
            </w:r>
            <w:r>
              <w:rPr>
                <w:sz w:val="18"/>
                <w:szCs w:val="18"/>
                <w:lang w:eastAsia="ru-RU"/>
              </w:rPr>
              <w:t xml:space="preserve">Общая сумма начальных (максимальных) цен контрактов, </w:t>
            </w:r>
            <w:r w:rsidRPr="00CD1C91">
              <w:rPr>
                <w:sz w:val="18"/>
                <w:szCs w:val="18"/>
                <w:lang w:eastAsia="ru-RU"/>
              </w:rPr>
              <w:t>закрытых конкурсов, закрытых аукционов, извещения о проведении которых размещаются в единой информационной системе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3956" w:rsidRPr="00CD1C91" w:rsidRDefault="00573956" w:rsidP="00CD1C91">
            <w:pPr>
              <w:ind w:firstLine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23302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CD1C91" w:rsidRDefault="00573956" w:rsidP="00CD1C91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CD1C91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19403E">
            <w:pPr>
              <w:ind w:firstLine="0"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19403E">
            <w:pPr>
              <w:ind w:firstLine="0"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19403E">
            <w:pPr>
              <w:ind w:firstLine="0"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19403E">
            <w:pPr>
              <w:ind w:firstLine="0"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19403E">
            <w:pPr>
              <w:ind w:firstLine="0"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19403E">
            <w:pPr>
              <w:ind w:firstLine="0"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19403E">
            <w:pPr>
              <w:ind w:firstLine="0"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19403E">
            <w:pPr>
              <w:ind w:firstLine="0"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</w:tr>
      <w:tr w:rsidR="00573956" w:rsidRPr="00461C61" w:rsidTr="00985A8E">
        <w:trPr>
          <w:trHeight w:val="597"/>
        </w:trPr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573956" w:rsidRPr="00CD1C91" w:rsidRDefault="00573956" w:rsidP="003D10D3">
            <w:pPr>
              <w:ind w:firstLine="0"/>
              <w:rPr>
                <w:sz w:val="18"/>
                <w:szCs w:val="18"/>
                <w:lang w:eastAsia="ru-RU"/>
              </w:rPr>
            </w:pPr>
            <w:r w:rsidRPr="00CD1C91">
              <w:rPr>
                <w:sz w:val="18"/>
                <w:szCs w:val="18"/>
                <w:lang w:eastAsia="ru-RU"/>
              </w:rPr>
              <w:t xml:space="preserve">Из строки </w:t>
            </w:r>
            <w:r>
              <w:rPr>
                <w:sz w:val="18"/>
                <w:szCs w:val="18"/>
                <w:lang w:eastAsia="ru-RU"/>
              </w:rPr>
              <w:t>23301</w:t>
            </w:r>
            <w:r w:rsidRPr="00CD1C91">
              <w:rPr>
                <w:sz w:val="18"/>
                <w:szCs w:val="18"/>
                <w:lang w:eastAsia="ru-RU"/>
              </w:rPr>
              <w:t xml:space="preserve"> - </w:t>
            </w:r>
            <w:r w:rsidRPr="00CD1C91">
              <w:rPr>
                <w:sz w:val="18"/>
                <w:szCs w:val="18"/>
                <w:lang w:eastAsia="ru-RU"/>
              </w:rPr>
              <w:br/>
            </w:r>
            <w:r>
              <w:rPr>
                <w:sz w:val="18"/>
                <w:szCs w:val="18"/>
                <w:lang w:eastAsia="ru-RU"/>
              </w:rPr>
              <w:t xml:space="preserve">Общая сумма начальных (максимальных) цен контрактов(лотов) </w:t>
            </w:r>
            <w:r w:rsidRPr="00CD1C91">
              <w:rPr>
                <w:sz w:val="18"/>
                <w:szCs w:val="18"/>
                <w:lang w:eastAsia="ru-RU"/>
              </w:rPr>
              <w:t>несостоявшихся конкурсов, аукционов, запросов котировок, запросов предложений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3956" w:rsidRPr="00CD1C91" w:rsidRDefault="00573956" w:rsidP="003D10D3">
            <w:pPr>
              <w:ind w:firstLine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23303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CD1C91" w:rsidRDefault="00573956" w:rsidP="00CD1C91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CD1C91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19403E">
            <w:pPr>
              <w:ind w:firstLine="0"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19403E">
            <w:pPr>
              <w:ind w:firstLine="0"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</w:tr>
      <w:tr w:rsidR="00573956" w:rsidRPr="00461C61" w:rsidTr="00985A8E">
        <w:trPr>
          <w:trHeight w:val="703"/>
        </w:trPr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573956" w:rsidRPr="00CD1C91" w:rsidRDefault="00573956" w:rsidP="00E466DE">
            <w:pPr>
              <w:ind w:firstLine="0"/>
              <w:rPr>
                <w:sz w:val="18"/>
                <w:szCs w:val="18"/>
                <w:lang w:eastAsia="ru-RU"/>
              </w:rPr>
            </w:pPr>
            <w:r w:rsidRPr="00CD1C91">
              <w:rPr>
                <w:sz w:val="18"/>
                <w:szCs w:val="18"/>
                <w:lang w:eastAsia="ru-RU"/>
              </w:rPr>
              <w:t xml:space="preserve">Из строки </w:t>
            </w:r>
            <w:r>
              <w:rPr>
                <w:sz w:val="18"/>
                <w:szCs w:val="18"/>
                <w:lang w:eastAsia="ru-RU"/>
              </w:rPr>
              <w:t>23303</w:t>
            </w:r>
            <w:r w:rsidRPr="00CD1C91">
              <w:rPr>
                <w:sz w:val="18"/>
                <w:szCs w:val="18"/>
                <w:lang w:eastAsia="ru-RU"/>
              </w:rPr>
              <w:t xml:space="preserve"> - </w:t>
            </w:r>
            <w:r w:rsidRPr="00CD1C91">
              <w:rPr>
                <w:sz w:val="18"/>
                <w:szCs w:val="18"/>
                <w:lang w:eastAsia="ru-RU"/>
              </w:rPr>
              <w:br/>
            </w:r>
            <w:r>
              <w:rPr>
                <w:sz w:val="18"/>
                <w:szCs w:val="18"/>
                <w:lang w:eastAsia="ru-RU"/>
              </w:rPr>
              <w:t xml:space="preserve">Общая сумма начальных (максимальных) цен контрактов(лотов) </w:t>
            </w:r>
            <w:r w:rsidRPr="00CD1C91">
              <w:rPr>
                <w:sz w:val="18"/>
                <w:szCs w:val="18"/>
                <w:lang w:eastAsia="ru-RU"/>
              </w:rPr>
              <w:t xml:space="preserve">несостоявшихся конкурсов, аукционов, запросов котировок, запросов предложений, </w:t>
            </w:r>
            <w:r w:rsidRPr="00106343">
              <w:rPr>
                <w:sz w:val="18"/>
                <w:szCs w:val="18"/>
                <w:lang w:eastAsia="ru-RU"/>
              </w:rPr>
              <w:t>по результатам  которых</w:t>
            </w:r>
            <w:r w:rsidRPr="00106343">
              <w:rPr>
                <w:sz w:val="18"/>
                <w:szCs w:val="18"/>
                <w:lang w:eastAsia="ru-RU"/>
              </w:rPr>
              <w:br/>
              <w:t>контракты не были заключены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3956" w:rsidRPr="00CD1C91" w:rsidRDefault="00573956" w:rsidP="00CD1C91">
            <w:pPr>
              <w:ind w:firstLine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23304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CD1C91" w:rsidRDefault="00573956" w:rsidP="00CD1C91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CD1C91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F7446F" w:rsidRDefault="00573956" w:rsidP="0019403E">
            <w:pPr>
              <w:pStyle w:val="EndnoteText"/>
              <w:jc w:val="center"/>
              <w:rPr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19403E">
            <w:pPr>
              <w:ind w:firstLine="0"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19403E">
            <w:pPr>
              <w:ind w:firstLine="0"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</w:tr>
      <w:tr w:rsidR="00573956" w:rsidRPr="00461C61" w:rsidTr="00985A8E">
        <w:trPr>
          <w:trHeight w:val="765"/>
        </w:trPr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573956" w:rsidRPr="00CD1C91" w:rsidRDefault="00573956" w:rsidP="00EB08AD">
            <w:pPr>
              <w:ind w:firstLine="0"/>
              <w:rPr>
                <w:sz w:val="18"/>
                <w:szCs w:val="18"/>
                <w:lang w:eastAsia="ru-RU"/>
              </w:rPr>
            </w:pPr>
            <w:r w:rsidRPr="00CD1C91">
              <w:rPr>
                <w:sz w:val="18"/>
                <w:szCs w:val="18"/>
                <w:lang w:eastAsia="ru-RU"/>
              </w:rPr>
              <w:t xml:space="preserve">Из строки </w:t>
            </w:r>
            <w:r>
              <w:rPr>
                <w:sz w:val="18"/>
                <w:szCs w:val="18"/>
                <w:lang w:eastAsia="ru-RU"/>
              </w:rPr>
              <w:t>23301</w:t>
            </w:r>
            <w:r w:rsidRPr="00CD1C91">
              <w:rPr>
                <w:sz w:val="18"/>
                <w:szCs w:val="18"/>
                <w:lang w:eastAsia="ru-RU"/>
              </w:rPr>
              <w:t xml:space="preserve"> - </w:t>
            </w:r>
            <w:r w:rsidRPr="00CD1C91">
              <w:rPr>
                <w:sz w:val="18"/>
                <w:szCs w:val="18"/>
                <w:lang w:eastAsia="ru-RU"/>
              </w:rPr>
              <w:br/>
            </w:r>
            <w:r>
              <w:rPr>
                <w:sz w:val="18"/>
                <w:szCs w:val="18"/>
                <w:lang w:eastAsia="ru-RU"/>
              </w:rPr>
              <w:t xml:space="preserve">Общая сумма начальных (максимальных) цен контрактов(лотов) </w:t>
            </w:r>
            <w:r w:rsidRPr="00163C16">
              <w:rPr>
                <w:sz w:val="18"/>
                <w:szCs w:val="18"/>
                <w:lang w:eastAsia="ru-RU"/>
              </w:rPr>
              <w:t xml:space="preserve">закупок, </w:t>
            </w:r>
            <w:r>
              <w:rPr>
                <w:sz w:val="18"/>
                <w:szCs w:val="18"/>
                <w:lang w:eastAsia="ru-RU"/>
              </w:rPr>
              <w:t xml:space="preserve">по результатам </w:t>
            </w:r>
            <w:r w:rsidRPr="00CD1C91">
              <w:rPr>
                <w:sz w:val="18"/>
                <w:szCs w:val="18"/>
                <w:lang w:eastAsia="ru-RU"/>
              </w:rPr>
              <w:t>которы</w:t>
            </w:r>
            <w:r>
              <w:rPr>
                <w:sz w:val="18"/>
                <w:szCs w:val="18"/>
                <w:lang w:eastAsia="ru-RU"/>
              </w:rPr>
              <w:t xml:space="preserve">хконтракты </w:t>
            </w:r>
            <w:r w:rsidRPr="00CD1C91">
              <w:rPr>
                <w:sz w:val="18"/>
                <w:szCs w:val="18"/>
                <w:lang w:eastAsia="ru-RU"/>
              </w:rPr>
              <w:t xml:space="preserve">не </w:t>
            </w:r>
            <w:r>
              <w:rPr>
                <w:sz w:val="18"/>
                <w:szCs w:val="18"/>
                <w:lang w:eastAsia="ru-RU"/>
              </w:rPr>
              <w:t xml:space="preserve">заключены </w:t>
            </w:r>
            <w:r w:rsidRPr="00CD1C91">
              <w:rPr>
                <w:sz w:val="18"/>
                <w:szCs w:val="18"/>
                <w:lang w:eastAsia="ru-RU"/>
              </w:rPr>
              <w:t>из-за отказа</w:t>
            </w:r>
            <w:r>
              <w:rPr>
                <w:sz w:val="18"/>
                <w:szCs w:val="18"/>
                <w:lang w:eastAsia="ru-RU"/>
              </w:rPr>
              <w:t xml:space="preserve"> или уклонения</w:t>
            </w:r>
            <w:r w:rsidRPr="00CD1C91">
              <w:rPr>
                <w:sz w:val="18"/>
                <w:szCs w:val="18"/>
                <w:lang w:eastAsia="ru-RU"/>
              </w:rPr>
              <w:t xml:space="preserve"> от заключения контракт</w:t>
            </w:r>
            <w:r>
              <w:rPr>
                <w:sz w:val="18"/>
                <w:szCs w:val="18"/>
                <w:lang w:eastAsia="ru-RU"/>
              </w:rPr>
              <w:t>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3956" w:rsidRPr="00CD1C91" w:rsidRDefault="00573956" w:rsidP="00CD1C91">
            <w:pPr>
              <w:ind w:firstLine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23305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CD1C91" w:rsidRDefault="00573956" w:rsidP="00CD1C91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CD1C91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19403E">
            <w:pPr>
              <w:ind w:firstLine="0"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19403E">
            <w:pPr>
              <w:ind w:firstLine="0"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</w:tr>
      <w:tr w:rsidR="00573956" w:rsidRPr="00461C61" w:rsidTr="00985A8E">
        <w:trPr>
          <w:trHeight w:val="376"/>
        </w:trPr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573956" w:rsidRPr="00CD1C91" w:rsidRDefault="00573956" w:rsidP="00ED45DF">
            <w:pPr>
              <w:ind w:firstLine="0"/>
              <w:rPr>
                <w:sz w:val="18"/>
                <w:szCs w:val="18"/>
                <w:lang w:eastAsia="ru-RU"/>
              </w:rPr>
            </w:pPr>
            <w:r w:rsidRPr="00CD1C91">
              <w:rPr>
                <w:sz w:val="18"/>
                <w:szCs w:val="18"/>
                <w:lang w:eastAsia="ru-RU"/>
              </w:rPr>
              <w:t xml:space="preserve">Из строки </w:t>
            </w:r>
            <w:r>
              <w:rPr>
                <w:sz w:val="18"/>
                <w:szCs w:val="18"/>
                <w:lang w:eastAsia="ru-RU"/>
              </w:rPr>
              <w:t>23301</w:t>
            </w:r>
            <w:r w:rsidRPr="00CD1C91">
              <w:rPr>
                <w:sz w:val="18"/>
                <w:szCs w:val="18"/>
                <w:lang w:eastAsia="ru-RU"/>
              </w:rPr>
              <w:t xml:space="preserve"> - </w:t>
            </w:r>
            <w:r w:rsidRPr="00CD1C91">
              <w:rPr>
                <w:sz w:val="18"/>
                <w:szCs w:val="18"/>
                <w:lang w:eastAsia="ru-RU"/>
              </w:rPr>
              <w:br/>
            </w:r>
            <w:r>
              <w:rPr>
                <w:sz w:val="18"/>
                <w:szCs w:val="18"/>
                <w:lang w:eastAsia="ru-RU"/>
              </w:rPr>
              <w:t xml:space="preserve">Общая сумма начальных (максимальных) цен контрактов на </w:t>
            </w:r>
            <w:r w:rsidRPr="00CD1C91">
              <w:rPr>
                <w:sz w:val="18"/>
                <w:szCs w:val="18"/>
                <w:lang w:eastAsia="ru-RU"/>
              </w:rPr>
              <w:t>закупк</w:t>
            </w:r>
            <w:r>
              <w:rPr>
                <w:sz w:val="18"/>
                <w:szCs w:val="18"/>
                <w:lang w:eastAsia="ru-RU"/>
              </w:rPr>
              <w:t>у</w:t>
            </w:r>
            <w:r w:rsidRPr="00CD1C91">
              <w:rPr>
                <w:sz w:val="18"/>
                <w:szCs w:val="18"/>
                <w:lang w:eastAsia="ru-RU"/>
              </w:rPr>
              <w:t xml:space="preserve"> инновационной и высокотехнологичной продукции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3956" w:rsidRPr="00CD1C91" w:rsidRDefault="00573956" w:rsidP="00CD1C91">
            <w:pPr>
              <w:ind w:firstLine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23306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CD1C91" w:rsidRDefault="00573956" w:rsidP="00CD1C91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CD1C91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19403E">
            <w:pPr>
              <w:ind w:firstLine="0"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19403E">
            <w:pPr>
              <w:ind w:firstLine="0"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19403E">
            <w:pPr>
              <w:ind w:firstLine="0"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19403E">
            <w:pPr>
              <w:ind w:firstLine="0"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19403E">
            <w:pPr>
              <w:ind w:firstLine="0"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19403E">
            <w:pPr>
              <w:ind w:firstLine="0"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19403E">
            <w:pPr>
              <w:ind w:firstLine="0"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</w:tr>
      <w:tr w:rsidR="00573956" w:rsidRPr="00461C61" w:rsidTr="00985A8E">
        <w:trPr>
          <w:trHeight w:val="455"/>
        </w:trPr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573956" w:rsidRPr="00CD1C91" w:rsidRDefault="00573956" w:rsidP="003A4567">
            <w:pPr>
              <w:ind w:firstLine="0"/>
              <w:rPr>
                <w:sz w:val="18"/>
                <w:szCs w:val="18"/>
                <w:lang w:eastAsia="ru-RU"/>
              </w:rPr>
            </w:pPr>
            <w:r w:rsidRPr="00CD1C91">
              <w:rPr>
                <w:sz w:val="18"/>
                <w:szCs w:val="18"/>
                <w:lang w:eastAsia="ru-RU"/>
              </w:rPr>
              <w:t xml:space="preserve">Из строки </w:t>
            </w:r>
            <w:r>
              <w:rPr>
                <w:sz w:val="18"/>
                <w:szCs w:val="18"/>
                <w:lang w:eastAsia="ru-RU"/>
              </w:rPr>
              <w:t>23301</w:t>
            </w:r>
            <w:r w:rsidRPr="00CD1C91">
              <w:rPr>
                <w:sz w:val="18"/>
                <w:szCs w:val="18"/>
                <w:lang w:eastAsia="ru-RU"/>
              </w:rPr>
              <w:t xml:space="preserve"> - </w:t>
            </w:r>
            <w:r w:rsidRPr="00CD1C91">
              <w:rPr>
                <w:sz w:val="18"/>
                <w:szCs w:val="18"/>
                <w:lang w:eastAsia="ru-RU"/>
              </w:rPr>
              <w:br/>
            </w:r>
            <w:r>
              <w:rPr>
                <w:sz w:val="18"/>
                <w:szCs w:val="18"/>
                <w:lang w:eastAsia="ru-RU"/>
              </w:rPr>
              <w:t>Общая сумма начальных (максимальных) цен контрактов</w:t>
            </w:r>
            <w:r w:rsidRPr="00CD1C91">
              <w:rPr>
                <w:sz w:val="18"/>
                <w:szCs w:val="18"/>
                <w:lang w:eastAsia="ru-RU"/>
              </w:rPr>
              <w:t xml:space="preserve"> (лотов)</w:t>
            </w:r>
            <w:r>
              <w:rPr>
                <w:sz w:val="18"/>
                <w:szCs w:val="18"/>
                <w:lang w:eastAsia="ru-RU"/>
              </w:rPr>
              <w:t xml:space="preserve"> на закупки, осуществленные путем проведения</w:t>
            </w:r>
            <w:r w:rsidRPr="00CD1C91">
              <w:rPr>
                <w:sz w:val="18"/>
                <w:szCs w:val="18"/>
                <w:lang w:eastAsia="ru-RU"/>
              </w:rPr>
              <w:t xml:space="preserve"> совместны</w:t>
            </w:r>
            <w:r>
              <w:rPr>
                <w:sz w:val="18"/>
                <w:szCs w:val="18"/>
                <w:lang w:eastAsia="ru-RU"/>
              </w:rPr>
              <w:t>х</w:t>
            </w:r>
            <w:r w:rsidRPr="00CD1C91">
              <w:rPr>
                <w:sz w:val="18"/>
                <w:szCs w:val="18"/>
                <w:lang w:eastAsia="ru-RU"/>
              </w:rPr>
              <w:t xml:space="preserve"> конкурс</w:t>
            </w:r>
            <w:r>
              <w:rPr>
                <w:sz w:val="18"/>
                <w:szCs w:val="18"/>
                <w:lang w:eastAsia="ru-RU"/>
              </w:rPr>
              <w:t>ов</w:t>
            </w:r>
            <w:r w:rsidRPr="00CD1C91">
              <w:rPr>
                <w:sz w:val="18"/>
                <w:szCs w:val="18"/>
                <w:lang w:eastAsia="ru-RU"/>
              </w:rPr>
              <w:t>, аукцион</w:t>
            </w:r>
            <w:r>
              <w:rPr>
                <w:sz w:val="18"/>
                <w:szCs w:val="18"/>
                <w:lang w:eastAsia="ru-RU"/>
              </w:rPr>
              <w:t>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3956" w:rsidRPr="00CD1C91" w:rsidRDefault="00573956" w:rsidP="00CD1C91">
            <w:pPr>
              <w:ind w:firstLine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23307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CD1C91" w:rsidRDefault="00573956" w:rsidP="00CD1C91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CD1C91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19403E">
            <w:pPr>
              <w:ind w:firstLine="0"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19403E">
            <w:pPr>
              <w:ind w:firstLine="0"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19403E">
            <w:pPr>
              <w:ind w:firstLine="0"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19403E">
            <w:pPr>
              <w:ind w:firstLine="0"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</w:tr>
      <w:tr w:rsidR="00573956" w:rsidRPr="00461C61" w:rsidTr="009B0B30">
        <w:trPr>
          <w:trHeight w:val="711"/>
        </w:trPr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573956" w:rsidRPr="00CD1C91" w:rsidRDefault="00573956" w:rsidP="003A4567">
            <w:pPr>
              <w:ind w:firstLine="0"/>
              <w:rPr>
                <w:sz w:val="18"/>
                <w:szCs w:val="18"/>
                <w:lang w:eastAsia="ru-RU"/>
              </w:rPr>
            </w:pPr>
            <w:r w:rsidRPr="00CD1C91">
              <w:rPr>
                <w:sz w:val="18"/>
                <w:szCs w:val="18"/>
                <w:lang w:eastAsia="ru-RU"/>
              </w:rPr>
              <w:t xml:space="preserve">Из строки </w:t>
            </w:r>
            <w:r>
              <w:rPr>
                <w:sz w:val="18"/>
                <w:szCs w:val="18"/>
                <w:lang w:eastAsia="ru-RU"/>
              </w:rPr>
              <w:t>23307</w:t>
            </w:r>
            <w:r w:rsidRPr="00CD1C91">
              <w:rPr>
                <w:sz w:val="18"/>
                <w:szCs w:val="18"/>
                <w:lang w:eastAsia="ru-RU"/>
              </w:rPr>
              <w:t xml:space="preserve"> -</w:t>
            </w:r>
            <w:r w:rsidRPr="00CD1C91">
              <w:rPr>
                <w:sz w:val="18"/>
                <w:szCs w:val="18"/>
                <w:lang w:eastAsia="ru-RU"/>
              </w:rPr>
              <w:br/>
            </w:r>
            <w:r>
              <w:rPr>
                <w:sz w:val="18"/>
                <w:szCs w:val="18"/>
                <w:lang w:eastAsia="ru-RU"/>
              </w:rPr>
              <w:t>Общая сумма начальных (максимальных) цен контрактов</w:t>
            </w:r>
            <w:r w:rsidRPr="00CD1C91">
              <w:rPr>
                <w:sz w:val="18"/>
                <w:szCs w:val="18"/>
                <w:lang w:eastAsia="ru-RU"/>
              </w:rPr>
              <w:t xml:space="preserve"> несостоявшихся совместных конкурсов, аукционов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3956" w:rsidRPr="00CD1C91" w:rsidRDefault="00573956" w:rsidP="00CD1C91">
            <w:pPr>
              <w:ind w:firstLine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23308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CD1C91" w:rsidRDefault="00573956" w:rsidP="00CD1C91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CD1C91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19403E">
            <w:pPr>
              <w:ind w:firstLine="0"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19403E">
            <w:pPr>
              <w:ind w:firstLine="0"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19403E">
            <w:pPr>
              <w:ind w:firstLine="0"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19403E">
            <w:pPr>
              <w:ind w:firstLine="0"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</w:tr>
      <w:tr w:rsidR="00573956" w:rsidRPr="00461C61" w:rsidTr="00985A8E">
        <w:trPr>
          <w:trHeight w:val="70"/>
        </w:trPr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573956" w:rsidRPr="00CD1C91" w:rsidRDefault="00573956" w:rsidP="003A4567">
            <w:pPr>
              <w:ind w:firstLine="0"/>
              <w:rPr>
                <w:sz w:val="18"/>
                <w:szCs w:val="18"/>
                <w:lang w:eastAsia="ru-RU"/>
              </w:rPr>
            </w:pPr>
            <w:r w:rsidRPr="00CD1C91">
              <w:rPr>
                <w:sz w:val="18"/>
                <w:szCs w:val="18"/>
                <w:lang w:eastAsia="ru-RU"/>
              </w:rPr>
              <w:t xml:space="preserve">2. Общая стоимость заключенных контрактов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3956" w:rsidRPr="00CD1C91" w:rsidRDefault="00573956" w:rsidP="00CD1C91">
            <w:pPr>
              <w:ind w:firstLine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23309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CD1C91" w:rsidRDefault="00573956" w:rsidP="00CD1C91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CD1C91">
              <w:rPr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color w:val="000000"/>
                <w:sz w:val="18"/>
                <w:szCs w:val="18"/>
                <w:lang w:eastAsia="ru-RU"/>
              </w:rPr>
              <w:t>16280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3CAE" w:rsidRDefault="00573956" w:rsidP="0019403E">
            <w:pPr>
              <w:ind w:firstLine="0"/>
              <w:jc w:val="center"/>
              <w:rPr>
                <w:sz w:val="20"/>
                <w:szCs w:val="20"/>
              </w:rPr>
            </w:pPr>
            <w:r w:rsidRPr="00463CAE">
              <w:rPr>
                <w:sz w:val="20"/>
                <w:szCs w:val="20"/>
              </w:rPr>
              <w:t>6357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19403E">
            <w:pPr>
              <w:ind w:firstLine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2187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19403E">
            <w:pPr>
              <w:ind w:firstLine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7736</w:t>
            </w:r>
          </w:p>
        </w:tc>
      </w:tr>
      <w:tr w:rsidR="00573956" w:rsidRPr="00461C61" w:rsidTr="00985A8E">
        <w:trPr>
          <w:trHeight w:val="392"/>
        </w:trPr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573956" w:rsidRPr="00CD1C91" w:rsidRDefault="00573956" w:rsidP="003A4567">
            <w:pPr>
              <w:ind w:firstLine="0"/>
              <w:rPr>
                <w:sz w:val="18"/>
                <w:szCs w:val="18"/>
                <w:lang w:eastAsia="ru-RU"/>
              </w:rPr>
            </w:pPr>
            <w:r w:rsidRPr="00CD1C91">
              <w:rPr>
                <w:sz w:val="18"/>
                <w:szCs w:val="18"/>
                <w:lang w:eastAsia="ru-RU"/>
              </w:rPr>
              <w:t xml:space="preserve">Из строки </w:t>
            </w:r>
            <w:r>
              <w:rPr>
                <w:sz w:val="18"/>
                <w:szCs w:val="18"/>
                <w:lang w:eastAsia="ru-RU"/>
              </w:rPr>
              <w:t>23309</w:t>
            </w:r>
            <w:r w:rsidRPr="00CD1C91">
              <w:rPr>
                <w:sz w:val="18"/>
                <w:szCs w:val="18"/>
                <w:lang w:eastAsia="ru-RU"/>
              </w:rPr>
              <w:t xml:space="preserve"> - </w:t>
            </w:r>
            <w:r w:rsidRPr="00CD1C91">
              <w:rPr>
                <w:sz w:val="18"/>
                <w:szCs w:val="18"/>
                <w:lang w:eastAsia="ru-RU"/>
              </w:rPr>
              <w:br/>
              <w:t>по результатам несостоявшихся конкурсов, аукционов, запросов котировок, запросов предложений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3956" w:rsidRPr="00CD1C91" w:rsidRDefault="00573956" w:rsidP="00CD1C91">
            <w:pPr>
              <w:ind w:firstLine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23310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CD1C91" w:rsidRDefault="00573956" w:rsidP="00CD1C91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CD1C91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19403E">
            <w:pPr>
              <w:ind w:firstLine="0"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19403E">
            <w:pPr>
              <w:ind w:firstLine="0"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</w:tr>
      <w:tr w:rsidR="00573956" w:rsidRPr="00461C61" w:rsidTr="00985A8E">
        <w:trPr>
          <w:trHeight w:val="174"/>
        </w:trPr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573956" w:rsidRPr="00CD1C91" w:rsidRDefault="00573956" w:rsidP="00CD1C91">
            <w:pPr>
              <w:ind w:firstLine="0"/>
              <w:rPr>
                <w:sz w:val="18"/>
                <w:szCs w:val="18"/>
                <w:lang w:eastAsia="ru-RU"/>
              </w:rPr>
            </w:pPr>
            <w:r w:rsidRPr="00CD1C91">
              <w:rPr>
                <w:sz w:val="18"/>
                <w:szCs w:val="18"/>
                <w:lang w:eastAsia="ru-RU"/>
              </w:rPr>
              <w:t xml:space="preserve">Из строки </w:t>
            </w:r>
            <w:r>
              <w:rPr>
                <w:sz w:val="18"/>
                <w:szCs w:val="18"/>
                <w:lang w:eastAsia="ru-RU"/>
              </w:rPr>
              <w:t>23309</w:t>
            </w:r>
            <w:r w:rsidRPr="00CD1C91">
              <w:rPr>
                <w:sz w:val="18"/>
                <w:szCs w:val="18"/>
                <w:lang w:eastAsia="ru-RU"/>
              </w:rPr>
              <w:t xml:space="preserve"> -</w:t>
            </w:r>
            <w:r w:rsidRPr="00CD1C91">
              <w:rPr>
                <w:sz w:val="18"/>
                <w:szCs w:val="18"/>
                <w:lang w:eastAsia="ru-RU"/>
              </w:rPr>
              <w:br/>
              <w:t>стоимость заключенных контрактов жизненного цикла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3956" w:rsidRPr="00CD1C91" w:rsidRDefault="00573956" w:rsidP="00CD1C91">
            <w:pPr>
              <w:ind w:firstLine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23</w:t>
            </w:r>
            <w:r w:rsidRPr="00CD1C91">
              <w:rPr>
                <w:sz w:val="18"/>
                <w:szCs w:val="18"/>
                <w:lang w:eastAsia="ru-RU"/>
              </w:rPr>
              <w:t>311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CD1C91" w:rsidRDefault="00573956" w:rsidP="00CD1C91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CD1C91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</w:tr>
      <w:tr w:rsidR="00573956" w:rsidRPr="00461C61" w:rsidTr="00985A8E">
        <w:trPr>
          <w:trHeight w:val="321"/>
        </w:trPr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573956" w:rsidRPr="00CD1C91" w:rsidRDefault="00573956" w:rsidP="00382F77">
            <w:pPr>
              <w:ind w:firstLine="0"/>
              <w:rPr>
                <w:sz w:val="18"/>
                <w:szCs w:val="18"/>
                <w:lang w:eastAsia="ru-RU"/>
              </w:rPr>
            </w:pPr>
            <w:r w:rsidRPr="00CD1C91">
              <w:rPr>
                <w:sz w:val="18"/>
                <w:szCs w:val="18"/>
                <w:lang w:eastAsia="ru-RU"/>
              </w:rPr>
              <w:t xml:space="preserve">Из строки </w:t>
            </w:r>
            <w:r>
              <w:rPr>
                <w:sz w:val="18"/>
                <w:szCs w:val="18"/>
                <w:lang w:eastAsia="ru-RU"/>
              </w:rPr>
              <w:t>23309</w:t>
            </w:r>
            <w:r w:rsidRPr="00CD1C91">
              <w:rPr>
                <w:sz w:val="18"/>
                <w:szCs w:val="18"/>
                <w:lang w:eastAsia="ru-RU"/>
              </w:rPr>
              <w:t xml:space="preserve"> - </w:t>
            </w:r>
            <w:r w:rsidRPr="00CD1C91">
              <w:rPr>
                <w:sz w:val="18"/>
                <w:szCs w:val="18"/>
                <w:lang w:eastAsia="ru-RU"/>
              </w:rPr>
              <w:br/>
              <w:t>стоимость контрактов, заключенных на закупку высокотехнологичной и инновационной продукции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3956" w:rsidRPr="00CD1C91" w:rsidRDefault="00573956" w:rsidP="00CD1C91">
            <w:pPr>
              <w:ind w:firstLine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23</w:t>
            </w:r>
            <w:r w:rsidRPr="00CD1C91">
              <w:rPr>
                <w:sz w:val="18"/>
                <w:szCs w:val="18"/>
                <w:lang w:eastAsia="ru-RU"/>
              </w:rPr>
              <w:t>312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CD1C91" w:rsidRDefault="00573956" w:rsidP="00CD1C91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CD1C91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19403E">
            <w:pPr>
              <w:ind w:firstLine="0"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19403E">
            <w:pPr>
              <w:ind w:firstLine="0"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19403E">
            <w:pPr>
              <w:ind w:firstLine="0"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19403E">
            <w:pPr>
              <w:ind w:firstLine="0"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19403E">
            <w:pPr>
              <w:ind w:firstLine="0"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19403E">
            <w:pPr>
              <w:ind w:firstLine="0"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19403E">
            <w:pPr>
              <w:ind w:firstLine="0"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</w:tr>
      <w:tr w:rsidR="00573956" w:rsidRPr="00461C61" w:rsidTr="00985A8E">
        <w:trPr>
          <w:trHeight w:val="402"/>
        </w:trPr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573956" w:rsidRPr="00CD1C91" w:rsidRDefault="00573956" w:rsidP="00382F77">
            <w:pPr>
              <w:ind w:firstLine="0"/>
              <w:rPr>
                <w:sz w:val="18"/>
                <w:szCs w:val="18"/>
                <w:lang w:eastAsia="ru-RU"/>
              </w:rPr>
            </w:pPr>
            <w:r w:rsidRPr="00CD1C91">
              <w:rPr>
                <w:sz w:val="18"/>
                <w:szCs w:val="18"/>
                <w:lang w:eastAsia="ru-RU"/>
              </w:rPr>
              <w:t xml:space="preserve">Из строки </w:t>
            </w:r>
            <w:r>
              <w:rPr>
                <w:sz w:val="18"/>
                <w:szCs w:val="18"/>
                <w:lang w:eastAsia="ru-RU"/>
              </w:rPr>
              <w:t>23309</w:t>
            </w:r>
            <w:r w:rsidRPr="00CD1C91">
              <w:rPr>
                <w:sz w:val="18"/>
                <w:szCs w:val="18"/>
                <w:lang w:eastAsia="ru-RU"/>
              </w:rPr>
              <w:t xml:space="preserve"> -</w:t>
            </w:r>
            <w:r w:rsidRPr="00CD1C91">
              <w:rPr>
                <w:sz w:val="18"/>
                <w:szCs w:val="18"/>
                <w:lang w:eastAsia="ru-RU"/>
              </w:rPr>
              <w:br/>
              <w:t>стоимость контрактов, заключенных по результатам проведения совместных конкурсов, аукционов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3956" w:rsidRPr="00CD1C91" w:rsidRDefault="00573956" w:rsidP="00CD1C91">
            <w:pPr>
              <w:ind w:firstLine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23</w:t>
            </w:r>
            <w:r w:rsidRPr="00CD1C91">
              <w:rPr>
                <w:sz w:val="18"/>
                <w:szCs w:val="18"/>
                <w:lang w:eastAsia="ru-RU"/>
              </w:rPr>
              <w:t>313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CD1C91" w:rsidRDefault="00573956" w:rsidP="00CD1C91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CD1C91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19403E">
            <w:pPr>
              <w:ind w:firstLine="0"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19403E">
            <w:pPr>
              <w:ind w:firstLine="0"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19403E">
            <w:pPr>
              <w:ind w:firstLine="0"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19403E">
            <w:pPr>
              <w:ind w:firstLine="0"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</w:tr>
      <w:tr w:rsidR="00573956" w:rsidRPr="00461C61" w:rsidTr="00985A8E">
        <w:trPr>
          <w:trHeight w:val="198"/>
        </w:trPr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573956" w:rsidRPr="00CD1C91" w:rsidRDefault="00573956" w:rsidP="00382F77">
            <w:pPr>
              <w:ind w:firstLine="0"/>
              <w:rPr>
                <w:sz w:val="18"/>
                <w:szCs w:val="18"/>
                <w:lang w:eastAsia="ru-RU"/>
              </w:rPr>
            </w:pPr>
            <w:r w:rsidRPr="00CD1C91">
              <w:rPr>
                <w:sz w:val="18"/>
                <w:szCs w:val="18"/>
                <w:lang w:eastAsia="ru-RU"/>
              </w:rPr>
              <w:t xml:space="preserve">Из строки </w:t>
            </w:r>
            <w:r>
              <w:rPr>
                <w:sz w:val="18"/>
                <w:szCs w:val="18"/>
                <w:lang w:eastAsia="ru-RU"/>
              </w:rPr>
              <w:t>23</w:t>
            </w:r>
            <w:r w:rsidRPr="00CD1C91">
              <w:rPr>
                <w:sz w:val="18"/>
                <w:szCs w:val="18"/>
                <w:lang w:eastAsia="ru-RU"/>
              </w:rPr>
              <w:t>313 -</w:t>
            </w:r>
            <w:r w:rsidRPr="00CD1C91">
              <w:rPr>
                <w:sz w:val="18"/>
                <w:szCs w:val="18"/>
                <w:lang w:eastAsia="ru-RU"/>
              </w:rPr>
              <w:br/>
              <w:t>стоимость контрактов, заключенных по результатам несостоявшихся совместных конкурсов, аукционов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3956" w:rsidRPr="00CD1C91" w:rsidRDefault="00573956" w:rsidP="00CD1C91">
            <w:pPr>
              <w:ind w:firstLine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23</w:t>
            </w:r>
            <w:r w:rsidRPr="00CD1C91">
              <w:rPr>
                <w:sz w:val="18"/>
                <w:szCs w:val="18"/>
                <w:lang w:eastAsia="ru-RU"/>
              </w:rPr>
              <w:t>314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CD1C91" w:rsidRDefault="00573956" w:rsidP="00CD1C91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CD1C91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19403E">
            <w:pPr>
              <w:ind w:firstLine="0"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19403E">
            <w:pPr>
              <w:ind w:firstLine="0"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19403E">
            <w:pPr>
              <w:ind w:firstLine="0"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19403E">
            <w:pPr>
              <w:ind w:firstLine="0"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</w:tr>
      <w:tr w:rsidR="00573956" w:rsidRPr="00461C61" w:rsidTr="009B0B30">
        <w:trPr>
          <w:trHeight w:val="305"/>
        </w:trPr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573956" w:rsidRPr="00CD1C91" w:rsidRDefault="00573956" w:rsidP="00A91C21">
            <w:pPr>
              <w:ind w:firstLine="0"/>
              <w:rPr>
                <w:sz w:val="18"/>
                <w:szCs w:val="18"/>
                <w:lang w:eastAsia="ru-RU"/>
              </w:rPr>
            </w:pPr>
            <w:r w:rsidRPr="00CD1C91">
              <w:rPr>
                <w:sz w:val="18"/>
                <w:szCs w:val="18"/>
                <w:lang w:eastAsia="ru-RU"/>
              </w:rPr>
              <w:t xml:space="preserve">Из строки </w:t>
            </w:r>
            <w:r>
              <w:rPr>
                <w:sz w:val="18"/>
                <w:szCs w:val="18"/>
                <w:lang w:eastAsia="ru-RU"/>
              </w:rPr>
              <w:t>23309</w:t>
            </w:r>
            <w:r w:rsidRPr="00CD1C91">
              <w:rPr>
                <w:sz w:val="18"/>
                <w:szCs w:val="18"/>
                <w:lang w:eastAsia="ru-RU"/>
              </w:rPr>
              <w:t xml:space="preserve"> - </w:t>
            </w:r>
            <w:r w:rsidRPr="00CD1C91">
              <w:rPr>
                <w:sz w:val="18"/>
                <w:szCs w:val="18"/>
                <w:lang w:eastAsia="ru-RU"/>
              </w:rPr>
              <w:br/>
              <w:t xml:space="preserve">затраты заказчика </w:t>
            </w:r>
            <w:r>
              <w:rPr>
                <w:sz w:val="18"/>
                <w:szCs w:val="18"/>
                <w:lang w:eastAsia="ru-RU"/>
              </w:rPr>
              <w:t xml:space="preserve">на осуществление закупок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3956" w:rsidRPr="00CD1C91" w:rsidRDefault="00573956" w:rsidP="00CD1C91">
            <w:pPr>
              <w:ind w:firstLine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23</w:t>
            </w:r>
            <w:r w:rsidRPr="00CD1C91">
              <w:rPr>
                <w:sz w:val="18"/>
                <w:szCs w:val="18"/>
                <w:lang w:eastAsia="ru-RU"/>
              </w:rPr>
              <w:t>315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CD1C91" w:rsidRDefault="00573956" w:rsidP="00CD1C91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CD1C91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</w:tr>
      <w:tr w:rsidR="00573956" w:rsidRPr="00461C61" w:rsidTr="009B0B30">
        <w:trPr>
          <w:trHeight w:val="169"/>
        </w:trPr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573956" w:rsidRPr="00CD1C91" w:rsidRDefault="00573956" w:rsidP="00186BE8">
            <w:pPr>
              <w:ind w:firstLine="0"/>
              <w:rPr>
                <w:sz w:val="18"/>
                <w:szCs w:val="18"/>
                <w:lang w:eastAsia="ru-RU"/>
              </w:rPr>
            </w:pPr>
            <w:r w:rsidRPr="00CD1C91">
              <w:rPr>
                <w:sz w:val="18"/>
                <w:szCs w:val="18"/>
                <w:lang w:eastAsia="ru-RU"/>
              </w:rPr>
              <w:t xml:space="preserve">Из строки </w:t>
            </w:r>
            <w:r>
              <w:rPr>
                <w:sz w:val="18"/>
                <w:szCs w:val="18"/>
                <w:lang w:eastAsia="ru-RU"/>
              </w:rPr>
              <w:t>23309</w:t>
            </w:r>
            <w:r w:rsidRPr="00CD1C91">
              <w:rPr>
                <w:sz w:val="18"/>
                <w:szCs w:val="18"/>
                <w:lang w:eastAsia="ru-RU"/>
              </w:rPr>
              <w:t xml:space="preserve"> - </w:t>
            </w:r>
            <w:r w:rsidRPr="00CD1C91">
              <w:rPr>
                <w:sz w:val="18"/>
                <w:szCs w:val="18"/>
                <w:lang w:eastAsia="ru-RU"/>
              </w:rPr>
              <w:br/>
              <w:t xml:space="preserve">стоимость контрактов, заключенных с </w:t>
            </w:r>
            <w:r>
              <w:rPr>
                <w:sz w:val="18"/>
                <w:szCs w:val="18"/>
                <w:lang w:eastAsia="ru-RU"/>
              </w:rPr>
              <w:t>российскими лицами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3956" w:rsidRPr="00CD1C91" w:rsidRDefault="00573956" w:rsidP="00CD1C91">
            <w:pPr>
              <w:ind w:firstLine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23</w:t>
            </w:r>
            <w:r w:rsidRPr="00CD1C91">
              <w:rPr>
                <w:sz w:val="18"/>
                <w:szCs w:val="18"/>
                <w:lang w:eastAsia="ru-RU"/>
              </w:rPr>
              <w:t>316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CD1C91" w:rsidRDefault="00573956" w:rsidP="00CD1C91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16280</w:t>
            </w:r>
            <w:r w:rsidRPr="00CD1C91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3CAE" w:rsidRDefault="00573956" w:rsidP="0019403E">
            <w:pPr>
              <w:ind w:firstLine="0"/>
              <w:jc w:val="center"/>
              <w:rPr>
                <w:sz w:val="20"/>
                <w:szCs w:val="20"/>
              </w:rPr>
            </w:pPr>
            <w:r w:rsidRPr="00463CAE">
              <w:rPr>
                <w:sz w:val="20"/>
                <w:szCs w:val="20"/>
              </w:rPr>
              <w:t>6357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19403E">
            <w:pPr>
              <w:ind w:firstLine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2187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19403E">
            <w:pPr>
              <w:ind w:firstLine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7736</w:t>
            </w:r>
          </w:p>
        </w:tc>
      </w:tr>
      <w:tr w:rsidR="00573956" w:rsidRPr="00461C61" w:rsidTr="00985A8E">
        <w:trPr>
          <w:trHeight w:val="370"/>
        </w:trPr>
        <w:tc>
          <w:tcPr>
            <w:tcW w:w="5099" w:type="dxa"/>
            <w:tcBorders>
              <w:top w:val="single" w:sz="4" w:space="0" w:color="auto"/>
              <w:left w:val="single" w:sz="4" w:space="0" w:color="auto"/>
              <w:right w:val="nil"/>
            </w:tcBorders>
            <w:vAlign w:val="bottom"/>
          </w:tcPr>
          <w:p w:rsidR="00573956" w:rsidRPr="00CD1C91" w:rsidRDefault="00573956" w:rsidP="00CD1C91">
            <w:pPr>
              <w:ind w:firstLine="0"/>
              <w:rPr>
                <w:sz w:val="18"/>
                <w:szCs w:val="18"/>
                <w:lang w:eastAsia="ru-RU"/>
              </w:rPr>
            </w:pPr>
            <w:r w:rsidRPr="00CD1C91">
              <w:rPr>
                <w:sz w:val="18"/>
                <w:szCs w:val="18"/>
                <w:lang w:eastAsia="ru-RU"/>
              </w:rPr>
              <w:t>из них:</w:t>
            </w:r>
          </w:p>
          <w:p w:rsidR="00573956" w:rsidRPr="00CD1C91" w:rsidRDefault="00573956" w:rsidP="00CD1C91">
            <w:pPr>
              <w:ind w:firstLine="0"/>
              <w:rPr>
                <w:sz w:val="18"/>
                <w:szCs w:val="18"/>
                <w:lang w:eastAsia="ru-RU"/>
              </w:rPr>
            </w:pPr>
            <w:r w:rsidRPr="00CD1C91">
              <w:rPr>
                <w:sz w:val="18"/>
                <w:szCs w:val="18"/>
                <w:lang w:eastAsia="ru-RU"/>
              </w:rPr>
              <w:t>с учреждениями УИС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573956" w:rsidRPr="00CD1C91" w:rsidRDefault="00573956" w:rsidP="00F7440F">
            <w:pPr>
              <w:ind w:firstLine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23</w:t>
            </w:r>
            <w:r w:rsidRPr="00CD1C91">
              <w:rPr>
                <w:sz w:val="18"/>
                <w:szCs w:val="18"/>
                <w:lang w:eastAsia="ru-RU"/>
              </w:rPr>
              <w:t>317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73956" w:rsidRPr="00CD1C91" w:rsidRDefault="00573956" w:rsidP="00CD1C91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CD1C91">
              <w:rPr>
                <w:color w:val="000000"/>
                <w:sz w:val="18"/>
                <w:szCs w:val="18"/>
                <w:lang w:eastAsia="ru-RU"/>
              </w:rPr>
              <w:t> </w:t>
            </w:r>
          </w:p>
          <w:p w:rsidR="00573956" w:rsidRPr="00CD1C91" w:rsidRDefault="00573956" w:rsidP="00CD1C91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CD1C91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73956" w:rsidRPr="00461C61" w:rsidRDefault="00573956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73956" w:rsidRPr="00461C61" w:rsidRDefault="00573956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73956" w:rsidRPr="00461C61" w:rsidRDefault="00573956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73956" w:rsidRPr="00461C61" w:rsidRDefault="00573956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73956" w:rsidRPr="00461C61" w:rsidRDefault="00573956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73956" w:rsidRPr="00461C61" w:rsidRDefault="00573956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73956" w:rsidRPr="00461C61" w:rsidRDefault="00573956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73956" w:rsidRPr="00461C61" w:rsidRDefault="00573956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73956" w:rsidRPr="00461C61" w:rsidRDefault="00573956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73956" w:rsidRPr="00461C61" w:rsidRDefault="00573956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73956" w:rsidRPr="00461C61" w:rsidRDefault="00573956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73956" w:rsidRPr="00461C61" w:rsidRDefault="00573956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</w:tr>
      <w:tr w:rsidR="00573956" w:rsidRPr="00461C61" w:rsidTr="00985A8E">
        <w:trPr>
          <w:trHeight w:val="78"/>
        </w:trPr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573956" w:rsidRPr="00CD1C91" w:rsidRDefault="00573956" w:rsidP="00CD1C91">
            <w:pPr>
              <w:ind w:firstLine="0"/>
              <w:rPr>
                <w:sz w:val="18"/>
                <w:szCs w:val="18"/>
                <w:lang w:eastAsia="ru-RU"/>
              </w:rPr>
            </w:pPr>
            <w:r w:rsidRPr="00CD1C91">
              <w:rPr>
                <w:sz w:val="18"/>
                <w:szCs w:val="18"/>
                <w:lang w:eastAsia="ru-RU"/>
              </w:rPr>
              <w:t>с организациями инвалидов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3956" w:rsidRPr="00CD1C91" w:rsidRDefault="00573956" w:rsidP="00CD1C91">
            <w:pPr>
              <w:ind w:firstLine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23</w:t>
            </w:r>
            <w:r w:rsidRPr="00CD1C91">
              <w:rPr>
                <w:sz w:val="18"/>
                <w:szCs w:val="18"/>
                <w:lang w:eastAsia="ru-RU"/>
              </w:rPr>
              <w:t>318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CD1C91" w:rsidRDefault="00573956" w:rsidP="00CD1C91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CD1C91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</w:tr>
      <w:tr w:rsidR="00573956" w:rsidRPr="00461C61" w:rsidTr="00985A8E">
        <w:trPr>
          <w:trHeight w:val="70"/>
        </w:trPr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573956" w:rsidRPr="006B6B77" w:rsidRDefault="00573956" w:rsidP="00A91C21">
            <w:pPr>
              <w:autoSpaceDE w:val="0"/>
              <w:autoSpaceDN w:val="0"/>
              <w:adjustRightInd w:val="0"/>
              <w:ind w:firstLine="0"/>
              <w:jc w:val="both"/>
              <w:rPr>
                <w:sz w:val="18"/>
                <w:szCs w:val="18"/>
                <w:lang w:eastAsia="ru-RU"/>
              </w:rPr>
            </w:pPr>
            <w:r w:rsidRPr="00062EB7">
              <w:rPr>
                <w:sz w:val="18"/>
                <w:szCs w:val="18"/>
                <w:lang w:eastAsia="ru-RU"/>
              </w:rPr>
              <w:t xml:space="preserve">3. Общая сумма </w:t>
            </w:r>
            <w:r>
              <w:rPr>
                <w:sz w:val="18"/>
                <w:szCs w:val="18"/>
                <w:lang w:eastAsia="ru-RU"/>
              </w:rPr>
              <w:t>изменений цен контрактов в соответствии со ст. 95 Закона № 44-ФЗ</w:t>
            </w:r>
            <w:r w:rsidRPr="006B6B77">
              <w:rPr>
                <w:sz w:val="18"/>
                <w:szCs w:val="18"/>
                <w:lang w:eastAsia="ru-RU"/>
              </w:rPr>
              <w:t xml:space="preserve"> (</w:t>
            </w:r>
            <w:r>
              <w:rPr>
                <w:sz w:val="18"/>
                <w:szCs w:val="18"/>
                <w:lang w:eastAsia="ru-RU"/>
              </w:rPr>
              <w:t>положительные значения)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3956" w:rsidRPr="0044382F" w:rsidRDefault="00573956" w:rsidP="00CD1C91">
            <w:pPr>
              <w:ind w:firstLine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23</w:t>
            </w:r>
            <w:r w:rsidRPr="0044382F">
              <w:rPr>
                <w:sz w:val="18"/>
                <w:szCs w:val="18"/>
                <w:lang w:eastAsia="ru-RU"/>
              </w:rPr>
              <w:t>319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4382F" w:rsidRDefault="00573956" w:rsidP="00CD1C91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44382F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</w:tr>
      <w:tr w:rsidR="00573956" w:rsidRPr="00461C61" w:rsidTr="00985A8E">
        <w:trPr>
          <w:trHeight w:val="70"/>
        </w:trPr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573956" w:rsidRPr="00062EB7" w:rsidRDefault="00573956" w:rsidP="006B6B77">
            <w:pPr>
              <w:autoSpaceDE w:val="0"/>
              <w:autoSpaceDN w:val="0"/>
              <w:adjustRightInd w:val="0"/>
              <w:ind w:firstLine="0"/>
              <w:jc w:val="both"/>
              <w:rPr>
                <w:sz w:val="18"/>
                <w:szCs w:val="18"/>
                <w:lang w:eastAsia="ru-RU"/>
              </w:rPr>
            </w:pPr>
            <w:r w:rsidRPr="00062EB7">
              <w:rPr>
                <w:sz w:val="18"/>
                <w:szCs w:val="18"/>
                <w:lang w:eastAsia="ru-RU"/>
              </w:rPr>
              <w:t xml:space="preserve">3. Общая сумма </w:t>
            </w:r>
            <w:r>
              <w:rPr>
                <w:sz w:val="18"/>
                <w:szCs w:val="18"/>
                <w:lang w:eastAsia="ru-RU"/>
              </w:rPr>
              <w:t>изменений цен контрактов в соответствии со ст. 95 Закона № 44-ФЗ</w:t>
            </w:r>
            <w:r w:rsidRPr="006B6B77">
              <w:rPr>
                <w:sz w:val="18"/>
                <w:szCs w:val="18"/>
                <w:lang w:eastAsia="ru-RU"/>
              </w:rPr>
              <w:t xml:space="preserve"> (</w:t>
            </w:r>
            <w:r>
              <w:rPr>
                <w:sz w:val="18"/>
                <w:szCs w:val="18"/>
                <w:lang w:eastAsia="ru-RU"/>
              </w:rPr>
              <w:t>отрицательные значения)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3956" w:rsidRPr="006B6B77" w:rsidRDefault="00573956" w:rsidP="006B6B77">
            <w:pPr>
              <w:ind w:left="-104" w:right="-113" w:firstLine="0"/>
              <w:jc w:val="center"/>
              <w:rPr>
                <w:sz w:val="18"/>
                <w:szCs w:val="18"/>
                <w:lang w:val="en-US" w:eastAsia="ru-RU"/>
              </w:rPr>
            </w:pPr>
            <w:r>
              <w:rPr>
                <w:sz w:val="18"/>
                <w:szCs w:val="18"/>
                <w:lang w:eastAsia="ru-RU"/>
              </w:rPr>
              <w:t>23319</w:t>
            </w:r>
            <w:r>
              <w:rPr>
                <w:sz w:val="18"/>
                <w:szCs w:val="18"/>
                <w:lang w:val="en-US" w:eastAsia="ru-RU"/>
              </w:rPr>
              <w:t>a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4382F" w:rsidRDefault="00573956" w:rsidP="00CD1C91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</w:tr>
      <w:tr w:rsidR="00573956" w:rsidRPr="00461C61" w:rsidTr="00985A8E">
        <w:trPr>
          <w:trHeight w:val="158"/>
        </w:trPr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573956" w:rsidRPr="0044382F" w:rsidRDefault="00573956" w:rsidP="00CD1C91">
            <w:pPr>
              <w:ind w:firstLine="0"/>
              <w:rPr>
                <w:sz w:val="18"/>
                <w:szCs w:val="18"/>
                <w:lang w:eastAsia="ru-RU"/>
              </w:rPr>
            </w:pPr>
            <w:r w:rsidRPr="0044382F">
              <w:rPr>
                <w:sz w:val="18"/>
                <w:szCs w:val="18"/>
                <w:lang w:eastAsia="ru-RU"/>
              </w:rPr>
              <w:t>4. Общая стоимость расторгнутых контрактов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3956" w:rsidRPr="0044382F" w:rsidRDefault="00573956" w:rsidP="00CD1C91">
            <w:pPr>
              <w:ind w:firstLine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23</w:t>
            </w:r>
            <w:r w:rsidRPr="0044382F">
              <w:rPr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4382F" w:rsidRDefault="00573956" w:rsidP="00CD1C91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44382F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</w:tr>
      <w:tr w:rsidR="00573956" w:rsidRPr="00461C61" w:rsidTr="00985A8E">
        <w:trPr>
          <w:trHeight w:val="441"/>
        </w:trPr>
        <w:tc>
          <w:tcPr>
            <w:tcW w:w="5099" w:type="dxa"/>
            <w:tcBorders>
              <w:top w:val="single" w:sz="4" w:space="0" w:color="auto"/>
              <w:left w:val="single" w:sz="4" w:space="0" w:color="auto"/>
              <w:right w:val="nil"/>
            </w:tcBorders>
            <w:vAlign w:val="bottom"/>
          </w:tcPr>
          <w:p w:rsidR="00573956" w:rsidRPr="00CD1C91" w:rsidRDefault="00573956" w:rsidP="00CD1C91">
            <w:pPr>
              <w:ind w:firstLine="0"/>
              <w:rPr>
                <w:sz w:val="18"/>
                <w:szCs w:val="18"/>
                <w:lang w:eastAsia="ru-RU"/>
              </w:rPr>
            </w:pPr>
            <w:r w:rsidRPr="00CD1C91">
              <w:rPr>
                <w:sz w:val="18"/>
                <w:szCs w:val="18"/>
                <w:lang w:eastAsia="ru-RU"/>
              </w:rPr>
              <w:t xml:space="preserve">в том числе: </w:t>
            </w:r>
          </w:p>
          <w:p w:rsidR="00573956" w:rsidRPr="00CD1C91" w:rsidRDefault="00573956" w:rsidP="00F4622D">
            <w:pPr>
              <w:ind w:firstLine="0"/>
              <w:rPr>
                <w:sz w:val="18"/>
                <w:szCs w:val="18"/>
                <w:lang w:eastAsia="ru-RU"/>
              </w:rPr>
            </w:pPr>
            <w:r w:rsidRPr="00CD1C91">
              <w:rPr>
                <w:sz w:val="18"/>
                <w:szCs w:val="18"/>
                <w:lang w:eastAsia="ru-RU"/>
              </w:rPr>
              <w:t>по соглашению сторон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573956" w:rsidRPr="00CD1C91" w:rsidRDefault="00573956" w:rsidP="00F4622D">
            <w:pPr>
              <w:ind w:firstLine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23</w:t>
            </w:r>
            <w:r w:rsidRPr="00CD1C91">
              <w:rPr>
                <w:sz w:val="18"/>
                <w:szCs w:val="18"/>
                <w:lang w:eastAsia="ru-RU"/>
              </w:rPr>
              <w:t>321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73956" w:rsidRPr="00CD1C91" w:rsidRDefault="00573956" w:rsidP="00CD1C91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CD1C91">
              <w:rPr>
                <w:color w:val="000000"/>
                <w:sz w:val="18"/>
                <w:szCs w:val="18"/>
                <w:lang w:eastAsia="ru-RU"/>
              </w:rPr>
              <w:t> </w:t>
            </w:r>
          </w:p>
          <w:p w:rsidR="00573956" w:rsidRPr="00CD1C91" w:rsidRDefault="00573956" w:rsidP="00CD1C91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CD1C91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73956" w:rsidRPr="00461C61" w:rsidRDefault="00573956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73956" w:rsidRPr="00461C61" w:rsidRDefault="00573956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73956" w:rsidRPr="00461C61" w:rsidRDefault="00573956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73956" w:rsidRPr="00461C61" w:rsidRDefault="00573956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73956" w:rsidRPr="00461C61" w:rsidRDefault="00573956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73956" w:rsidRPr="00461C61" w:rsidRDefault="00573956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73956" w:rsidRPr="00461C61" w:rsidRDefault="00573956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73956" w:rsidRPr="00461C61" w:rsidRDefault="00573956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73956" w:rsidRPr="00461C61" w:rsidRDefault="00573956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73956" w:rsidRPr="00461C61" w:rsidRDefault="00573956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73956" w:rsidRPr="00461C61" w:rsidRDefault="00573956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73956" w:rsidRPr="00461C61" w:rsidRDefault="00573956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</w:tr>
      <w:tr w:rsidR="00573956" w:rsidRPr="00461C61" w:rsidTr="00985A8E">
        <w:trPr>
          <w:trHeight w:val="300"/>
        </w:trPr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573956" w:rsidRPr="00CD1C91" w:rsidRDefault="00573956" w:rsidP="00CD1C91">
            <w:pPr>
              <w:ind w:firstLine="0"/>
              <w:rPr>
                <w:sz w:val="18"/>
                <w:szCs w:val="18"/>
                <w:lang w:eastAsia="ru-RU"/>
              </w:rPr>
            </w:pPr>
            <w:r w:rsidRPr="00CD1C91">
              <w:rPr>
                <w:sz w:val="18"/>
                <w:szCs w:val="18"/>
                <w:lang w:eastAsia="ru-RU"/>
              </w:rPr>
              <w:t>в случае одностороннего отказа заказчика от исполнения контракта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3956" w:rsidRPr="00CD1C91" w:rsidRDefault="00573956" w:rsidP="00CD1C91">
            <w:pPr>
              <w:ind w:firstLine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23</w:t>
            </w:r>
            <w:r w:rsidRPr="00CD1C91">
              <w:rPr>
                <w:sz w:val="18"/>
                <w:szCs w:val="18"/>
                <w:lang w:eastAsia="ru-RU"/>
              </w:rPr>
              <w:t>322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CD1C91" w:rsidRDefault="00573956" w:rsidP="00CD1C91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CD1C91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</w:tr>
      <w:tr w:rsidR="00573956" w:rsidRPr="00461C61" w:rsidTr="00985A8E">
        <w:trPr>
          <w:trHeight w:val="180"/>
        </w:trPr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573956" w:rsidRPr="00CD1C91" w:rsidRDefault="00573956" w:rsidP="00CD1C91">
            <w:pPr>
              <w:ind w:firstLine="0"/>
              <w:rPr>
                <w:sz w:val="18"/>
                <w:szCs w:val="18"/>
                <w:lang w:eastAsia="ru-RU"/>
              </w:rPr>
            </w:pPr>
            <w:r w:rsidRPr="00CD1C91">
              <w:rPr>
                <w:sz w:val="18"/>
                <w:szCs w:val="18"/>
                <w:lang w:eastAsia="ru-RU"/>
              </w:rPr>
              <w:t>в случае одностороннего отказа поставщика (подрядчика, исполнителя) от исполнения контракта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3956" w:rsidRPr="00CD1C91" w:rsidRDefault="00573956" w:rsidP="00CD1C91">
            <w:pPr>
              <w:ind w:firstLine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23</w:t>
            </w:r>
            <w:r w:rsidRPr="00CD1C91">
              <w:rPr>
                <w:sz w:val="18"/>
                <w:szCs w:val="18"/>
                <w:lang w:eastAsia="ru-RU"/>
              </w:rPr>
              <w:t>323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CD1C91" w:rsidRDefault="00573956" w:rsidP="00CD1C91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CD1C91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</w:tr>
      <w:tr w:rsidR="00573956" w:rsidRPr="00461C61" w:rsidTr="00985A8E">
        <w:trPr>
          <w:trHeight w:val="70"/>
        </w:trPr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573956" w:rsidRPr="00CD1C91" w:rsidRDefault="00573956" w:rsidP="00CD1C91">
            <w:pPr>
              <w:ind w:firstLine="0"/>
              <w:rPr>
                <w:sz w:val="18"/>
                <w:szCs w:val="18"/>
                <w:lang w:eastAsia="ru-RU"/>
              </w:rPr>
            </w:pPr>
            <w:r w:rsidRPr="00CD1C91">
              <w:rPr>
                <w:sz w:val="18"/>
                <w:szCs w:val="18"/>
                <w:lang w:eastAsia="ru-RU"/>
              </w:rPr>
              <w:t>по решению суда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3956" w:rsidRPr="00CD1C91" w:rsidRDefault="00573956" w:rsidP="00CD1C91">
            <w:pPr>
              <w:ind w:firstLine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23</w:t>
            </w:r>
            <w:r w:rsidRPr="00CD1C91">
              <w:rPr>
                <w:sz w:val="18"/>
                <w:szCs w:val="18"/>
                <w:lang w:eastAsia="ru-RU"/>
              </w:rPr>
              <w:t>324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CD1C91" w:rsidRDefault="00573956" w:rsidP="00CD1C91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CD1C91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19403E">
            <w:pPr>
              <w:ind w:firstLine="0"/>
              <w:jc w:val="center"/>
              <w:rPr>
                <w:sz w:val="32"/>
                <w:szCs w:val="32"/>
              </w:rPr>
            </w:pPr>
          </w:p>
        </w:tc>
      </w:tr>
    </w:tbl>
    <w:p w:rsidR="00573956" w:rsidRDefault="00573956">
      <w:pPr>
        <w:rPr>
          <w:b/>
          <w:bCs/>
          <w:szCs w:val="18"/>
          <w:lang w:eastAsia="ru-RU"/>
        </w:rPr>
      </w:pPr>
      <w:r>
        <w:rPr>
          <w:b/>
          <w:bCs/>
          <w:szCs w:val="18"/>
          <w:lang w:eastAsia="ru-RU"/>
        </w:rPr>
        <w:br w:type="page"/>
      </w:r>
    </w:p>
    <w:p w:rsidR="00573956" w:rsidRPr="0019403E" w:rsidRDefault="00573956" w:rsidP="00204D4B">
      <w:pPr>
        <w:jc w:val="both"/>
        <w:rPr>
          <w:b/>
          <w:bCs/>
          <w:szCs w:val="18"/>
          <w:lang w:eastAsia="ru-RU"/>
        </w:rPr>
      </w:pPr>
      <w:r w:rsidRPr="0019403E">
        <w:rPr>
          <w:b/>
          <w:bCs/>
          <w:szCs w:val="18"/>
          <w:lang w:eastAsia="ru-RU"/>
        </w:rPr>
        <w:t xml:space="preserve">Раздел 3. Количественные и стоимостные характеристики </w:t>
      </w:r>
      <w:r>
        <w:rPr>
          <w:b/>
          <w:bCs/>
          <w:szCs w:val="18"/>
          <w:lang w:eastAsia="ru-RU"/>
        </w:rPr>
        <w:t>закупок у</w:t>
      </w:r>
      <w:r w:rsidRPr="0019403E">
        <w:rPr>
          <w:b/>
          <w:bCs/>
          <w:szCs w:val="18"/>
          <w:lang w:eastAsia="ru-RU"/>
        </w:rPr>
        <w:t xml:space="preserve"> субъектов малого предпринимательства, социально ориентированных некоммерческих организаций</w:t>
      </w:r>
    </w:p>
    <w:tbl>
      <w:tblPr>
        <w:tblW w:w="16116" w:type="dxa"/>
        <w:tblCellSpacing w:w="5" w:type="nil"/>
        <w:tblInd w:w="-492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7513"/>
        <w:gridCol w:w="709"/>
        <w:gridCol w:w="805"/>
        <w:gridCol w:w="994"/>
        <w:gridCol w:w="1276"/>
        <w:gridCol w:w="1275"/>
        <w:gridCol w:w="1276"/>
        <w:gridCol w:w="992"/>
        <w:gridCol w:w="1276"/>
      </w:tblGrid>
      <w:tr w:rsidR="00573956" w:rsidRPr="00461C61" w:rsidTr="00463CAE">
        <w:trPr>
          <w:tblCellSpacing w:w="5" w:type="nil"/>
        </w:trPr>
        <w:tc>
          <w:tcPr>
            <w:tcW w:w="75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3C712A">
            <w:pPr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461C61">
              <w:rPr>
                <w:sz w:val="18"/>
                <w:szCs w:val="18"/>
              </w:rPr>
              <w:t>Наименование показателей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3C712A">
            <w:pPr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461C61">
              <w:rPr>
                <w:sz w:val="18"/>
                <w:szCs w:val="18"/>
              </w:rPr>
              <w:t>Код строки</w:t>
            </w:r>
          </w:p>
        </w:tc>
        <w:tc>
          <w:tcPr>
            <w:tcW w:w="8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3C712A">
            <w:pPr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461C61">
              <w:rPr>
                <w:sz w:val="18"/>
                <w:szCs w:val="18"/>
              </w:rPr>
              <w:t>Всего</w:t>
            </w:r>
          </w:p>
        </w:tc>
        <w:tc>
          <w:tcPr>
            <w:tcW w:w="70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956" w:rsidRPr="00461C61" w:rsidRDefault="00573956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18"/>
                <w:szCs w:val="18"/>
              </w:rPr>
            </w:pPr>
            <w:r w:rsidRPr="00461C61">
              <w:rPr>
                <w:bCs/>
                <w:sz w:val="18"/>
                <w:szCs w:val="18"/>
              </w:rPr>
              <w:t xml:space="preserve">В том числе </w:t>
            </w:r>
          </w:p>
        </w:tc>
      </w:tr>
      <w:tr w:rsidR="00573956" w:rsidRPr="00461C61" w:rsidTr="00463CAE">
        <w:trPr>
          <w:tblCellSpacing w:w="5" w:type="nil"/>
        </w:trPr>
        <w:tc>
          <w:tcPr>
            <w:tcW w:w="7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956" w:rsidRPr="00461C61" w:rsidRDefault="00573956">
            <w:pPr>
              <w:autoSpaceDE w:val="0"/>
              <w:autoSpaceDN w:val="0"/>
              <w:adjustRightInd w:val="0"/>
              <w:ind w:firstLine="0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956" w:rsidRPr="00461C61" w:rsidRDefault="00573956">
            <w:pPr>
              <w:autoSpaceDE w:val="0"/>
              <w:autoSpaceDN w:val="0"/>
              <w:adjustRightInd w:val="0"/>
              <w:ind w:firstLine="0"/>
              <w:rPr>
                <w:sz w:val="18"/>
                <w:szCs w:val="18"/>
              </w:rPr>
            </w:pPr>
          </w:p>
        </w:tc>
        <w:tc>
          <w:tcPr>
            <w:tcW w:w="8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956" w:rsidRPr="00461C61" w:rsidRDefault="00573956">
            <w:pPr>
              <w:autoSpaceDE w:val="0"/>
              <w:autoSpaceDN w:val="0"/>
              <w:adjustRightInd w:val="0"/>
              <w:ind w:firstLine="0"/>
              <w:rPr>
                <w:sz w:val="18"/>
                <w:szCs w:val="18"/>
              </w:rPr>
            </w:pPr>
          </w:p>
        </w:tc>
        <w:tc>
          <w:tcPr>
            <w:tcW w:w="35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3C712A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18"/>
                <w:szCs w:val="18"/>
              </w:rPr>
            </w:pPr>
            <w:r w:rsidRPr="00461C61">
              <w:rPr>
                <w:bCs/>
                <w:sz w:val="18"/>
                <w:szCs w:val="18"/>
              </w:rPr>
              <w:t>Конкурсы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3C712A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18"/>
                <w:szCs w:val="18"/>
              </w:rPr>
            </w:pPr>
            <w:r w:rsidRPr="00461C61">
              <w:rPr>
                <w:bCs/>
                <w:sz w:val="18"/>
                <w:szCs w:val="18"/>
              </w:rPr>
              <w:t>Электронные аукционы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3C712A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18"/>
                <w:szCs w:val="18"/>
              </w:rPr>
            </w:pPr>
            <w:r w:rsidRPr="00461C61">
              <w:rPr>
                <w:bCs/>
                <w:sz w:val="18"/>
                <w:szCs w:val="18"/>
              </w:rPr>
              <w:t>Запрос котировок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3C712A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18"/>
                <w:szCs w:val="18"/>
              </w:rPr>
            </w:pPr>
            <w:r w:rsidRPr="00461C61">
              <w:rPr>
                <w:bCs/>
                <w:sz w:val="18"/>
                <w:szCs w:val="18"/>
              </w:rPr>
              <w:t>Запрос предложений</w:t>
            </w:r>
          </w:p>
        </w:tc>
      </w:tr>
      <w:tr w:rsidR="00573956" w:rsidRPr="00461C61" w:rsidTr="00463CAE">
        <w:trPr>
          <w:tblCellSpacing w:w="5" w:type="nil"/>
        </w:trPr>
        <w:tc>
          <w:tcPr>
            <w:tcW w:w="7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956" w:rsidRPr="00461C61" w:rsidRDefault="00573956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956" w:rsidRPr="00461C61" w:rsidRDefault="00573956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</w:p>
        </w:tc>
        <w:tc>
          <w:tcPr>
            <w:tcW w:w="8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956" w:rsidRPr="00461C61" w:rsidRDefault="00573956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3C712A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18"/>
                <w:szCs w:val="18"/>
              </w:rPr>
            </w:pPr>
            <w:r w:rsidRPr="00461C61">
              <w:rPr>
                <w:bCs/>
                <w:sz w:val="18"/>
                <w:szCs w:val="18"/>
              </w:rPr>
              <w:t>открытые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3C712A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18"/>
                <w:szCs w:val="18"/>
              </w:rPr>
            </w:pPr>
            <w:r w:rsidRPr="00461C61">
              <w:rPr>
                <w:bCs/>
                <w:sz w:val="18"/>
                <w:szCs w:val="18"/>
              </w:rPr>
              <w:t>открытые с ограниченным участием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3C712A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18"/>
                <w:szCs w:val="18"/>
              </w:rPr>
            </w:pPr>
            <w:r w:rsidRPr="00461C61">
              <w:rPr>
                <w:bCs/>
                <w:sz w:val="18"/>
                <w:szCs w:val="18"/>
              </w:rPr>
              <w:t>открытые двухэтапные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3C712A">
            <w:pPr>
              <w:autoSpaceDE w:val="0"/>
              <w:autoSpaceDN w:val="0"/>
              <w:adjustRightInd w:val="0"/>
              <w:ind w:firstLine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3C712A">
            <w:pPr>
              <w:autoSpaceDE w:val="0"/>
              <w:autoSpaceDN w:val="0"/>
              <w:adjustRightInd w:val="0"/>
              <w:ind w:firstLine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3C712A">
            <w:pPr>
              <w:autoSpaceDE w:val="0"/>
              <w:autoSpaceDN w:val="0"/>
              <w:adjustRightInd w:val="0"/>
              <w:ind w:firstLine="0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573956" w:rsidRPr="00461C61" w:rsidTr="00463CAE">
        <w:tblPrEx>
          <w:tblCellSpacing w:w="0" w:type="nil"/>
          <w:tblCellMar>
            <w:left w:w="108" w:type="dxa"/>
            <w:right w:w="108" w:type="dxa"/>
          </w:tblCellMar>
          <w:tblLook w:val="00A0"/>
        </w:tblPrEx>
        <w:trPr>
          <w:trHeight w:val="70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573956" w:rsidRPr="0065643D" w:rsidRDefault="00573956" w:rsidP="0065643D">
            <w:pPr>
              <w:ind w:firstLine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65643D">
              <w:rPr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3956" w:rsidRPr="0065643D" w:rsidRDefault="00573956" w:rsidP="0065643D">
            <w:pPr>
              <w:ind w:firstLine="0"/>
              <w:jc w:val="center"/>
              <w:rPr>
                <w:b/>
                <w:sz w:val="18"/>
                <w:szCs w:val="18"/>
                <w:lang w:eastAsia="ru-RU"/>
              </w:rPr>
            </w:pPr>
            <w:r w:rsidRPr="0065643D">
              <w:rPr>
                <w:b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65643D" w:rsidRDefault="00573956" w:rsidP="0065643D">
            <w:pPr>
              <w:ind w:firstLine="0"/>
              <w:jc w:val="center"/>
              <w:rPr>
                <w:b/>
                <w:color w:val="000000"/>
                <w:sz w:val="18"/>
                <w:szCs w:val="18"/>
                <w:lang w:eastAsia="ru-RU"/>
              </w:rPr>
            </w:pPr>
            <w:r w:rsidRPr="0065643D">
              <w:rPr>
                <w:b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65643D" w:rsidRDefault="00573956" w:rsidP="0065643D">
            <w:pPr>
              <w:ind w:firstLine="0"/>
              <w:jc w:val="center"/>
              <w:rPr>
                <w:b/>
                <w:color w:val="000000"/>
                <w:sz w:val="18"/>
                <w:szCs w:val="18"/>
                <w:lang w:eastAsia="ru-RU"/>
              </w:rPr>
            </w:pPr>
            <w:r w:rsidRPr="0065643D">
              <w:rPr>
                <w:b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65643D" w:rsidRDefault="00573956" w:rsidP="0065643D">
            <w:pPr>
              <w:ind w:firstLine="0"/>
              <w:jc w:val="center"/>
              <w:rPr>
                <w:b/>
                <w:color w:val="000000"/>
                <w:sz w:val="18"/>
                <w:szCs w:val="18"/>
                <w:lang w:eastAsia="ru-RU"/>
              </w:rPr>
            </w:pPr>
            <w:r w:rsidRPr="0065643D">
              <w:rPr>
                <w:b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65643D" w:rsidRDefault="00573956" w:rsidP="0065643D">
            <w:pPr>
              <w:ind w:firstLine="0"/>
              <w:jc w:val="center"/>
              <w:rPr>
                <w:b/>
                <w:color w:val="000000"/>
                <w:sz w:val="18"/>
                <w:szCs w:val="18"/>
                <w:lang w:eastAsia="ru-RU"/>
              </w:rPr>
            </w:pPr>
            <w:r w:rsidRPr="0065643D">
              <w:rPr>
                <w:b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65643D" w:rsidRDefault="00573956" w:rsidP="0065643D">
            <w:pPr>
              <w:ind w:firstLine="0"/>
              <w:jc w:val="center"/>
              <w:rPr>
                <w:b/>
                <w:color w:val="000000"/>
                <w:sz w:val="18"/>
                <w:szCs w:val="18"/>
                <w:lang w:eastAsia="ru-RU"/>
              </w:rPr>
            </w:pPr>
            <w:r w:rsidRPr="0065643D">
              <w:rPr>
                <w:b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65643D" w:rsidRDefault="00573956" w:rsidP="0065643D">
            <w:pPr>
              <w:ind w:firstLine="0"/>
              <w:jc w:val="center"/>
              <w:rPr>
                <w:b/>
                <w:color w:val="000000"/>
                <w:sz w:val="18"/>
                <w:szCs w:val="18"/>
                <w:lang w:eastAsia="ru-RU"/>
              </w:rPr>
            </w:pPr>
            <w:r w:rsidRPr="0065643D">
              <w:rPr>
                <w:b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65643D" w:rsidRDefault="00573956" w:rsidP="0065643D">
            <w:pPr>
              <w:ind w:firstLine="0"/>
              <w:jc w:val="center"/>
              <w:rPr>
                <w:b/>
                <w:color w:val="000000"/>
                <w:sz w:val="18"/>
                <w:szCs w:val="18"/>
                <w:lang w:eastAsia="ru-RU"/>
              </w:rPr>
            </w:pPr>
            <w:r w:rsidRPr="0065643D">
              <w:rPr>
                <w:b/>
                <w:color w:val="000000"/>
                <w:sz w:val="18"/>
                <w:szCs w:val="18"/>
                <w:lang w:eastAsia="ru-RU"/>
              </w:rPr>
              <w:t>9</w:t>
            </w:r>
          </w:p>
        </w:tc>
      </w:tr>
      <w:tr w:rsidR="00573956" w:rsidRPr="00461C61" w:rsidTr="00463CAE">
        <w:tblPrEx>
          <w:tblCellSpacing w:w="0" w:type="nil"/>
          <w:tblCellMar>
            <w:left w:w="108" w:type="dxa"/>
            <w:right w:w="108" w:type="dxa"/>
          </w:tblCellMar>
          <w:tblLook w:val="00A0"/>
        </w:tblPrEx>
        <w:trPr>
          <w:trHeight w:val="300"/>
        </w:trPr>
        <w:tc>
          <w:tcPr>
            <w:tcW w:w="161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3956" w:rsidRPr="00CD1C91" w:rsidRDefault="00573956" w:rsidP="002B2F33">
            <w:pPr>
              <w:ind w:firstLine="0"/>
              <w:rPr>
                <w:color w:val="000000"/>
                <w:sz w:val="18"/>
                <w:szCs w:val="18"/>
                <w:lang w:eastAsia="ru-RU"/>
              </w:rPr>
            </w:pPr>
            <w:r w:rsidRPr="00CD1C91">
              <w:rPr>
                <w:b/>
                <w:bCs/>
                <w:color w:val="000000"/>
                <w:sz w:val="18"/>
                <w:szCs w:val="18"/>
                <w:lang w:eastAsia="ru-RU"/>
              </w:rPr>
              <w:t xml:space="preserve">3.1. Количественные характеристики </w:t>
            </w: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закупок, осуществленных у</w:t>
            </w:r>
            <w:r w:rsidRPr="00CD1C91">
              <w:rPr>
                <w:b/>
                <w:bCs/>
                <w:color w:val="000000"/>
                <w:sz w:val="18"/>
                <w:szCs w:val="18"/>
                <w:lang w:eastAsia="ru-RU"/>
              </w:rPr>
              <w:t xml:space="preserve"> субъектов малого предпринимательства, социально ориентированных некоммерческих организаций</w:t>
            </w:r>
          </w:p>
        </w:tc>
      </w:tr>
      <w:tr w:rsidR="00573956" w:rsidRPr="00461C61" w:rsidTr="00463CAE">
        <w:tblPrEx>
          <w:tblCellSpacing w:w="0" w:type="nil"/>
          <w:tblCellMar>
            <w:left w:w="108" w:type="dxa"/>
            <w:right w:w="108" w:type="dxa"/>
          </w:tblCellMar>
          <w:tblLook w:val="00A0"/>
        </w:tblPrEx>
        <w:trPr>
          <w:trHeight w:val="25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573956" w:rsidRPr="0044382F" w:rsidRDefault="00573956" w:rsidP="002B2F33">
            <w:pPr>
              <w:ind w:firstLine="0"/>
              <w:rPr>
                <w:bCs/>
                <w:sz w:val="18"/>
                <w:szCs w:val="18"/>
                <w:lang w:eastAsia="ru-RU"/>
              </w:rPr>
            </w:pPr>
            <w:r w:rsidRPr="0044382F">
              <w:rPr>
                <w:bCs/>
                <w:sz w:val="18"/>
                <w:szCs w:val="18"/>
                <w:lang w:eastAsia="ru-RU"/>
              </w:rPr>
              <w:t xml:space="preserve">1. Всего проведено </w:t>
            </w:r>
            <w:r>
              <w:rPr>
                <w:bCs/>
                <w:sz w:val="18"/>
                <w:szCs w:val="18"/>
                <w:lang w:eastAsia="ru-RU"/>
              </w:rPr>
              <w:t xml:space="preserve">закупок у </w:t>
            </w:r>
            <w:r w:rsidRPr="0044382F">
              <w:rPr>
                <w:bCs/>
                <w:sz w:val="18"/>
                <w:szCs w:val="18"/>
                <w:lang w:eastAsia="ru-RU"/>
              </w:rPr>
              <w:t>субъектов малого предпринимательства, социально ориентированных некоммерческих организаций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3956" w:rsidRPr="0044382F" w:rsidRDefault="00573956" w:rsidP="00CD1C91">
            <w:pPr>
              <w:ind w:firstLine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31101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4382F" w:rsidRDefault="00573956" w:rsidP="00CD1C91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44382F">
              <w:rPr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4382F" w:rsidRDefault="00573956" w:rsidP="00CD1C91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44382F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4382F" w:rsidRDefault="00573956" w:rsidP="00CD1C91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44382F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4382F" w:rsidRDefault="00573956" w:rsidP="00CD1C91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44382F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4382F" w:rsidRDefault="00573956" w:rsidP="00CD1C91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44382F">
              <w:rPr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4382F" w:rsidRDefault="00573956" w:rsidP="00CD1C91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44382F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4382F" w:rsidRDefault="00573956" w:rsidP="00CD1C91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44382F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573956" w:rsidRPr="00461C61" w:rsidTr="00463CAE">
        <w:tblPrEx>
          <w:tblCellSpacing w:w="0" w:type="nil"/>
          <w:tblCellMar>
            <w:left w:w="108" w:type="dxa"/>
            <w:right w:w="108" w:type="dxa"/>
          </w:tblCellMar>
          <w:tblLook w:val="00A0"/>
        </w:tblPrEx>
        <w:trPr>
          <w:trHeight w:val="539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573956" w:rsidRPr="00CD1C91" w:rsidRDefault="00573956" w:rsidP="002B2F33">
            <w:pPr>
              <w:ind w:firstLine="0"/>
              <w:rPr>
                <w:sz w:val="18"/>
                <w:szCs w:val="18"/>
                <w:lang w:eastAsia="ru-RU"/>
              </w:rPr>
            </w:pPr>
            <w:r w:rsidRPr="00CD1C91">
              <w:rPr>
                <w:sz w:val="18"/>
                <w:szCs w:val="18"/>
                <w:lang w:eastAsia="ru-RU"/>
              </w:rPr>
              <w:t xml:space="preserve">Из строки </w:t>
            </w:r>
            <w:r>
              <w:rPr>
                <w:sz w:val="18"/>
                <w:szCs w:val="18"/>
                <w:lang w:eastAsia="ru-RU"/>
              </w:rPr>
              <w:t>31101</w:t>
            </w:r>
            <w:r w:rsidRPr="00CD1C91">
              <w:rPr>
                <w:sz w:val="18"/>
                <w:szCs w:val="18"/>
                <w:lang w:eastAsia="ru-RU"/>
              </w:rPr>
              <w:t xml:space="preserve"> - проведено </w:t>
            </w:r>
            <w:r>
              <w:rPr>
                <w:sz w:val="18"/>
                <w:szCs w:val="18"/>
                <w:lang w:eastAsia="ru-RU"/>
              </w:rPr>
              <w:t xml:space="preserve">закупок у </w:t>
            </w:r>
            <w:r w:rsidRPr="00CD1C91">
              <w:rPr>
                <w:sz w:val="18"/>
                <w:szCs w:val="18"/>
                <w:lang w:eastAsia="ru-RU"/>
              </w:rPr>
              <w:t xml:space="preserve">субъектов малого предпринимательства, социально ориентированных некоммерческих организаций, по </w:t>
            </w:r>
            <w:r>
              <w:rPr>
                <w:sz w:val="18"/>
                <w:szCs w:val="18"/>
                <w:lang w:eastAsia="ru-RU"/>
              </w:rPr>
              <w:t xml:space="preserve">результатам </w:t>
            </w:r>
            <w:r w:rsidRPr="00CD1C91">
              <w:rPr>
                <w:sz w:val="18"/>
                <w:szCs w:val="18"/>
                <w:lang w:eastAsia="ru-RU"/>
              </w:rPr>
              <w:t>которы</w:t>
            </w:r>
            <w:r>
              <w:rPr>
                <w:sz w:val="18"/>
                <w:szCs w:val="18"/>
                <w:lang w:eastAsia="ru-RU"/>
              </w:rPr>
              <w:t xml:space="preserve">х </w:t>
            </w:r>
            <w:r w:rsidRPr="00CD1C91">
              <w:rPr>
                <w:sz w:val="18"/>
                <w:szCs w:val="18"/>
                <w:lang w:eastAsia="ru-RU"/>
              </w:rPr>
              <w:t>не были заключены контракты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3956" w:rsidRPr="00CD1C91" w:rsidRDefault="00573956" w:rsidP="00CD1C91">
            <w:pPr>
              <w:ind w:firstLine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31102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CD1C91" w:rsidRDefault="00573956" w:rsidP="00CD1C91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CD1C91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CD1C91" w:rsidRDefault="00573956" w:rsidP="00CD1C91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CD1C91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CD1C91" w:rsidRDefault="00573956" w:rsidP="00CD1C91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CD1C91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CD1C91" w:rsidRDefault="00573956" w:rsidP="00CD1C91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CD1C91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CD1C91" w:rsidRDefault="00573956" w:rsidP="00CD1C91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CD1C91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CD1C91" w:rsidRDefault="00573956" w:rsidP="00CD1C91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CD1C91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CD1C91" w:rsidRDefault="00573956" w:rsidP="00CD1C91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CD1C91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573956" w:rsidRPr="00461C61" w:rsidTr="00463CAE">
        <w:tblPrEx>
          <w:tblCellSpacing w:w="0" w:type="nil"/>
          <w:tblCellMar>
            <w:left w:w="108" w:type="dxa"/>
            <w:right w:w="108" w:type="dxa"/>
          </w:tblCellMar>
          <w:tblLook w:val="00A0"/>
        </w:tblPrEx>
        <w:trPr>
          <w:trHeight w:val="12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573956" w:rsidRPr="0044382F" w:rsidRDefault="00573956" w:rsidP="00CD1C91">
            <w:pPr>
              <w:ind w:firstLine="0"/>
              <w:rPr>
                <w:bCs/>
                <w:sz w:val="18"/>
                <w:szCs w:val="18"/>
                <w:lang w:eastAsia="ru-RU"/>
              </w:rPr>
            </w:pPr>
            <w:r w:rsidRPr="0044382F">
              <w:rPr>
                <w:bCs/>
                <w:sz w:val="18"/>
                <w:szCs w:val="18"/>
                <w:lang w:eastAsia="ru-RU"/>
              </w:rPr>
              <w:t>2. Количество заключенных контрактов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3956" w:rsidRPr="0044382F" w:rsidRDefault="00573956" w:rsidP="00CD1C91">
            <w:pPr>
              <w:ind w:firstLine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31103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4382F" w:rsidRDefault="00573956" w:rsidP="00CD1C91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44382F">
              <w:rPr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4382F" w:rsidRDefault="00573956" w:rsidP="00CD1C91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44382F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4382F" w:rsidRDefault="00573956" w:rsidP="00CD1C91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44382F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4382F" w:rsidRDefault="00573956" w:rsidP="00CD1C91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44382F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4382F" w:rsidRDefault="00573956" w:rsidP="00CD1C91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44382F">
              <w:rPr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4382F" w:rsidRDefault="00573956" w:rsidP="00CD1C91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44382F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4382F" w:rsidRDefault="00573956" w:rsidP="00CD1C91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44382F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573956" w:rsidRPr="00461C61" w:rsidTr="00463CAE">
        <w:tblPrEx>
          <w:tblCellSpacing w:w="0" w:type="nil"/>
          <w:tblCellMar>
            <w:left w:w="108" w:type="dxa"/>
            <w:right w:w="108" w:type="dxa"/>
          </w:tblCellMar>
          <w:tblLook w:val="00A0"/>
        </w:tblPrEx>
        <w:trPr>
          <w:trHeight w:val="238"/>
        </w:trPr>
        <w:tc>
          <w:tcPr>
            <w:tcW w:w="161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3956" w:rsidRPr="00F4622D" w:rsidRDefault="00573956" w:rsidP="002B2F33">
            <w:pPr>
              <w:ind w:firstLine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D1C91">
              <w:rPr>
                <w:b/>
                <w:bCs/>
                <w:color w:val="000000"/>
                <w:sz w:val="18"/>
                <w:szCs w:val="18"/>
                <w:lang w:eastAsia="ru-RU"/>
              </w:rPr>
              <w:t xml:space="preserve">3.2. Количественные характеристики </w:t>
            </w: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 xml:space="preserve">заявок на участие в закупках у </w:t>
            </w:r>
            <w:r w:rsidRPr="00CD1C91">
              <w:rPr>
                <w:b/>
                <w:bCs/>
                <w:color w:val="000000"/>
                <w:sz w:val="18"/>
                <w:szCs w:val="18"/>
                <w:lang w:eastAsia="ru-RU"/>
              </w:rPr>
              <w:t>субъект</w:t>
            </w: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 xml:space="preserve">ов </w:t>
            </w:r>
            <w:r w:rsidRPr="00CD1C91">
              <w:rPr>
                <w:b/>
                <w:bCs/>
                <w:color w:val="000000"/>
                <w:sz w:val="18"/>
                <w:szCs w:val="18"/>
                <w:lang w:eastAsia="ru-RU"/>
              </w:rPr>
              <w:t>малого предпринимательства, социально ориентированных некоммерческих организаций</w:t>
            </w:r>
            <w:r w:rsidRPr="00CD1C91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573956" w:rsidRPr="00461C61" w:rsidTr="00463CAE">
        <w:tblPrEx>
          <w:tblCellSpacing w:w="0" w:type="nil"/>
          <w:tblCellMar>
            <w:left w:w="108" w:type="dxa"/>
            <w:right w:w="108" w:type="dxa"/>
          </w:tblCellMar>
          <w:tblLook w:val="00A0"/>
        </w:tblPrEx>
        <w:trPr>
          <w:trHeight w:val="136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573956" w:rsidRPr="0044382F" w:rsidRDefault="00573956" w:rsidP="002B2F33">
            <w:pPr>
              <w:ind w:firstLine="0"/>
              <w:rPr>
                <w:bCs/>
                <w:sz w:val="18"/>
                <w:szCs w:val="18"/>
                <w:lang w:eastAsia="ru-RU"/>
              </w:rPr>
            </w:pPr>
            <w:r w:rsidRPr="0044382F">
              <w:rPr>
                <w:bCs/>
                <w:sz w:val="18"/>
                <w:szCs w:val="18"/>
                <w:lang w:eastAsia="ru-RU"/>
              </w:rPr>
              <w:t>1. Общее количество заявок</w:t>
            </w:r>
            <w:r>
              <w:rPr>
                <w:bCs/>
                <w:sz w:val="18"/>
                <w:szCs w:val="18"/>
                <w:lang w:eastAsia="ru-RU"/>
              </w:rPr>
              <w:t xml:space="preserve"> на участие в закупках у </w:t>
            </w:r>
            <w:r w:rsidRPr="0044382F">
              <w:rPr>
                <w:bCs/>
                <w:sz w:val="18"/>
                <w:szCs w:val="18"/>
                <w:lang w:eastAsia="ru-RU"/>
              </w:rPr>
              <w:t>субъект</w:t>
            </w:r>
            <w:r>
              <w:rPr>
                <w:bCs/>
                <w:sz w:val="18"/>
                <w:szCs w:val="18"/>
                <w:lang w:eastAsia="ru-RU"/>
              </w:rPr>
              <w:t>ов</w:t>
            </w:r>
            <w:r w:rsidRPr="0044382F">
              <w:rPr>
                <w:bCs/>
                <w:sz w:val="18"/>
                <w:szCs w:val="18"/>
                <w:lang w:eastAsia="ru-RU"/>
              </w:rPr>
              <w:t xml:space="preserve"> малого предпринимательства, социально ориентированных некоммерческих организаций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3956" w:rsidRPr="0044382F" w:rsidRDefault="00573956" w:rsidP="00CD1C91">
            <w:pPr>
              <w:ind w:firstLine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32201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4382F" w:rsidRDefault="00573956" w:rsidP="00CD1C91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45</w:t>
            </w:r>
            <w:r w:rsidRPr="0044382F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4382F" w:rsidRDefault="00573956" w:rsidP="00CD1C91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44382F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4382F" w:rsidRDefault="00573956" w:rsidP="00CD1C91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44382F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4382F" w:rsidRDefault="00573956" w:rsidP="00CD1C91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44382F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4382F" w:rsidRDefault="00573956" w:rsidP="00CD1C91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44382F">
              <w:rPr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color w:val="000000"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4382F" w:rsidRDefault="00573956" w:rsidP="00CD1C91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44382F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4382F" w:rsidRDefault="00573956" w:rsidP="00CD1C91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44382F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573956" w:rsidRPr="00461C61" w:rsidTr="00463CAE">
        <w:tblPrEx>
          <w:tblCellSpacing w:w="0" w:type="nil"/>
          <w:tblCellMar>
            <w:left w:w="108" w:type="dxa"/>
            <w:right w:w="108" w:type="dxa"/>
          </w:tblCellMar>
          <w:tblLook w:val="00A0"/>
        </w:tblPrEx>
        <w:trPr>
          <w:trHeight w:val="70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573956" w:rsidRPr="0044382F" w:rsidRDefault="00573956" w:rsidP="00382F77">
            <w:pPr>
              <w:ind w:firstLine="0"/>
              <w:rPr>
                <w:bCs/>
                <w:sz w:val="18"/>
                <w:szCs w:val="18"/>
                <w:lang w:eastAsia="ru-RU"/>
              </w:rPr>
            </w:pPr>
            <w:r w:rsidRPr="0044382F">
              <w:rPr>
                <w:bCs/>
                <w:sz w:val="18"/>
                <w:szCs w:val="18"/>
                <w:lang w:eastAsia="ru-RU"/>
              </w:rPr>
              <w:t xml:space="preserve">2. Из стр. </w:t>
            </w:r>
            <w:r>
              <w:rPr>
                <w:bCs/>
                <w:sz w:val="18"/>
                <w:szCs w:val="18"/>
                <w:lang w:eastAsia="ru-RU"/>
              </w:rPr>
              <w:t>32201</w:t>
            </w:r>
            <w:r w:rsidRPr="0044382F">
              <w:rPr>
                <w:bCs/>
                <w:sz w:val="18"/>
                <w:szCs w:val="18"/>
                <w:lang w:eastAsia="ru-RU"/>
              </w:rPr>
              <w:t xml:space="preserve"> - не допущено заявок к участию в определении поставщиков (подрядчиков, исполнителей)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3956" w:rsidRPr="0044382F" w:rsidRDefault="00573956" w:rsidP="00CD1C91">
            <w:pPr>
              <w:ind w:firstLine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32</w:t>
            </w:r>
            <w:r w:rsidRPr="0044382F">
              <w:rPr>
                <w:sz w:val="18"/>
                <w:szCs w:val="18"/>
                <w:lang w:eastAsia="ru-RU"/>
              </w:rPr>
              <w:t>202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4382F" w:rsidRDefault="00573956" w:rsidP="00CD1C91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44382F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4382F" w:rsidRDefault="00573956" w:rsidP="00CD1C91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44382F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4382F" w:rsidRDefault="00573956" w:rsidP="00CD1C91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44382F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4382F" w:rsidRDefault="00573956" w:rsidP="00CD1C91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44382F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4382F" w:rsidRDefault="00573956" w:rsidP="00CD1C91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44382F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4382F" w:rsidRDefault="00573956" w:rsidP="00CD1C91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44382F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4382F" w:rsidRDefault="00573956" w:rsidP="00CD1C91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44382F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573956" w:rsidRPr="00461C61" w:rsidTr="00463CAE">
        <w:tblPrEx>
          <w:tblCellSpacing w:w="0" w:type="nil"/>
          <w:tblCellMar>
            <w:left w:w="108" w:type="dxa"/>
            <w:right w:w="108" w:type="dxa"/>
          </w:tblCellMar>
          <w:tblLook w:val="00A0"/>
        </w:tblPrEx>
        <w:trPr>
          <w:trHeight w:val="284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573956" w:rsidRPr="00CD1C91" w:rsidRDefault="00573956" w:rsidP="00382F77">
            <w:pPr>
              <w:ind w:firstLine="0"/>
              <w:rPr>
                <w:sz w:val="18"/>
                <w:szCs w:val="18"/>
                <w:lang w:eastAsia="ru-RU"/>
              </w:rPr>
            </w:pPr>
            <w:r w:rsidRPr="00CD1C91">
              <w:rPr>
                <w:sz w:val="18"/>
                <w:szCs w:val="18"/>
                <w:lang w:eastAsia="ru-RU"/>
              </w:rPr>
              <w:t>из них заявок участников, не являющихся субъектами малого предпринимательства, социально ориентированными некоммерческими организациями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3956" w:rsidRPr="00CD1C91" w:rsidRDefault="00573956" w:rsidP="00CD1C91">
            <w:pPr>
              <w:ind w:firstLine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32</w:t>
            </w:r>
            <w:r w:rsidRPr="00CD1C91">
              <w:rPr>
                <w:sz w:val="18"/>
                <w:szCs w:val="18"/>
                <w:lang w:eastAsia="ru-RU"/>
              </w:rPr>
              <w:t>203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CD1C91" w:rsidRDefault="00573956" w:rsidP="00CD1C91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CD1C91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CD1C91" w:rsidRDefault="00573956" w:rsidP="00CD1C91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CD1C91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CD1C91" w:rsidRDefault="00573956" w:rsidP="00CD1C91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CD1C91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CD1C91" w:rsidRDefault="00573956" w:rsidP="00CD1C91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CD1C91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CD1C91" w:rsidRDefault="00573956" w:rsidP="00CD1C91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CD1C91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CD1C91" w:rsidRDefault="00573956" w:rsidP="00CD1C91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CD1C91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CD1C91" w:rsidRDefault="00573956" w:rsidP="00CD1C91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CD1C91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573956" w:rsidRPr="00461C61" w:rsidTr="00463CAE">
        <w:tblPrEx>
          <w:tblCellSpacing w:w="0" w:type="nil"/>
          <w:tblCellMar>
            <w:left w:w="108" w:type="dxa"/>
            <w:right w:w="108" w:type="dxa"/>
          </w:tblCellMar>
          <w:tblLook w:val="00A0"/>
        </w:tblPrEx>
        <w:trPr>
          <w:trHeight w:val="80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573956" w:rsidRPr="0044382F" w:rsidRDefault="00573956" w:rsidP="00CD1C91">
            <w:pPr>
              <w:ind w:firstLine="0"/>
              <w:rPr>
                <w:bCs/>
                <w:sz w:val="18"/>
                <w:szCs w:val="18"/>
                <w:lang w:eastAsia="ru-RU"/>
              </w:rPr>
            </w:pPr>
            <w:r w:rsidRPr="0044382F">
              <w:rPr>
                <w:bCs/>
                <w:sz w:val="18"/>
                <w:szCs w:val="18"/>
                <w:lang w:eastAsia="ru-RU"/>
              </w:rPr>
              <w:t>3. Отозвано заявок участниками закупок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3956" w:rsidRPr="0044382F" w:rsidRDefault="00573956" w:rsidP="00CD1C91">
            <w:pPr>
              <w:ind w:firstLine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32</w:t>
            </w:r>
            <w:r w:rsidRPr="0044382F">
              <w:rPr>
                <w:sz w:val="18"/>
                <w:szCs w:val="18"/>
                <w:lang w:eastAsia="ru-RU"/>
              </w:rPr>
              <w:t>204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4382F" w:rsidRDefault="00573956" w:rsidP="00CD1C91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44382F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4382F" w:rsidRDefault="00573956" w:rsidP="00CD1C91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44382F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4382F" w:rsidRDefault="00573956" w:rsidP="00CD1C91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44382F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4382F" w:rsidRDefault="00573956" w:rsidP="00CD1C91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44382F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4382F" w:rsidRDefault="00573956" w:rsidP="00CD1C91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44382F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4382F" w:rsidRDefault="00573956" w:rsidP="00CD1C91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44382F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4382F" w:rsidRDefault="00573956" w:rsidP="00CD1C91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44382F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573956" w:rsidRPr="00461C61" w:rsidTr="00463CAE">
        <w:tblPrEx>
          <w:tblCellSpacing w:w="0" w:type="nil"/>
          <w:tblCellMar>
            <w:left w:w="108" w:type="dxa"/>
            <w:right w:w="108" w:type="dxa"/>
          </w:tblCellMar>
          <w:tblLook w:val="00A0"/>
        </w:tblPrEx>
        <w:trPr>
          <w:trHeight w:val="70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73956" w:rsidRPr="0044382F" w:rsidRDefault="00573956" w:rsidP="0065643D">
            <w:pPr>
              <w:ind w:firstLine="0"/>
              <w:rPr>
                <w:bCs/>
                <w:sz w:val="18"/>
                <w:szCs w:val="18"/>
                <w:lang w:eastAsia="ru-RU"/>
              </w:rPr>
            </w:pPr>
            <w:r w:rsidRPr="0044382F">
              <w:rPr>
                <w:bCs/>
                <w:sz w:val="18"/>
                <w:szCs w:val="18"/>
                <w:lang w:eastAsia="ru-RU"/>
              </w:rPr>
              <w:t>4. Количество заявок участников, не принявших участие в электронных аукционах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3956" w:rsidRPr="0044382F" w:rsidRDefault="00573956" w:rsidP="00CD1C91">
            <w:pPr>
              <w:ind w:firstLine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32</w:t>
            </w:r>
            <w:r w:rsidRPr="0044382F">
              <w:rPr>
                <w:sz w:val="18"/>
                <w:szCs w:val="18"/>
                <w:lang w:eastAsia="ru-RU"/>
              </w:rPr>
              <w:t>205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4382F" w:rsidRDefault="00573956" w:rsidP="00CD1C91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44382F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65643D">
            <w:pPr>
              <w:autoSpaceDE w:val="0"/>
              <w:autoSpaceDN w:val="0"/>
              <w:adjustRightInd w:val="0"/>
              <w:ind w:firstLine="0"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65643D">
            <w:pPr>
              <w:autoSpaceDE w:val="0"/>
              <w:autoSpaceDN w:val="0"/>
              <w:adjustRightInd w:val="0"/>
              <w:ind w:firstLine="0"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65643D">
            <w:pPr>
              <w:autoSpaceDE w:val="0"/>
              <w:autoSpaceDN w:val="0"/>
              <w:adjustRightInd w:val="0"/>
              <w:ind w:firstLine="0"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65643D">
            <w:pPr>
              <w:autoSpaceDE w:val="0"/>
              <w:autoSpaceDN w:val="0"/>
              <w:adjustRightInd w:val="0"/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65643D">
            <w:pPr>
              <w:autoSpaceDE w:val="0"/>
              <w:autoSpaceDN w:val="0"/>
              <w:adjustRightInd w:val="0"/>
              <w:ind w:firstLine="0"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65643D">
            <w:pPr>
              <w:autoSpaceDE w:val="0"/>
              <w:autoSpaceDN w:val="0"/>
              <w:adjustRightInd w:val="0"/>
              <w:ind w:firstLine="0"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</w:tr>
      <w:tr w:rsidR="00573956" w:rsidRPr="00461C61" w:rsidTr="00463CAE">
        <w:tblPrEx>
          <w:tblCellSpacing w:w="0" w:type="nil"/>
          <w:tblCellMar>
            <w:left w:w="108" w:type="dxa"/>
            <w:right w:w="108" w:type="dxa"/>
          </w:tblCellMar>
          <w:tblLook w:val="00A0"/>
        </w:tblPrEx>
        <w:trPr>
          <w:trHeight w:val="278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573956" w:rsidRPr="0044382F" w:rsidRDefault="00573956" w:rsidP="002B2F33">
            <w:pPr>
              <w:ind w:firstLine="0"/>
              <w:rPr>
                <w:bCs/>
                <w:sz w:val="18"/>
                <w:szCs w:val="18"/>
                <w:lang w:eastAsia="ru-RU"/>
              </w:rPr>
            </w:pPr>
            <w:r w:rsidRPr="0044382F">
              <w:rPr>
                <w:bCs/>
                <w:sz w:val="18"/>
                <w:szCs w:val="18"/>
                <w:lang w:eastAsia="ru-RU"/>
              </w:rPr>
              <w:t xml:space="preserve">5. Количество заявок участников, </w:t>
            </w:r>
            <w:r>
              <w:rPr>
                <w:bCs/>
                <w:sz w:val="18"/>
                <w:szCs w:val="18"/>
                <w:lang w:eastAsia="ru-RU"/>
              </w:rPr>
              <w:t xml:space="preserve">признанных победителями определений поставщиков </w:t>
            </w:r>
            <w:r w:rsidRPr="0044382F">
              <w:rPr>
                <w:bCs/>
                <w:sz w:val="18"/>
                <w:szCs w:val="18"/>
                <w:lang w:eastAsia="ru-RU"/>
              </w:rPr>
              <w:t>подрядчик</w:t>
            </w:r>
            <w:r>
              <w:rPr>
                <w:bCs/>
                <w:sz w:val="18"/>
                <w:szCs w:val="18"/>
                <w:lang w:eastAsia="ru-RU"/>
              </w:rPr>
              <w:t>ов</w:t>
            </w:r>
            <w:r w:rsidRPr="0044382F">
              <w:rPr>
                <w:bCs/>
                <w:sz w:val="18"/>
                <w:szCs w:val="18"/>
                <w:lang w:eastAsia="ru-RU"/>
              </w:rPr>
              <w:t>, исполнител</w:t>
            </w:r>
            <w:r>
              <w:rPr>
                <w:bCs/>
                <w:sz w:val="18"/>
                <w:szCs w:val="18"/>
                <w:lang w:eastAsia="ru-RU"/>
              </w:rPr>
              <w:t>ей</w:t>
            </w:r>
            <w:r w:rsidRPr="0044382F">
              <w:rPr>
                <w:bCs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3956" w:rsidRPr="0044382F" w:rsidRDefault="00573956" w:rsidP="00CD1C91">
            <w:pPr>
              <w:ind w:firstLine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32</w:t>
            </w:r>
            <w:r w:rsidRPr="0044382F">
              <w:rPr>
                <w:sz w:val="18"/>
                <w:szCs w:val="18"/>
                <w:lang w:eastAsia="ru-RU"/>
              </w:rPr>
              <w:t>206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4382F" w:rsidRDefault="00573956" w:rsidP="00CD1C91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44382F">
              <w:rPr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4382F" w:rsidRDefault="00573956" w:rsidP="00CD1C91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44382F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4382F" w:rsidRDefault="00573956" w:rsidP="00CD1C91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44382F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4382F" w:rsidRDefault="00573956" w:rsidP="00CD1C91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44382F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4382F" w:rsidRDefault="00573956" w:rsidP="00CD1C91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12</w:t>
            </w:r>
            <w:r w:rsidRPr="0044382F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4382F" w:rsidRDefault="00573956" w:rsidP="00CD1C91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44382F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4382F" w:rsidRDefault="00573956" w:rsidP="00CD1C91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44382F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573956" w:rsidRPr="00461C61" w:rsidTr="00463CAE">
        <w:tblPrEx>
          <w:tblCellSpacing w:w="0" w:type="nil"/>
          <w:tblCellMar>
            <w:left w:w="108" w:type="dxa"/>
            <w:right w:w="108" w:type="dxa"/>
          </w:tblCellMar>
          <w:tblLook w:val="00A0"/>
        </w:tblPrEx>
        <w:trPr>
          <w:trHeight w:val="300"/>
        </w:trPr>
        <w:tc>
          <w:tcPr>
            <w:tcW w:w="161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3956" w:rsidRPr="00CD1C91" w:rsidRDefault="00573956" w:rsidP="002B2F33">
            <w:pPr>
              <w:ind w:firstLine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D1C91">
              <w:rPr>
                <w:b/>
                <w:bCs/>
                <w:color w:val="000000"/>
                <w:sz w:val="18"/>
                <w:szCs w:val="18"/>
                <w:lang w:eastAsia="ru-RU"/>
              </w:rPr>
              <w:t xml:space="preserve">3.3. Стоимостные характеристики </w:t>
            </w: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закупок, осуществленных у</w:t>
            </w:r>
            <w:r w:rsidRPr="00CD1C91">
              <w:rPr>
                <w:b/>
                <w:bCs/>
                <w:color w:val="000000"/>
                <w:sz w:val="18"/>
                <w:szCs w:val="18"/>
                <w:lang w:eastAsia="ru-RU"/>
              </w:rPr>
              <w:t xml:space="preserve"> субъектов малого предпринимательства, социально ориентированных некоммерческих организаций, тысяча рублей (код по ОКЕИ - 384)</w:t>
            </w:r>
          </w:p>
        </w:tc>
      </w:tr>
      <w:tr w:rsidR="00573956" w:rsidRPr="00461C61" w:rsidTr="00463CAE">
        <w:tblPrEx>
          <w:tblCellSpacing w:w="0" w:type="nil"/>
          <w:tblCellMar>
            <w:left w:w="108" w:type="dxa"/>
            <w:right w:w="108" w:type="dxa"/>
          </w:tblCellMar>
          <w:tblLook w:val="00A0"/>
        </w:tblPrEx>
        <w:trPr>
          <w:trHeight w:val="110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73956" w:rsidRPr="0044382F" w:rsidRDefault="00573956" w:rsidP="0065643D">
            <w:pPr>
              <w:ind w:firstLine="0"/>
              <w:rPr>
                <w:bCs/>
                <w:sz w:val="18"/>
                <w:szCs w:val="18"/>
                <w:lang w:eastAsia="ru-RU"/>
              </w:rPr>
            </w:pPr>
            <w:r w:rsidRPr="0044382F">
              <w:rPr>
                <w:bCs/>
                <w:sz w:val="18"/>
                <w:szCs w:val="18"/>
                <w:lang w:eastAsia="ru-RU"/>
              </w:rPr>
              <w:t>1. Совокупный годовой объем закупок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3956" w:rsidRPr="0044382F" w:rsidRDefault="00573956" w:rsidP="00CD1C91">
            <w:pPr>
              <w:ind w:firstLine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33</w:t>
            </w:r>
            <w:r w:rsidRPr="0044382F">
              <w:rPr>
                <w:sz w:val="18"/>
                <w:szCs w:val="18"/>
                <w:lang w:eastAsia="ru-RU"/>
              </w:rPr>
              <w:t>301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4382F" w:rsidRDefault="00573956" w:rsidP="00CD1C91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16280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65643D">
            <w:pPr>
              <w:autoSpaceDE w:val="0"/>
              <w:autoSpaceDN w:val="0"/>
              <w:adjustRightInd w:val="0"/>
              <w:ind w:firstLine="0"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 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65643D">
            <w:pPr>
              <w:autoSpaceDE w:val="0"/>
              <w:autoSpaceDN w:val="0"/>
              <w:adjustRightInd w:val="0"/>
              <w:ind w:firstLine="0"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65643D">
            <w:pPr>
              <w:autoSpaceDE w:val="0"/>
              <w:autoSpaceDN w:val="0"/>
              <w:adjustRightInd w:val="0"/>
              <w:ind w:firstLine="0"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65643D">
            <w:pPr>
              <w:autoSpaceDE w:val="0"/>
              <w:autoSpaceDN w:val="0"/>
              <w:adjustRightInd w:val="0"/>
              <w:ind w:firstLine="0"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65643D">
            <w:pPr>
              <w:autoSpaceDE w:val="0"/>
              <w:autoSpaceDN w:val="0"/>
              <w:adjustRightInd w:val="0"/>
              <w:ind w:firstLine="0"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65643D">
            <w:pPr>
              <w:autoSpaceDE w:val="0"/>
              <w:autoSpaceDN w:val="0"/>
              <w:adjustRightInd w:val="0"/>
              <w:ind w:firstLine="0"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</w:tr>
      <w:tr w:rsidR="00573956" w:rsidRPr="00461C61" w:rsidTr="00463CAE">
        <w:tblPrEx>
          <w:tblCellSpacing w:w="0" w:type="nil"/>
          <w:tblCellMar>
            <w:left w:w="108" w:type="dxa"/>
            <w:right w:w="108" w:type="dxa"/>
          </w:tblCellMar>
          <w:tblLook w:val="00A0"/>
        </w:tblPrEx>
        <w:trPr>
          <w:trHeight w:val="70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573956" w:rsidRPr="0044382F" w:rsidRDefault="00573956" w:rsidP="00A35A96">
            <w:pPr>
              <w:ind w:firstLine="0"/>
              <w:rPr>
                <w:bCs/>
                <w:sz w:val="18"/>
                <w:szCs w:val="18"/>
                <w:lang w:eastAsia="ru-RU"/>
              </w:rPr>
            </w:pPr>
            <w:r w:rsidRPr="0044382F">
              <w:rPr>
                <w:bCs/>
                <w:sz w:val="18"/>
                <w:szCs w:val="18"/>
                <w:lang w:eastAsia="ru-RU"/>
              </w:rPr>
              <w:t xml:space="preserve">2. </w:t>
            </w:r>
            <w:r>
              <w:rPr>
                <w:bCs/>
                <w:sz w:val="18"/>
                <w:szCs w:val="18"/>
                <w:lang w:eastAsia="ru-RU"/>
              </w:rPr>
              <w:t xml:space="preserve">Общая сумма начальных (максимальных) цен контрактов на закупку у </w:t>
            </w:r>
            <w:r w:rsidRPr="0044382F">
              <w:rPr>
                <w:bCs/>
                <w:sz w:val="18"/>
                <w:szCs w:val="18"/>
                <w:lang w:eastAsia="ru-RU"/>
              </w:rPr>
              <w:t>субъектов малого предпринимательства, социально ориентированных некоммерческих организаций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3956" w:rsidRPr="0044382F" w:rsidRDefault="00573956" w:rsidP="00CD1C91">
            <w:pPr>
              <w:ind w:firstLine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33</w:t>
            </w:r>
            <w:r w:rsidRPr="0044382F">
              <w:rPr>
                <w:sz w:val="18"/>
                <w:szCs w:val="18"/>
                <w:lang w:eastAsia="ru-RU"/>
              </w:rPr>
              <w:t>302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4382F" w:rsidRDefault="00573956" w:rsidP="00CD1C91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5688</w:t>
            </w:r>
            <w:r w:rsidRPr="0044382F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4382F" w:rsidRDefault="00573956" w:rsidP="00CD1C91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44382F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4382F" w:rsidRDefault="00573956" w:rsidP="00CD1C91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44382F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4382F" w:rsidRDefault="00573956" w:rsidP="00CD1C91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44382F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4382F" w:rsidRDefault="00573956" w:rsidP="00CD1C91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5688</w:t>
            </w:r>
            <w:r w:rsidRPr="0044382F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4382F" w:rsidRDefault="00573956" w:rsidP="00CD1C91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44382F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4382F" w:rsidRDefault="00573956" w:rsidP="00CD1C91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44382F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573956" w:rsidRPr="00461C61" w:rsidTr="00463CAE">
        <w:tblPrEx>
          <w:tblCellSpacing w:w="0" w:type="nil"/>
          <w:tblCellMar>
            <w:left w:w="108" w:type="dxa"/>
            <w:right w:w="108" w:type="dxa"/>
          </w:tblCellMar>
          <w:tblLook w:val="00A0"/>
        </w:tblPrEx>
        <w:trPr>
          <w:trHeight w:val="703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573956" w:rsidRDefault="00573956" w:rsidP="00A35A96">
            <w:pPr>
              <w:ind w:firstLine="0"/>
              <w:rPr>
                <w:sz w:val="18"/>
                <w:szCs w:val="18"/>
                <w:lang w:eastAsia="ru-RU"/>
              </w:rPr>
            </w:pPr>
            <w:r w:rsidRPr="00CD1C91">
              <w:rPr>
                <w:sz w:val="18"/>
                <w:szCs w:val="18"/>
                <w:lang w:eastAsia="ru-RU"/>
              </w:rPr>
              <w:t xml:space="preserve">Из строки </w:t>
            </w:r>
            <w:r>
              <w:rPr>
                <w:sz w:val="18"/>
                <w:szCs w:val="18"/>
                <w:lang w:eastAsia="ru-RU"/>
              </w:rPr>
              <w:t>33</w:t>
            </w:r>
            <w:r w:rsidRPr="00CD1C91">
              <w:rPr>
                <w:sz w:val="18"/>
                <w:szCs w:val="18"/>
                <w:lang w:eastAsia="ru-RU"/>
              </w:rPr>
              <w:t xml:space="preserve">302 </w:t>
            </w:r>
            <w:r>
              <w:rPr>
                <w:sz w:val="18"/>
                <w:szCs w:val="18"/>
                <w:lang w:eastAsia="ru-RU"/>
              </w:rPr>
              <w:t>–</w:t>
            </w:r>
          </w:p>
          <w:p w:rsidR="00573956" w:rsidRPr="00CD1C91" w:rsidRDefault="00573956" w:rsidP="007C6B89">
            <w:pPr>
              <w:ind w:firstLine="0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 xml:space="preserve">Общая </w:t>
            </w:r>
            <w:r w:rsidRPr="00CD1C91">
              <w:rPr>
                <w:sz w:val="18"/>
                <w:szCs w:val="18"/>
                <w:lang w:eastAsia="ru-RU"/>
              </w:rPr>
              <w:t xml:space="preserve">сумма </w:t>
            </w:r>
            <w:r>
              <w:rPr>
                <w:sz w:val="18"/>
                <w:szCs w:val="18"/>
                <w:lang w:eastAsia="ru-RU"/>
              </w:rPr>
              <w:t>начальных (максимальных) цен контрактов на закупку у</w:t>
            </w:r>
            <w:r w:rsidRPr="00CD1C91">
              <w:rPr>
                <w:sz w:val="18"/>
                <w:szCs w:val="18"/>
                <w:lang w:eastAsia="ru-RU"/>
              </w:rPr>
              <w:t xml:space="preserve"> субъектов малого предпринимательства, социально ориентированных некоммерческих организаций, по </w:t>
            </w:r>
            <w:r>
              <w:rPr>
                <w:sz w:val="18"/>
                <w:szCs w:val="18"/>
                <w:lang w:eastAsia="ru-RU"/>
              </w:rPr>
              <w:t xml:space="preserve">результатам </w:t>
            </w:r>
            <w:r w:rsidRPr="00CD1C91">
              <w:rPr>
                <w:sz w:val="18"/>
                <w:szCs w:val="18"/>
                <w:lang w:eastAsia="ru-RU"/>
              </w:rPr>
              <w:t>которы</w:t>
            </w:r>
            <w:r>
              <w:rPr>
                <w:sz w:val="18"/>
                <w:szCs w:val="18"/>
                <w:lang w:eastAsia="ru-RU"/>
              </w:rPr>
              <w:t>х,</w:t>
            </w:r>
            <w:r w:rsidRPr="00CD1C91">
              <w:rPr>
                <w:sz w:val="18"/>
                <w:szCs w:val="18"/>
                <w:lang w:eastAsia="ru-RU"/>
              </w:rPr>
              <w:t xml:space="preserve"> контракты</w:t>
            </w:r>
            <w:r>
              <w:rPr>
                <w:sz w:val="18"/>
                <w:szCs w:val="18"/>
                <w:lang w:eastAsia="ru-RU"/>
              </w:rPr>
              <w:t xml:space="preserve"> </w:t>
            </w:r>
            <w:r w:rsidRPr="00CD1C91">
              <w:rPr>
                <w:sz w:val="18"/>
                <w:szCs w:val="18"/>
                <w:lang w:eastAsia="ru-RU"/>
              </w:rPr>
              <w:t>не были заключены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3956" w:rsidRPr="00CD1C91" w:rsidRDefault="00573956" w:rsidP="00CD1C91">
            <w:pPr>
              <w:ind w:firstLine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33</w:t>
            </w:r>
            <w:r w:rsidRPr="00CD1C91">
              <w:rPr>
                <w:sz w:val="18"/>
                <w:szCs w:val="18"/>
                <w:lang w:eastAsia="ru-RU"/>
              </w:rPr>
              <w:t>303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CD1C91" w:rsidRDefault="00573956" w:rsidP="00CD1C91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CD1C91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CD1C91" w:rsidRDefault="00573956" w:rsidP="00CD1C91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CD1C91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CD1C91" w:rsidRDefault="00573956" w:rsidP="00CD1C91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CD1C91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CD1C91" w:rsidRDefault="00573956" w:rsidP="00CD1C91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CD1C91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CD1C91" w:rsidRDefault="00573956" w:rsidP="00CD1C91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CD1C91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CD1C91" w:rsidRDefault="00573956" w:rsidP="00CD1C91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CD1C91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CD1C91" w:rsidRDefault="00573956" w:rsidP="00CD1C91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CD1C91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573956" w:rsidRPr="00461C61" w:rsidTr="00463CAE">
        <w:tblPrEx>
          <w:tblCellSpacing w:w="0" w:type="nil"/>
          <w:tblCellMar>
            <w:left w:w="108" w:type="dxa"/>
            <w:right w:w="108" w:type="dxa"/>
          </w:tblCellMar>
          <w:tblLook w:val="00A0"/>
        </w:tblPrEx>
        <w:trPr>
          <w:trHeight w:val="141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573956" w:rsidRPr="0044382F" w:rsidRDefault="00573956" w:rsidP="00CD1C91">
            <w:pPr>
              <w:ind w:firstLine="0"/>
              <w:rPr>
                <w:bCs/>
                <w:sz w:val="18"/>
                <w:szCs w:val="18"/>
                <w:lang w:eastAsia="ru-RU"/>
              </w:rPr>
            </w:pPr>
            <w:r w:rsidRPr="0044382F">
              <w:rPr>
                <w:bCs/>
                <w:sz w:val="18"/>
                <w:szCs w:val="18"/>
                <w:lang w:eastAsia="ru-RU"/>
              </w:rPr>
              <w:t>3. Стоимость заключенных контрактов с субъектами малого предпринимательства, социально ориентированными некоммерческими организациями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3956" w:rsidRPr="0044382F" w:rsidRDefault="00573956" w:rsidP="00CD1C91">
            <w:pPr>
              <w:ind w:firstLine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33</w:t>
            </w:r>
            <w:r w:rsidRPr="0044382F">
              <w:rPr>
                <w:sz w:val="18"/>
                <w:szCs w:val="18"/>
                <w:lang w:eastAsia="ru-RU"/>
              </w:rPr>
              <w:t>304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4382F" w:rsidRDefault="00573956" w:rsidP="00CD1C91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44382F">
              <w:rPr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color w:val="000000"/>
                <w:sz w:val="18"/>
                <w:szCs w:val="18"/>
                <w:lang w:eastAsia="ru-RU"/>
              </w:rPr>
              <w:t>3808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4382F" w:rsidRDefault="00573956" w:rsidP="00CD1C91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44382F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4382F" w:rsidRDefault="00573956" w:rsidP="00CD1C91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44382F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4382F" w:rsidRDefault="00573956" w:rsidP="00CD1C91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44382F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4382F" w:rsidRDefault="00573956" w:rsidP="00CD1C91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3808</w:t>
            </w:r>
            <w:r w:rsidRPr="0044382F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4382F" w:rsidRDefault="00573956" w:rsidP="00CD1C91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44382F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4382F" w:rsidRDefault="00573956" w:rsidP="00CD1C91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44382F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573956" w:rsidRPr="00461C61" w:rsidTr="00463CAE">
        <w:tblPrEx>
          <w:tblCellSpacing w:w="0" w:type="nil"/>
          <w:tblCellMar>
            <w:left w:w="108" w:type="dxa"/>
            <w:right w:w="108" w:type="dxa"/>
          </w:tblCellMar>
          <w:tblLook w:val="00A0"/>
        </w:tblPrEx>
        <w:trPr>
          <w:trHeight w:val="361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573956" w:rsidRPr="0044382F" w:rsidRDefault="00573956" w:rsidP="00382F77">
            <w:pPr>
              <w:ind w:firstLine="0"/>
              <w:rPr>
                <w:bCs/>
                <w:sz w:val="18"/>
                <w:szCs w:val="18"/>
                <w:lang w:eastAsia="ru-RU"/>
              </w:rPr>
            </w:pPr>
            <w:r w:rsidRPr="0044382F">
              <w:rPr>
                <w:bCs/>
                <w:sz w:val="18"/>
                <w:szCs w:val="18"/>
                <w:lang w:eastAsia="ru-RU"/>
              </w:rPr>
              <w:t>4. Стоимость заключенных контрактов с субъектами малого предпринимательства, социально ориентированными некоммерческими организациями, привлекаемыми к исполнению контрактов в качестве субподрядчиков, соисполнителей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3956" w:rsidRPr="0044382F" w:rsidRDefault="00573956" w:rsidP="00CD1C91">
            <w:pPr>
              <w:ind w:firstLine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33</w:t>
            </w:r>
            <w:r w:rsidRPr="0044382F">
              <w:rPr>
                <w:sz w:val="18"/>
                <w:szCs w:val="18"/>
                <w:lang w:eastAsia="ru-RU"/>
              </w:rPr>
              <w:t>305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4382F" w:rsidRDefault="00573956" w:rsidP="00CD1C91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44382F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756603">
            <w:pPr>
              <w:autoSpaceDE w:val="0"/>
              <w:autoSpaceDN w:val="0"/>
              <w:adjustRightInd w:val="0"/>
              <w:ind w:firstLine="0"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 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756603">
            <w:pPr>
              <w:autoSpaceDE w:val="0"/>
              <w:autoSpaceDN w:val="0"/>
              <w:adjustRightInd w:val="0"/>
              <w:ind w:firstLine="0"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756603">
            <w:pPr>
              <w:autoSpaceDE w:val="0"/>
              <w:autoSpaceDN w:val="0"/>
              <w:adjustRightInd w:val="0"/>
              <w:ind w:firstLine="0"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756603">
            <w:pPr>
              <w:autoSpaceDE w:val="0"/>
              <w:autoSpaceDN w:val="0"/>
              <w:adjustRightInd w:val="0"/>
              <w:ind w:firstLine="0"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756603">
            <w:pPr>
              <w:autoSpaceDE w:val="0"/>
              <w:autoSpaceDN w:val="0"/>
              <w:adjustRightInd w:val="0"/>
              <w:ind w:firstLine="0"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756603">
            <w:pPr>
              <w:autoSpaceDE w:val="0"/>
              <w:autoSpaceDN w:val="0"/>
              <w:adjustRightInd w:val="0"/>
              <w:ind w:firstLine="0"/>
              <w:jc w:val="center"/>
              <w:rPr>
                <w:sz w:val="32"/>
                <w:szCs w:val="32"/>
              </w:rPr>
            </w:pPr>
            <w:r w:rsidRPr="00461C61">
              <w:rPr>
                <w:sz w:val="32"/>
                <w:szCs w:val="32"/>
              </w:rPr>
              <w:t>х</w:t>
            </w:r>
          </w:p>
        </w:tc>
      </w:tr>
    </w:tbl>
    <w:p w:rsidR="00573956" w:rsidRDefault="00573956">
      <w:pPr>
        <w:rPr>
          <w:b/>
          <w:bCs/>
          <w:szCs w:val="18"/>
          <w:lang w:eastAsia="ru-RU"/>
        </w:rPr>
      </w:pPr>
      <w:r>
        <w:rPr>
          <w:b/>
          <w:bCs/>
          <w:szCs w:val="18"/>
          <w:lang w:eastAsia="ru-RU"/>
        </w:rPr>
        <w:br w:type="page"/>
      </w:r>
    </w:p>
    <w:p w:rsidR="00573956" w:rsidRPr="0065643D" w:rsidRDefault="00573956" w:rsidP="0065643D">
      <w:pPr>
        <w:jc w:val="both"/>
        <w:rPr>
          <w:b/>
          <w:bCs/>
          <w:szCs w:val="18"/>
          <w:lang w:eastAsia="ru-RU"/>
        </w:rPr>
      </w:pPr>
      <w:r w:rsidRPr="0065643D">
        <w:rPr>
          <w:b/>
          <w:bCs/>
          <w:szCs w:val="18"/>
          <w:lang w:eastAsia="ru-RU"/>
        </w:rPr>
        <w:t xml:space="preserve">Раздел 4. Количественные и стоимостные характеристики </w:t>
      </w:r>
      <w:r>
        <w:rPr>
          <w:b/>
          <w:bCs/>
          <w:szCs w:val="18"/>
          <w:lang w:eastAsia="ru-RU"/>
        </w:rPr>
        <w:t>закупок</w:t>
      </w:r>
      <w:r w:rsidRPr="0065643D">
        <w:rPr>
          <w:b/>
          <w:bCs/>
          <w:szCs w:val="18"/>
          <w:lang w:eastAsia="ru-RU"/>
        </w:rPr>
        <w:t xml:space="preserve"> для обеспечения государственных и муниципальных нужд, </w:t>
      </w:r>
      <w:r>
        <w:rPr>
          <w:b/>
          <w:bCs/>
          <w:szCs w:val="18"/>
          <w:lang w:eastAsia="ru-RU"/>
        </w:rPr>
        <w:t xml:space="preserve">осуществленных </w:t>
      </w:r>
      <w:r w:rsidRPr="0065643D">
        <w:rPr>
          <w:b/>
          <w:bCs/>
          <w:szCs w:val="18"/>
          <w:lang w:eastAsia="ru-RU"/>
        </w:rPr>
        <w:t xml:space="preserve"> с предоставлением преференций товарам, происходящим из Российской Федерации, Республики Беларусь, Республики Казахстан</w:t>
      </w:r>
    </w:p>
    <w:tbl>
      <w:tblPr>
        <w:tblW w:w="15876" w:type="dxa"/>
        <w:tblCellSpacing w:w="5" w:type="nil"/>
        <w:tblInd w:w="-492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236"/>
        <w:gridCol w:w="706"/>
        <w:gridCol w:w="716"/>
        <w:gridCol w:w="709"/>
        <w:gridCol w:w="1134"/>
        <w:gridCol w:w="983"/>
        <w:gridCol w:w="709"/>
        <w:gridCol w:w="1141"/>
        <w:gridCol w:w="994"/>
        <w:gridCol w:w="850"/>
        <w:gridCol w:w="645"/>
        <w:gridCol w:w="66"/>
        <w:gridCol w:w="1987"/>
      </w:tblGrid>
      <w:tr w:rsidR="00573956" w:rsidRPr="00461C61" w:rsidTr="00FC4F2F">
        <w:trPr>
          <w:tblCellSpacing w:w="5" w:type="nil"/>
        </w:trPr>
        <w:tc>
          <w:tcPr>
            <w:tcW w:w="52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456DAF">
            <w:pPr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461C61">
              <w:rPr>
                <w:sz w:val="18"/>
                <w:szCs w:val="18"/>
              </w:rPr>
              <w:t>Наименование показателей</w:t>
            </w:r>
          </w:p>
        </w:tc>
        <w:tc>
          <w:tcPr>
            <w:tcW w:w="7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456DAF">
            <w:pPr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461C61">
              <w:rPr>
                <w:sz w:val="18"/>
                <w:szCs w:val="18"/>
              </w:rPr>
              <w:t>Код строки</w:t>
            </w:r>
          </w:p>
        </w:tc>
        <w:tc>
          <w:tcPr>
            <w:tcW w:w="7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456DAF">
            <w:pPr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461C61">
              <w:rPr>
                <w:sz w:val="18"/>
                <w:szCs w:val="18"/>
              </w:rPr>
              <w:t>Всего закупок товаров, работ, услуг</w:t>
            </w:r>
          </w:p>
        </w:tc>
        <w:tc>
          <w:tcPr>
            <w:tcW w:w="921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456DAF">
            <w:pPr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461C61">
              <w:rPr>
                <w:sz w:val="18"/>
                <w:szCs w:val="18"/>
              </w:rPr>
              <w:t>В том числе по способам определения поставщиков (подрядчиков, исполнителей)</w:t>
            </w:r>
          </w:p>
        </w:tc>
      </w:tr>
      <w:tr w:rsidR="00573956" w:rsidRPr="00461C61" w:rsidTr="00FC4F2F">
        <w:trPr>
          <w:tblCellSpacing w:w="5" w:type="nil"/>
        </w:trPr>
        <w:tc>
          <w:tcPr>
            <w:tcW w:w="5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456DAF">
            <w:pPr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7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456DAF">
            <w:pPr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456DAF">
            <w:pPr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456DAF">
            <w:pPr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461C61">
              <w:rPr>
                <w:sz w:val="18"/>
                <w:szCs w:val="18"/>
              </w:rPr>
              <w:t>Конкурсы</w:t>
            </w:r>
          </w:p>
        </w:tc>
        <w:tc>
          <w:tcPr>
            <w:tcW w:w="1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456DAF">
            <w:pPr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461C61">
              <w:rPr>
                <w:sz w:val="18"/>
                <w:szCs w:val="18"/>
              </w:rPr>
              <w:t>Аукционы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456DAF">
            <w:pPr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461C61">
              <w:rPr>
                <w:sz w:val="18"/>
                <w:szCs w:val="18"/>
              </w:rPr>
              <w:t>Запрос предложений</w:t>
            </w:r>
          </w:p>
        </w:tc>
      </w:tr>
      <w:tr w:rsidR="00573956" w:rsidRPr="00461C61" w:rsidTr="00FC4F2F">
        <w:trPr>
          <w:tblCellSpacing w:w="5" w:type="nil"/>
        </w:trPr>
        <w:tc>
          <w:tcPr>
            <w:tcW w:w="5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456DAF">
            <w:pPr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7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456DAF">
            <w:pPr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456DAF">
            <w:pPr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456DAF">
            <w:pPr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461C61">
              <w:rPr>
                <w:sz w:val="18"/>
                <w:szCs w:val="18"/>
              </w:rPr>
              <w:t>открытые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456DAF">
            <w:pPr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461C61">
              <w:rPr>
                <w:sz w:val="18"/>
                <w:szCs w:val="18"/>
              </w:rPr>
              <w:t>открытые с ограниченным участием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456DAF">
            <w:pPr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461C61">
              <w:rPr>
                <w:sz w:val="18"/>
                <w:szCs w:val="18"/>
              </w:rPr>
              <w:t>открытые двухэтапные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456DAF">
            <w:pPr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461C61">
              <w:rPr>
                <w:sz w:val="18"/>
                <w:szCs w:val="18"/>
              </w:rPr>
              <w:t>закрытые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456DAF">
            <w:pPr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461C61">
              <w:rPr>
                <w:sz w:val="18"/>
                <w:szCs w:val="18"/>
              </w:rPr>
              <w:t>закрытые с ограниченным участием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456DAF">
            <w:pPr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461C61">
              <w:rPr>
                <w:sz w:val="18"/>
                <w:szCs w:val="18"/>
              </w:rPr>
              <w:t>закрытые двухэтапные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456DAF">
            <w:pPr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461C61">
              <w:rPr>
                <w:sz w:val="18"/>
                <w:szCs w:val="18"/>
              </w:rPr>
              <w:t>электронные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456DAF">
            <w:pPr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  <w:r w:rsidRPr="00461C61">
              <w:rPr>
                <w:sz w:val="18"/>
                <w:szCs w:val="18"/>
              </w:rPr>
              <w:t>закрытые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61C61" w:rsidRDefault="00573956" w:rsidP="00456DAF">
            <w:pPr>
              <w:autoSpaceDE w:val="0"/>
              <w:autoSpaceDN w:val="0"/>
              <w:adjustRightInd w:val="0"/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573956" w:rsidRPr="00461C61" w:rsidTr="00FC4F2F">
        <w:tblPrEx>
          <w:tblCellSpacing w:w="0" w:type="nil"/>
          <w:tblCellMar>
            <w:left w:w="108" w:type="dxa"/>
            <w:right w:w="108" w:type="dxa"/>
          </w:tblCellMar>
          <w:tblLook w:val="00A0"/>
        </w:tblPrEx>
        <w:trPr>
          <w:trHeight w:val="268"/>
        </w:trPr>
        <w:tc>
          <w:tcPr>
            <w:tcW w:w="5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73956" w:rsidRPr="00456DAF" w:rsidRDefault="00573956" w:rsidP="00456DAF">
            <w:pPr>
              <w:ind w:firstLine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456DAF">
              <w:rPr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3956" w:rsidRPr="00456DAF" w:rsidRDefault="00573956" w:rsidP="00456DAF">
            <w:pPr>
              <w:ind w:firstLine="0"/>
              <w:jc w:val="center"/>
              <w:rPr>
                <w:b/>
                <w:sz w:val="18"/>
                <w:szCs w:val="18"/>
                <w:lang w:eastAsia="ru-RU"/>
              </w:rPr>
            </w:pPr>
            <w:r w:rsidRPr="00456DAF">
              <w:rPr>
                <w:b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56DAF" w:rsidRDefault="00573956" w:rsidP="00456DAF">
            <w:pPr>
              <w:ind w:firstLine="0"/>
              <w:jc w:val="center"/>
              <w:rPr>
                <w:b/>
                <w:color w:val="000000"/>
                <w:sz w:val="18"/>
                <w:szCs w:val="18"/>
                <w:lang w:eastAsia="ru-RU"/>
              </w:rPr>
            </w:pPr>
            <w:r w:rsidRPr="00456DAF">
              <w:rPr>
                <w:b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56DAF" w:rsidRDefault="00573956" w:rsidP="00456DAF">
            <w:pPr>
              <w:ind w:firstLine="0"/>
              <w:jc w:val="center"/>
              <w:rPr>
                <w:b/>
                <w:color w:val="000000"/>
                <w:sz w:val="18"/>
                <w:szCs w:val="18"/>
                <w:lang w:eastAsia="ru-RU"/>
              </w:rPr>
            </w:pPr>
            <w:r w:rsidRPr="00456DAF">
              <w:rPr>
                <w:b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56DAF" w:rsidRDefault="00573956" w:rsidP="00456DAF">
            <w:pPr>
              <w:ind w:firstLine="0"/>
              <w:jc w:val="center"/>
              <w:rPr>
                <w:b/>
                <w:color w:val="000000"/>
                <w:sz w:val="18"/>
                <w:szCs w:val="18"/>
                <w:lang w:eastAsia="ru-RU"/>
              </w:rPr>
            </w:pPr>
            <w:r w:rsidRPr="00456DAF">
              <w:rPr>
                <w:b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56DAF" w:rsidRDefault="00573956" w:rsidP="00456DAF">
            <w:pPr>
              <w:ind w:firstLine="0"/>
              <w:jc w:val="center"/>
              <w:rPr>
                <w:b/>
                <w:color w:val="000000"/>
                <w:sz w:val="18"/>
                <w:szCs w:val="18"/>
                <w:lang w:eastAsia="ru-RU"/>
              </w:rPr>
            </w:pPr>
            <w:r w:rsidRPr="00456DAF">
              <w:rPr>
                <w:b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56DAF" w:rsidRDefault="00573956" w:rsidP="00456DAF">
            <w:pPr>
              <w:ind w:firstLine="0"/>
              <w:jc w:val="center"/>
              <w:rPr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b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56DAF" w:rsidRDefault="00573956" w:rsidP="00456DAF">
            <w:pPr>
              <w:ind w:firstLine="0"/>
              <w:jc w:val="center"/>
              <w:rPr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b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56DAF" w:rsidRDefault="00573956" w:rsidP="00456DAF">
            <w:pPr>
              <w:ind w:firstLine="0"/>
              <w:jc w:val="center"/>
              <w:rPr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b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56DAF" w:rsidRDefault="00573956" w:rsidP="00456DAF">
            <w:pPr>
              <w:ind w:firstLine="0"/>
              <w:jc w:val="center"/>
              <w:rPr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b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56DAF" w:rsidRDefault="00573956" w:rsidP="00456DAF">
            <w:pPr>
              <w:ind w:firstLine="0"/>
              <w:jc w:val="center"/>
              <w:rPr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b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56DAF" w:rsidRDefault="00573956" w:rsidP="00456DAF">
            <w:pPr>
              <w:ind w:firstLine="0"/>
              <w:jc w:val="center"/>
              <w:rPr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b/>
                <w:color w:val="000000"/>
                <w:sz w:val="18"/>
                <w:szCs w:val="18"/>
                <w:lang w:eastAsia="ru-RU"/>
              </w:rPr>
              <w:t>12</w:t>
            </w:r>
          </w:p>
        </w:tc>
      </w:tr>
      <w:tr w:rsidR="00573956" w:rsidRPr="00461C61" w:rsidTr="00FC4F2F">
        <w:tblPrEx>
          <w:tblCellSpacing w:w="0" w:type="nil"/>
          <w:tblCellMar>
            <w:left w:w="108" w:type="dxa"/>
            <w:right w:w="108" w:type="dxa"/>
          </w:tblCellMar>
          <w:tblLook w:val="00A0"/>
        </w:tblPrEx>
        <w:trPr>
          <w:trHeight w:val="70"/>
        </w:trPr>
        <w:tc>
          <w:tcPr>
            <w:tcW w:w="1587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3956" w:rsidRPr="00382F77" w:rsidRDefault="00573956" w:rsidP="00B72883">
            <w:pPr>
              <w:ind w:firstLine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D1C91">
              <w:rPr>
                <w:b/>
                <w:bCs/>
                <w:color w:val="000000"/>
                <w:sz w:val="18"/>
                <w:szCs w:val="18"/>
                <w:lang w:eastAsia="ru-RU"/>
              </w:rPr>
              <w:t>4.1. Количественн</w:t>
            </w: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ые</w:t>
            </w:r>
            <w:r w:rsidRPr="00CD1C91">
              <w:rPr>
                <w:b/>
                <w:bCs/>
                <w:color w:val="000000"/>
                <w:sz w:val="18"/>
                <w:szCs w:val="18"/>
                <w:lang w:eastAsia="ru-RU"/>
              </w:rPr>
              <w:t xml:space="preserve"> характеристик</w:t>
            </w: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и закупок</w:t>
            </w:r>
          </w:p>
        </w:tc>
      </w:tr>
      <w:tr w:rsidR="00573956" w:rsidRPr="00461C61" w:rsidTr="00062EB7">
        <w:tblPrEx>
          <w:tblCellSpacing w:w="0" w:type="nil"/>
          <w:tblCellMar>
            <w:left w:w="108" w:type="dxa"/>
            <w:right w:w="108" w:type="dxa"/>
          </w:tblCellMar>
          <w:tblLook w:val="00A0"/>
        </w:tblPrEx>
        <w:trPr>
          <w:trHeight w:val="936"/>
        </w:trPr>
        <w:tc>
          <w:tcPr>
            <w:tcW w:w="5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73956" w:rsidRPr="00461C61" w:rsidRDefault="00573956" w:rsidP="006905D3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  <w:r w:rsidRPr="0044382F">
              <w:rPr>
                <w:bCs/>
                <w:sz w:val="18"/>
                <w:szCs w:val="18"/>
                <w:lang w:eastAsia="ru-RU"/>
              </w:rPr>
              <w:t xml:space="preserve">1. Количество конкурсов, аукционов, запросов предложений, проведенных с предоставлением преференций </w:t>
            </w:r>
            <w:r w:rsidRPr="00062EB7">
              <w:rPr>
                <w:bCs/>
                <w:sz w:val="18"/>
                <w:szCs w:val="18"/>
                <w:lang w:eastAsia="ru-RU"/>
              </w:rPr>
              <w:t>товарам,</w:t>
            </w:r>
            <w:r>
              <w:rPr>
                <w:bCs/>
                <w:sz w:val="18"/>
                <w:szCs w:val="18"/>
                <w:lang w:eastAsia="ru-RU"/>
              </w:rPr>
              <w:t xml:space="preserve"> </w:t>
            </w:r>
            <w:r w:rsidRPr="00062EB7">
              <w:rPr>
                <w:bCs/>
                <w:sz w:val="18"/>
                <w:szCs w:val="18"/>
                <w:lang w:eastAsia="ru-RU"/>
              </w:rPr>
              <w:t>происходящим из Российской Федерации, Республики Беларусь, Республики Казахстан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3956" w:rsidRPr="0044382F" w:rsidRDefault="00573956" w:rsidP="00456DAF">
            <w:pPr>
              <w:ind w:firstLine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41</w:t>
            </w:r>
            <w:r w:rsidRPr="0044382F">
              <w:rPr>
                <w:sz w:val="18"/>
                <w:szCs w:val="18"/>
                <w:lang w:eastAsia="ru-RU"/>
              </w:rPr>
              <w:t>101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4382F" w:rsidRDefault="00573956" w:rsidP="00456DA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4382F" w:rsidRDefault="00573956" w:rsidP="00456DA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4382F" w:rsidRDefault="00573956" w:rsidP="00456DA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4382F" w:rsidRDefault="00573956" w:rsidP="00456DA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4382F" w:rsidRDefault="00573956" w:rsidP="00456DA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4382F" w:rsidRDefault="00573956" w:rsidP="00456DA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4382F" w:rsidRDefault="00573956" w:rsidP="00456DA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4382F" w:rsidRDefault="00573956" w:rsidP="00456DA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4382F" w:rsidRDefault="00573956" w:rsidP="00456DA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4382F" w:rsidRDefault="00573956" w:rsidP="00456DA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</w:tr>
      <w:tr w:rsidR="00573956" w:rsidRPr="00461C61" w:rsidTr="00FC4F2F">
        <w:tblPrEx>
          <w:tblCellSpacing w:w="0" w:type="nil"/>
          <w:tblCellMar>
            <w:left w:w="108" w:type="dxa"/>
            <w:right w:w="108" w:type="dxa"/>
          </w:tblCellMar>
          <w:tblLook w:val="00A0"/>
        </w:tblPrEx>
        <w:trPr>
          <w:trHeight w:val="113"/>
        </w:trPr>
        <w:tc>
          <w:tcPr>
            <w:tcW w:w="5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73956" w:rsidRPr="0044382F" w:rsidRDefault="00573956" w:rsidP="00456DAF">
            <w:pPr>
              <w:ind w:firstLine="0"/>
              <w:rPr>
                <w:bCs/>
                <w:sz w:val="18"/>
                <w:szCs w:val="18"/>
                <w:lang w:eastAsia="ru-RU"/>
              </w:rPr>
            </w:pPr>
            <w:r w:rsidRPr="0044382F">
              <w:rPr>
                <w:bCs/>
                <w:sz w:val="18"/>
                <w:szCs w:val="18"/>
                <w:lang w:eastAsia="ru-RU"/>
              </w:rPr>
              <w:t xml:space="preserve">2. Количество заключенных контрактов по результатам конкурсов, аукционов, запросов предложений, проведенных с предоставлением преференций </w:t>
            </w:r>
            <w:r w:rsidRPr="00062EB7">
              <w:rPr>
                <w:bCs/>
                <w:sz w:val="18"/>
                <w:szCs w:val="18"/>
                <w:lang w:eastAsia="ru-RU"/>
              </w:rPr>
              <w:t>товарам,</w:t>
            </w:r>
            <w:r>
              <w:rPr>
                <w:bCs/>
                <w:sz w:val="18"/>
                <w:szCs w:val="18"/>
                <w:lang w:eastAsia="ru-RU"/>
              </w:rPr>
              <w:t xml:space="preserve"> </w:t>
            </w:r>
            <w:r w:rsidRPr="00062EB7">
              <w:rPr>
                <w:bCs/>
                <w:sz w:val="18"/>
                <w:szCs w:val="18"/>
                <w:lang w:eastAsia="ru-RU"/>
              </w:rPr>
              <w:t>происходящим из Российской Федерации, Республики Беларусь, Республики Казахстан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3956" w:rsidRPr="0044382F" w:rsidRDefault="00573956" w:rsidP="00456DAF">
            <w:pPr>
              <w:ind w:firstLine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41</w:t>
            </w:r>
            <w:r w:rsidRPr="0044382F">
              <w:rPr>
                <w:sz w:val="18"/>
                <w:szCs w:val="18"/>
                <w:lang w:eastAsia="ru-RU"/>
              </w:rPr>
              <w:t>102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4382F" w:rsidRDefault="00573956" w:rsidP="00456DA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4382F" w:rsidRDefault="00573956" w:rsidP="00456DA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4382F" w:rsidRDefault="00573956" w:rsidP="00456DA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4382F" w:rsidRDefault="00573956" w:rsidP="00456DA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4382F" w:rsidRDefault="00573956" w:rsidP="00456DA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4382F" w:rsidRDefault="00573956" w:rsidP="00456DA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4382F" w:rsidRDefault="00573956" w:rsidP="00456DA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4382F" w:rsidRDefault="00573956" w:rsidP="00456DA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4382F" w:rsidRDefault="00573956" w:rsidP="00456DA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4382F" w:rsidRDefault="00573956" w:rsidP="00456DA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</w:tr>
      <w:tr w:rsidR="00573956" w:rsidRPr="00461C61" w:rsidTr="00FC4F2F">
        <w:tblPrEx>
          <w:tblCellSpacing w:w="0" w:type="nil"/>
          <w:tblCellMar>
            <w:left w:w="108" w:type="dxa"/>
            <w:right w:w="108" w:type="dxa"/>
          </w:tblCellMar>
          <w:tblLook w:val="00A0"/>
        </w:tblPrEx>
        <w:trPr>
          <w:trHeight w:val="112"/>
        </w:trPr>
        <w:tc>
          <w:tcPr>
            <w:tcW w:w="5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73956" w:rsidRPr="00CD1C91" w:rsidRDefault="00573956" w:rsidP="006905D3">
            <w:pPr>
              <w:ind w:firstLine="0"/>
              <w:rPr>
                <w:sz w:val="18"/>
                <w:szCs w:val="18"/>
                <w:lang w:eastAsia="ru-RU"/>
              </w:rPr>
            </w:pPr>
            <w:r w:rsidRPr="00CD1C91">
              <w:rPr>
                <w:sz w:val="18"/>
                <w:szCs w:val="18"/>
                <w:lang w:eastAsia="ru-RU"/>
              </w:rPr>
              <w:t xml:space="preserve">Из строки </w:t>
            </w:r>
            <w:r>
              <w:rPr>
                <w:sz w:val="18"/>
                <w:szCs w:val="18"/>
                <w:lang w:eastAsia="ru-RU"/>
              </w:rPr>
              <w:t>41</w:t>
            </w:r>
            <w:r w:rsidRPr="00CD1C91">
              <w:rPr>
                <w:sz w:val="18"/>
                <w:szCs w:val="18"/>
                <w:lang w:eastAsia="ru-RU"/>
              </w:rPr>
              <w:t>102:</w:t>
            </w:r>
            <w:r w:rsidRPr="00CD1C91">
              <w:rPr>
                <w:sz w:val="18"/>
                <w:szCs w:val="18"/>
                <w:lang w:eastAsia="ru-RU"/>
              </w:rPr>
              <w:br/>
              <w:t>количество контрактов на поставку товаров</w:t>
            </w:r>
            <w:r>
              <w:rPr>
                <w:sz w:val="18"/>
                <w:szCs w:val="18"/>
                <w:lang w:eastAsia="ru-RU"/>
              </w:rPr>
              <w:t>, произведенных в Российской Федерации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3956" w:rsidRPr="00CD1C91" w:rsidRDefault="00573956" w:rsidP="00456DAF">
            <w:pPr>
              <w:ind w:firstLine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41</w:t>
            </w:r>
            <w:r w:rsidRPr="00CD1C91">
              <w:rPr>
                <w:sz w:val="18"/>
                <w:szCs w:val="18"/>
                <w:lang w:eastAsia="ru-RU"/>
              </w:rPr>
              <w:t>103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CD1C91" w:rsidRDefault="00573956" w:rsidP="00456DA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CD1C91" w:rsidRDefault="00573956" w:rsidP="00456DA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CD1C91" w:rsidRDefault="00573956" w:rsidP="00456DA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CD1C91" w:rsidRDefault="00573956" w:rsidP="00456DA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CD1C91" w:rsidRDefault="00573956" w:rsidP="00456DA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CD1C91" w:rsidRDefault="00573956" w:rsidP="00456DA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CD1C91" w:rsidRDefault="00573956" w:rsidP="00456DA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CD1C91" w:rsidRDefault="00573956" w:rsidP="00456DA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CD1C91" w:rsidRDefault="00573956" w:rsidP="00456DA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CD1C91" w:rsidRDefault="00573956" w:rsidP="00456DA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</w:tr>
      <w:tr w:rsidR="00573956" w:rsidRPr="00461C61" w:rsidTr="00FC4F2F">
        <w:tblPrEx>
          <w:tblCellSpacing w:w="0" w:type="nil"/>
          <w:tblCellMar>
            <w:left w:w="108" w:type="dxa"/>
            <w:right w:w="108" w:type="dxa"/>
          </w:tblCellMar>
          <w:tblLook w:val="00A0"/>
        </w:tblPrEx>
        <w:trPr>
          <w:trHeight w:val="70"/>
        </w:trPr>
        <w:tc>
          <w:tcPr>
            <w:tcW w:w="5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73956" w:rsidRPr="00CD1C91" w:rsidRDefault="00573956" w:rsidP="006905D3">
            <w:pPr>
              <w:ind w:firstLine="0"/>
              <w:rPr>
                <w:sz w:val="18"/>
                <w:szCs w:val="18"/>
                <w:lang w:eastAsia="ru-RU"/>
              </w:rPr>
            </w:pPr>
            <w:r w:rsidRPr="00CD1C91">
              <w:rPr>
                <w:sz w:val="18"/>
                <w:szCs w:val="18"/>
                <w:lang w:eastAsia="ru-RU"/>
              </w:rPr>
              <w:t>количество контрактов на поставку товаров</w:t>
            </w:r>
            <w:r>
              <w:rPr>
                <w:sz w:val="18"/>
                <w:szCs w:val="18"/>
                <w:lang w:eastAsia="ru-RU"/>
              </w:rPr>
              <w:t xml:space="preserve">, произведенных в </w:t>
            </w:r>
            <w:r w:rsidRPr="00062EB7">
              <w:rPr>
                <w:bCs/>
                <w:sz w:val="18"/>
                <w:szCs w:val="18"/>
                <w:lang w:eastAsia="ru-RU"/>
              </w:rPr>
              <w:t>Республик</w:t>
            </w:r>
            <w:r>
              <w:rPr>
                <w:bCs/>
                <w:sz w:val="18"/>
                <w:szCs w:val="18"/>
                <w:lang w:eastAsia="ru-RU"/>
              </w:rPr>
              <w:t>е</w:t>
            </w:r>
            <w:r w:rsidRPr="00062EB7">
              <w:rPr>
                <w:bCs/>
                <w:sz w:val="18"/>
                <w:szCs w:val="18"/>
                <w:lang w:eastAsia="ru-RU"/>
              </w:rPr>
              <w:t xml:space="preserve"> Беларусь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3956" w:rsidRPr="00CD1C91" w:rsidRDefault="00573956" w:rsidP="00456DAF">
            <w:pPr>
              <w:ind w:firstLine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41</w:t>
            </w:r>
            <w:r w:rsidRPr="00CD1C91">
              <w:rPr>
                <w:sz w:val="18"/>
                <w:szCs w:val="18"/>
                <w:lang w:eastAsia="ru-RU"/>
              </w:rPr>
              <w:t>104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CD1C91" w:rsidRDefault="00573956" w:rsidP="00456DA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CD1C91" w:rsidRDefault="00573956" w:rsidP="00456DA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CD1C91" w:rsidRDefault="00573956" w:rsidP="00456DA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CD1C91" w:rsidRDefault="00573956" w:rsidP="00456DA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CD1C91" w:rsidRDefault="00573956" w:rsidP="00456DA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CD1C91" w:rsidRDefault="00573956" w:rsidP="00456DA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CD1C91" w:rsidRDefault="00573956" w:rsidP="00456DA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CD1C91" w:rsidRDefault="00573956" w:rsidP="00456DA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CD1C91" w:rsidRDefault="00573956" w:rsidP="00456DA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CD1C91" w:rsidRDefault="00573956" w:rsidP="00456DA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</w:tr>
      <w:tr w:rsidR="00573956" w:rsidRPr="00461C61" w:rsidTr="00FC4F2F">
        <w:tblPrEx>
          <w:tblCellSpacing w:w="0" w:type="nil"/>
          <w:tblCellMar>
            <w:left w:w="108" w:type="dxa"/>
            <w:right w:w="108" w:type="dxa"/>
          </w:tblCellMar>
          <w:tblLook w:val="00A0"/>
        </w:tblPrEx>
        <w:trPr>
          <w:trHeight w:val="70"/>
        </w:trPr>
        <w:tc>
          <w:tcPr>
            <w:tcW w:w="5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73956" w:rsidRPr="00CD1C91" w:rsidRDefault="00573956" w:rsidP="00275C0F">
            <w:pPr>
              <w:ind w:firstLine="0"/>
              <w:rPr>
                <w:sz w:val="18"/>
                <w:szCs w:val="18"/>
                <w:lang w:eastAsia="ru-RU"/>
              </w:rPr>
            </w:pPr>
            <w:r w:rsidRPr="00CD1C91">
              <w:rPr>
                <w:sz w:val="18"/>
                <w:szCs w:val="18"/>
                <w:lang w:eastAsia="ru-RU"/>
              </w:rPr>
              <w:t>количество контрактов на поставку товаров</w:t>
            </w:r>
            <w:r>
              <w:rPr>
                <w:sz w:val="18"/>
                <w:szCs w:val="18"/>
                <w:lang w:eastAsia="ru-RU"/>
              </w:rPr>
              <w:t xml:space="preserve">, произведенных в </w:t>
            </w:r>
            <w:r w:rsidRPr="00062EB7">
              <w:rPr>
                <w:bCs/>
                <w:sz w:val="18"/>
                <w:szCs w:val="18"/>
                <w:lang w:eastAsia="ru-RU"/>
              </w:rPr>
              <w:t>Республик</w:t>
            </w:r>
            <w:r>
              <w:rPr>
                <w:bCs/>
                <w:sz w:val="18"/>
                <w:szCs w:val="18"/>
                <w:lang w:eastAsia="ru-RU"/>
              </w:rPr>
              <w:t>е Казахстан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3956" w:rsidRPr="00CD1C91" w:rsidRDefault="00573956" w:rsidP="00456DAF">
            <w:pPr>
              <w:ind w:firstLine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41</w:t>
            </w:r>
            <w:r w:rsidRPr="00CD1C91">
              <w:rPr>
                <w:sz w:val="18"/>
                <w:szCs w:val="18"/>
                <w:lang w:eastAsia="ru-RU"/>
              </w:rPr>
              <w:t>105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CD1C91" w:rsidRDefault="00573956" w:rsidP="00456DA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CD1C91" w:rsidRDefault="00573956" w:rsidP="00456DA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CD1C91" w:rsidRDefault="00573956" w:rsidP="00456DA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CD1C91" w:rsidRDefault="00573956" w:rsidP="00456DA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CD1C91" w:rsidRDefault="00573956" w:rsidP="00456DA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CD1C91" w:rsidRDefault="00573956" w:rsidP="00456DA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CD1C91" w:rsidRDefault="00573956" w:rsidP="00456DA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CD1C91" w:rsidRDefault="00573956" w:rsidP="00456DA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CD1C91" w:rsidRDefault="00573956" w:rsidP="00456DA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CD1C91" w:rsidRDefault="00573956" w:rsidP="00456DA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</w:tr>
      <w:tr w:rsidR="00573956" w:rsidRPr="00461C61" w:rsidTr="00FC4F2F">
        <w:tblPrEx>
          <w:tblCellSpacing w:w="0" w:type="nil"/>
          <w:tblCellMar>
            <w:left w:w="108" w:type="dxa"/>
            <w:right w:w="108" w:type="dxa"/>
          </w:tblCellMar>
          <w:tblLook w:val="00A0"/>
        </w:tblPrEx>
        <w:trPr>
          <w:trHeight w:val="70"/>
        </w:trPr>
        <w:tc>
          <w:tcPr>
            <w:tcW w:w="1587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3956" w:rsidRPr="00456DAF" w:rsidRDefault="00573956" w:rsidP="00275C0F">
            <w:pPr>
              <w:ind w:firstLine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D1C91">
              <w:rPr>
                <w:b/>
                <w:bCs/>
                <w:color w:val="000000"/>
                <w:sz w:val="18"/>
                <w:szCs w:val="18"/>
                <w:lang w:eastAsia="ru-RU"/>
              </w:rPr>
              <w:t>4.2. Количественн</w:t>
            </w: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ые</w:t>
            </w:r>
            <w:r w:rsidRPr="00CD1C91">
              <w:rPr>
                <w:b/>
                <w:bCs/>
                <w:color w:val="000000"/>
                <w:sz w:val="18"/>
                <w:szCs w:val="18"/>
                <w:lang w:eastAsia="ru-RU"/>
              </w:rPr>
              <w:t xml:space="preserve"> характеристик</w:t>
            </w: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и заявок на участие в закупках</w:t>
            </w:r>
          </w:p>
        </w:tc>
      </w:tr>
      <w:tr w:rsidR="00573956" w:rsidRPr="00461C61" w:rsidTr="00FC4F2F">
        <w:tblPrEx>
          <w:tblCellSpacing w:w="0" w:type="nil"/>
          <w:tblCellMar>
            <w:left w:w="108" w:type="dxa"/>
            <w:right w:w="108" w:type="dxa"/>
          </w:tblCellMar>
          <w:tblLook w:val="00A0"/>
        </w:tblPrEx>
        <w:trPr>
          <w:trHeight w:val="326"/>
        </w:trPr>
        <w:tc>
          <w:tcPr>
            <w:tcW w:w="5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73956" w:rsidRPr="0044382F" w:rsidRDefault="00573956" w:rsidP="00B72883">
            <w:pPr>
              <w:ind w:firstLine="0"/>
              <w:rPr>
                <w:bCs/>
                <w:sz w:val="18"/>
                <w:szCs w:val="18"/>
                <w:lang w:eastAsia="ru-RU"/>
              </w:rPr>
            </w:pPr>
            <w:r w:rsidRPr="0044382F">
              <w:rPr>
                <w:bCs/>
                <w:sz w:val="18"/>
                <w:szCs w:val="18"/>
                <w:lang w:eastAsia="ru-RU"/>
              </w:rPr>
              <w:t xml:space="preserve">1. Количество заявок, поданных на </w:t>
            </w:r>
            <w:r>
              <w:rPr>
                <w:bCs/>
                <w:sz w:val="18"/>
                <w:szCs w:val="18"/>
                <w:lang w:eastAsia="ru-RU"/>
              </w:rPr>
              <w:t xml:space="preserve">участие в </w:t>
            </w:r>
            <w:r w:rsidRPr="0044382F">
              <w:rPr>
                <w:bCs/>
                <w:sz w:val="18"/>
                <w:szCs w:val="18"/>
                <w:lang w:eastAsia="ru-RU"/>
              </w:rPr>
              <w:t>конкурс</w:t>
            </w:r>
            <w:r>
              <w:rPr>
                <w:bCs/>
                <w:sz w:val="18"/>
                <w:szCs w:val="18"/>
                <w:lang w:eastAsia="ru-RU"/>
              </w:rPr>
              <w:t>ах</w:t>
            </w:r>
            <w:r w:rsidRPr="0044382F">
              <w:rPr>
                <w:bCs/>
                <w:sz w:val="18"/>
                <w:szCs w:val="18"/>
                <w:lang w:eastAsia="ru-RU"/>
              </w:rPr>
              <w:t>, аукцион</w:t>
            </w:r>
            <w:r>
              <w:rPr>
                <w:bCs/>
                <w:sz w:val="18"/>
                <w:szCs w:val="18"/>
                <w:lang w:eastAsia="ru-RU"/>
              </w:rPr>
              <w:t>ах</w:t>
            </w:r>
            <w:r w:rsidRPr="0044382F">
              <w:rPr>
                <w:bCs/>
                <w:sz w:val="18"/>
                <w:szCs w:val="18"/>
                <w:lang w:eastAsia="ru-RU"/>
              </w:rPr>
              <w:t>, запрос</w:t>
            </w:r>
            <w:r>
              <w:rPr>
                <w:bCs/>
                <w:sz w:val="18"/>
                <w:szCs w:val="18"/>
                <w:lang w:eastAsia="ru-RU"/>
              </w:rPr>
              <w:t>ах</w:t>
            </w:r>
            <w:r w:rsidRPr="0044382F">
              <w:rPr>
                <w:bCs/>
                <w:sz w:val="18"/>
                <w:szCs w:val="18"/>
                <w:lang w:eastAsia="ru-RU"/>
              </w:rPr>
              <w:t xml:space="preserve"> предложений, </w:t>
            </w:r>
            <w:r>
              <w:rPr>
                <w:bCs/>
                <w:sz w:val="18"/>
                <w:szCs w:val="18"/>
                <w:lang w:eastAsia="ru-RU"/>
              </w:rPr>
              <w:t xml:space="preserve">при проведении </w:t>
            </w:r>
            <w:r w:rsidRPr="0044382F">
              <w:rPr>
                <w:bCs/>
                <w:sz w:val="18"/>
                <w:szCs w:val="18"/>
                <w:lang w:eastAsia="ru-RU"/>
              </w:rPr>
              <w:t xml:space="preserve">которых были предоставлены преференции </w:t>
            </w:r>
            <w:r w:rsidRPr="00062EB7">
              <w:rPr>
                <w:bCs/>
                <w:sz w:val="18"/>
                <w:szCs w:val="18"/>
                <w:lang w:eastAsia="ru-RU"/>
              </w:rPr>
              <w:t>товарам,</w:t>
            </w:r>
            <w:r>
              <w:rPr>
                <w:bCs/>
                <w:sz w:val="18"/>
                <w:szCs w:val="18"/>
                <w:lang w:eastAsia="ru-RU"/>
              </w:rPr>
              <w:t xml:space="preserve"> </w:t>
            </w:r>
            <w:r w:rsidRPr="00062EB7">
              <w:rPr>
                <w:bCs/>
                <w:sz w:val="18"/>
                <w:szCs w:val="18"/>
                <w:lang w:eastAsia="ru-RU"/>
              </w:rPr>
              <w:t>происходящим из Российской Федерации, Республики Беларусь, Республики Казахстан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3956" w:rsidRPr="0044382F" w:rsidRDefault="00573956" w:rsidP="00456DAF">
            <w:pPr>
              <w:ind w:firstLine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42</w:t>
            </w:r>
            <w:r w:rsidRPr="0044382F">
              <w:rPr>
                <w:sz w:val="18"/>
                <w:szCs w:val="18"/>
                <w:lang w:eastAsia="ru-RU"/>
              </w:rPr>
              <w:t>201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4382F" w:rsidRDefault="00573956" w:rsidP="00456DA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4382F" w:rsidRDefault="00573956" w:rsidP="00456DA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4382F" w:rsidRDefault="00573956" w:rsidP="00456DA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4382F" w:rsidRDefault="00573956" w:rsidP="00456DA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4382F" w:rsidRDefault="00573956" w:rsidP="00456DA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4382F" w:rsidRDefault="00573956" w:rsidP="00456DA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4382F" w:rsidRDefault="00573956" w:rsidP="00456DA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4382F" w:rsidRDefault="00573956" w:rsidP="00456DA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4382F" w:rsidRDefault="00573956" w:rsidP="00456DA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4382F" w:rsidRDefault="00573956" w:rsidP="00456DA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</w:tr>
      <w:tr w:rsidR="00573956" w:rsidRPr="00461C61" w:rsidTr="00FC4F2F">
        <w:tblPrEx>
          <w:tblCellSpacing w:w="0" w:type="nil"/>
          <w:tblCellMar>
            <w:left w:w="108" w:type="dxa"/>
            <w:right w:w="108" w:type="dxa"/>
          </w:tblCellMar>
          <w:tblLook w:val="00A0"/>
        </w:tblPrEx>
        <w:trPr>
          <w:trHeight w:val="195"/>
        </w:trPr>
        <w:tc>
          <w:tcPr>
            <w:tcW w:w="5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73956" w:rsidRPr="0044382F" w:rsidRDefault="00573956" w:rsidP="00B72883">
            <w:pPr>
              <w:ind w:firstLine="0"/>
              <w:rPr>
                <w:bCs/>
                <w:sz w:val="18"/>
                <w:szCs w:val="18"/>
                <w:lang w:eastAsia="ru-RU"/>
              </w:rPr>
            </w:pPr>
            <w:r w:rsidRPr="0044382F">
              <w:rPr>
                <w:bCs/>
                <w:sz w:val="18"/>
                <w:szCs w:val="18"/>
                <w:lang w:eastAsia="ru-RU"/>
              </w:rPr>
              <w:t xml:space="preserve">2. Количество заявок, </w:t>
            </w:r>
            <w:r>
              <w:rPr>
                <w:bCs/>
                <w:sz w:val="18"/>
                <w:szCs w:val="18"/>
                <w:lang w:eastAsia="ru-RU"/>
              </w:rPr>
              <w:t xml:space="preserve">признанных победителями </w:t>
            </w:r>
            <w:r w:rsidRPr="0044382F">
              <w:rPr>
                <w:bCs/>
                <w:sz w:val="18"/>
                <w:szCs w:val="18"/>
                <w:lang w:eastAsia="ru-RU"/>
              </w:rPr>
              <w:t>конкурс</w:t>
            </w:r>
            <w:r>
              <w:rPr>
                <w:bCs/>
                <w:sz w:val="18"/>
                <w:szCs w:val="18"/>
                <w:lang w:eastAsia="ru-RU"/>
              </w:rPr>
              <w:t>ов</w:t>
            </w:r>
            <w:r w:rsidRPr="0044382F">
              <w:rPr>
                <w:bCs/>
                <w:sz w:val="18"/>
                <w:szCs w:val="18"/>
                <w:lang w:eastAsia="ru-RU"/>
              </w:rPr>
              <w:t>, аукцион</w:t>
            </w:r>
            <w:r>
              <w:rPr>
                <w:bCs/>
                <w:sz w:val="18"/>
                <w:szCs w:val="18"/>
                <w:lang w:eastAsia="ru-RU"/>
              </w:rPr>
              <w:t>ов</w:t>
            </w:r>
            <w:r w:rsidRPr="0044382F">
              <w:rPr>
                <w:bCs/>
                <w:sz w:val="18"/>
                <w:szCs w:val="18"/>
                <w:lang w:eastAsia="ru-RU"/>
              </w:rPr>
              <w:t>, запрос</w:t>
            </w:r>
            <w:r>
              <w:rPr>
                <w:bCs/>
                <w:sz w:val="18"/>
                <w:szCs w:val="18"/>
                <w:lang w:eastAsia="ru-RU"/>
              </w:rPr>
              <w:t xml:space="preserve">ов </w:t>
            </w:r>
            <w:r w:rsidRPr="0044382F">
              <w:rPr>
                <w:bCs/>
                <w:sz w:val="18"/>
                <w:szCs w:val="18"/>
                <w:lang w:eastAsia="ru-RU"/>
              </w:rPr>
              <w:t xml:space="preserve">предложений, на которых были предоставлены преференции </w:t>
            </w:r>
            <w:r w:rsidRPr="00062EB7">
              <w:rPr>
                <w:bCs/>
                <w:sz w:val="18"/>
                <w:szCs w:val="18"/>
                <w:lang w:eastAsia="ru-RU"/>
              </w:rPr>
              <w:t>товарам,</w:t>
            </w:r>
            <w:r>
              <w:rPr>
                <w:bCs/>
                <w:sz w:val="18"/>
                <w:szCs w:val="18"/>
                <w:lang w:eastAsia="ru-RU"/>
              </w:rPr>
              <w:t xml:space="preserve"> </w:t>
            </w:r>
            <w:r w:rsidRPr="00062EB7">
              <w:rPr>
                <w:bCs/>
                <w:sz w:val="18"/>
                <w:szCs w:val="18"/>
                <w:lang w:eastAsia="ru-RU"/>
              </w:rPr>
              <w:t>происходящим из Российской Федерации, Республики Беларусь, Республики Казахстан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3956" w:rsidRPr="0044382F" w:rsidRDefault="00573956" w:rsidP="00456DAF">
            <w:pPr>
              <w:ind w:firstLine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42</w:t>
            </w:r>
            <w:r w:rsidRPr="0044382F">
              <w:rPr>
                <w:sz w:val="18"/>
                <w:szCs w:val="18"/>
                <w:lang w:eastAsia="ru-RU"/>
              </w:rPr>
              <w:t>202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4382F" w:rsidRDefault="00573956" w:rsidP="00456DA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4382F" w:rsidRDefault="00573956" w:rsidP="00456DA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4382F" w:rsidRDefault="00573956" w:rsidP="00456DA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4382F" w:rsidRDefault="00573956" w:rsidP="00456DA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4382F" w:rsidRDefault="00573956" w:rsidP="00456DA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4382F" w:rsidRDefault="00573956" w:rsidP="00456DA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4382F" w:rsidRDefault="00573956" w:rsidP="00456DA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4382F" w:rsidRDefault="00573956" w:rsidP="00456DA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4382F" w:rsidRDefault="00573956" w:rsidP="00456DA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4382F" w:rsidRDefault="00573956" w:rsidP="00456DA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</w:tr>
      <w:tr w:rsidR="00573956" w:rsidRPr="00461C61" w:rsidTr="00FC4F2F">
        <w:tblPrEx>
          <w:tblCellSpacing w:w="0" w:type="nil"/>
          <w:tblCellMar>
            <w:left w:w="108" w:type="dxa"/>
            <w:right w:w="108" w:type="dxa"/>
          </w:tblCellMar>
          <w:tblLook w:val="00A0"/>
        </w:tblPrEx>
        <w:trPr>
          <w:trHeight w:val="70"/>
        </w:trPr>
        <w:tc>
          <w:tcPr>
            <w:tcW w:w="5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73956" w:rsidRDefault="00573956" w:rsidP="00456DAF">
            <w:pPr>
              <w:ind w:firstLine="0"/>
              <w:rPr>
                <w:sz w:val="18"/>
                <w:szCs w:val="18"/>
                <w:lang w:eastAsia="ru-RU"/>
              </w:rPr>
            </w:pPr>
            <w:r w:rsidRPr="00CD1C91">
              <w:rPr>
                <w:sz w:val="18"/>
                <w:szCs w:val="18"/>
                <w:lang w:eastAsia="ru-RU"/>
              </w:rPr>
              <w:t xml:space="preserve">Из строки </w:t>
            </w:r>
            <w:r>
              <w:rPr>
                <w:sz w:val="18"/>
                <w:szCs w:val="18"/>
                <w:lang w:eastAsia="ru-RU"/>
              </w:rPr>
              <w:t>42</w:t>
            </w:r>
            <w:r w:rsidRPr="00CD1C91">
              <w:rPr>
                <w:sz w:val="18"/>
                <w:szCs w:val="18"/>
                <w:lang w:eastAsia="ru-RU"/>
              </w:rPr>
              <w:t xml:space="preserve">202: </w:t>
            </w:r>
          </w:p>
          <w:p w:rsidR="00573956" w:rsidRPr="00CD1C91" w:rsidRDefault="00573956" w:rsidP="00456DAF">
            <w:pPr>
              <w:ind w:firstLine="0"/>
              <w:rPr>
                <w:sz w:val="18"/>
                <w:szCs w:val="18"/>
                <w:lang w:eastAsia="ru-RU"/>
              </w:rPr>
            </w:pPr>
            <w:r w:rsidRPr="00CD1C91">
              <w:rPr>
                <w:sz w:val="18"/>
                <w:szCs w:val="18"/>
                <w:lang w:eastAsia="ru-RU"/>
              </w:rPr>
              <w:t>заявок на поставку товаров</w:t>
            </w:r>
            <w:r>
              <w:rPr>
                <w:sz w:val="18"/>
                <w:szCs w:val="18"/>
                <w:lang w:eastAsia="ru-RU"/>
              </w:rPr>
              <w:t>, произведенных в Российской Федерации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3956" w:rsidRPr="00CD1C91" w:rsidRDefault="00573956" w:rsidP="00456DAF">
            <w:pPr>
              <w:ind w:firstLine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42</w:t>
            </w:r>
            <w:r w:rsidRPr="00CD1C91">
              <w:rPr>
                <w:sz w:val="18"/>
                <w:szCs w:val="18"/>
                <w:lang w:eastAsia="ru-RU"/>
              </w:rPr>
              <w:t>203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CD1C91" w:rsidRDefault="00573956" w:rsidP="00456DA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CD1C91" w:rsidRDefault="00573956" w:rsidP="00456DA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CD1C91" w:rsidRDefault="00573956" w:rsidP="00456DA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CD1C91" w:rsidRDefault="00573956" w:rsidP="00456DA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CD1C91" w:rsidRDefault="00573956" w:rsidP="00456DA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CD1C91" w:rsidRDefault="00573956" w:rsidP="00456DA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CD1C91" w:rsidRDefault="00573956" w:rsidP="00456DA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CD1C91" w:rsidRDefault="00573956" w:rsidP="00456DA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CD1C91" w:rsidRDefault="00573956" w:rsidP="00456DA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CD1C91" w:rsidRDefault="00573956" w:rsidP="00456DA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</w:tr>
      <w:tr w:rsidR="00573956" w:rsidRPr="00461C61" w:rsidTr="00FC4F2F">
        <w:tblPrEx>
          <w:tblCellSpacing w:w="0" w:type="nil"/>
          <w:tblCellMar>
            <w:left w:w="108" w:type="dxa"/>
            <w:right w:w="108" w:type="dxa"/>
          </w:tblCellMar>
          <w:tblLook w:val="00A0"/>
        </w:tblPrEx>
        <w:trPr>
          <w:trHeight w:val="126"/>
        </w:trPr>
        <w:tc>
          <w:tcPr>
            <w:tcW w:w="5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73956" w:rsidRPr="00CD1C91" w:rsidRDefault="00573956" w:rsidP="00456DAF">
            <w:pPr>
              <w:ind w:firstLine="0"/>
              <w:rPr>
                <w:sz w:val="18"/>
                <w:szCs w:val="18"/>
                <w:lang w:eastAsia="ru-RU"/>
              </w:rPr>
            </w:pPr>
            <w:r w:rsidRPr="00CD1C91">
              <w:rPr>
                <w:sz w:val="18"/>
                <w:szCs w:val="18"/>
                <w:lang w:eastAsia="ru-RU"/>
              </w:rPr>
              <w:t>заявок на поставку товаров</w:t>
            </w:r>
            <w:r>
              <w:rPr>
                <w:sz w:val="18"/>
                <w:szCs w:val="18"/>
                <w:lang w:eastAsia="ru-RU"/>
              </w:rPr>
              <w:t xml:space="preserve">, произведенных в </w:t>
            </w:r>
            <w:r w:rsidRPr="00062EB7">
              <w:rPr>
                <w:bCs/>
                <w:sz w:val="18"/>
                <w:szCs w:val="18"/>
                <w:lang w:eastAsia="ru-RU"/>
              </w:rPr>
              <w:t>Республик</w:t>
            </w:r>
            <w:r>
              <w:rPr>
                <w:bCs/>
                <w:sz w:val="18"/>
                <w:szCs w:val="18"/>
                <w:lang w:eastAsia="ru-RU"/>
              </w:rPr>
              <w:t>е</w:t>
            </w:r>
            <w:r w:rsidRPr="00062EB7">
              <w:rPr>
                <w:bCs/>
                <w:sz w:val="18"/>
                <w:szCs w:val="18"/>
                <w:lang w:eastAsia="ru-RU"/>
              </w:rPr>
              <w:t xml:space="preserve"> Беларусь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3956" w:rsidRPr="00CD1C91" w:rsidRDefault="00573956" w:rsidP="00456DAF">
            <w:pPr>
              <w:ind w:firstLine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42</w:t>
            </w:r>
            <w:r w:rsidRPr="00CD1C91">
              <w:rPr>
                <w:sz w:val="18"/>
                <w:szCs w:val="18"/>
                <w:lang w:eastAsia="ru-RU"/>
              </w:rPr>
              <w:t>204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CD1C91" w:rsidRDefault="00573956" w:rsidP="00456DA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CD1C91" w:rsidRDefault="00573956" w:rsidP="00456DA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CD1C91" w:rsidRDefault="00573956" w:rsidP="00456DA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CD1C91" w:rsidRDefault="00573956" w:rsidP="00456DA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CD1C91" w:rsidRDefault="00573956" w:rsidP="00456DA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CD1C91" w:rsidRDefault="00573956" w:rsidP="00456DA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CD1C91" w:rsidRDefault="00573956" w:rsidP="00456DA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CD1C91" w:rsidRDefault="00573956" w:rsidP="00456DA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CD1C91" w:rsidRDefault="00573956" w:rsidP="00456DA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CD1C91" w:rsidRDefault="00573956" w:rsidP="00456DA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</w:tr>
      <w:tr w:rsidR="00573956" w:rsidRPr="00461C61" w:rsidTr="00FC4F2F">
        <w:tblPrEx>
          <w:tblCellSpacing w:w="0" w:type="nil"/>
          <w:tblCellMar>
            <w:left w:w="108" w:type="dxa"/>
            <w:right w:w="108" w:type="dxa"/>
          </w:tblCellMar>
          <w:tblLook w:val="00A0"/>
        </w:tblPrEx>
        <w:trPr>
          <w:trHeight w:val="70"/>
        </w:trPr>
        <w:tc>
          <w:tcPr>
            <w:tcW w:w="5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73956" w:rsidRPr="00CD1C91" w:rsidRDefault="00573956" w:rsidP="00456DAF">
            <w:pPr>
              <w:ind w:firstLine="0"/>
              <w:rPr>
                <w:sz w:val="18"/>
                <w:szCs w:val="18"/>
                <w:lang w:eastAsia="ru-RU"/>
              </w:rPr>
            </w:pPr>
            <w:r w:rsidRPr="00CD1C91">
              <w:rPr>
                <w:sz w:val="18"/>
                <w:szCs w:val="18"/>
                <w:lang w:eastAsia="ru-RU"/>
              </w:rPr>
              <w:t>заявок на поставку товаров</w:t>
            </w:r>
            <w:r>
              <w:rPr>
                <w:sz w:val="18"/>
                <w:szCs w:val="18"/>
                <w:lang w:eastAsia="ru-RU"/>
              </w:rPr>
              <w:t xml:space="preserve">, произведенных в </w:t>
            </w:r>
            <w:r w:rsidRPr="00062EB7">
              <w:rPr>
                <w:bCs/>
                <w:sz w:val="18"/>
                <w:szCs w:val="18"/>
                <w:lang w:eastAsia="ru-RU"/>
              </w:rPr>
              <w:t>Республик</w:t>
            </w:r>
            <w:r>
              <w:rPr>
                <w:bCs/>
                <w:sz w:val="18"/>
                <w:szCs w:val="18"/>
                <w:lang w:eastAsia="ru-RU"/>
              </w:rPr>
              <w:t>е Казахстан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3956" w:rsidRPr="00CD1C91" w:rsidRDefault="00573956" w:rsidP="00456DAF">
            <w:pPr>
              <w:ind w:firstLine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42</w:t>
            </w:r>
            <w:r w:rsidRPr="00CD1C91">
              <w:rPr>
                <w:sz w:val="18"/>
                <w:szCs w:val="18"/>
                <w:lang w:eastAsia="ru-RU"/>
              </w:rPr>
              <w:t>205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CD1C91" w:rsidRDefault="00573956" w:rsidP="00456DA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CD1C91" w:rsidRDefault="00573956" w:rsidP="00456DA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CD1C91" w:rsidRDefault="00573956" w:rsidP="00456DA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CD1C91" w:rsidRDefault="00573956" w:rsidP="00456DA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CD1C91" w:rsidRDefault="00573956" w:rsidP="00456DA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CD1C91" w:rsidRDefault="00573956" w:rsidP="00456DA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CD1C91" w:rsidRDefault="00573956" w:rsidP="00456DA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CD1C91" w:rsidRDefault="00573956" w:rsidP="00456DA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CD1C91" w:rsidRDefault="00573956" w:rsidP="00456DA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CD1C91" w:rsidRDefault="00573956" w:rsidP="00456DA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</w:tr>
      <w:tr w:rsidR="00573956" w:rsidRPr="00461C61" w:rsidTr="00FC4F2F">
        <w:tblPrEx>
          <w:tblCellSpacing w:w="0" w:type="nil"/>
          <w:tblCellMar>
            <w:left w:w="108" w:type="dxa"/>
            <w:right w:w="108" w:type="dxa"/>
          </w:tblCellMar>
          <w:tblLook w:val="00A0"/>
        </w:tblPrEx>
        <w:trPr>
          <w:trHeight w:val="70"/>
        </w:trPr>
        <w:tc>
          <w:tcPr>
            <w:tcW w:w="1587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3956" w:rsidRPr="00CD1C91" w:rsidRDefault="00573956" w:rsidP="00B72883">
            <w:pPr>
              <w:ind w:firstLine="0"/>
              <w:rPr>
                <w:color w:val="000000"/>
                <w:sz w:val="18"/>
                <w:szCs w:val="18"/>
                <w:lang w:eastAsia="ru-RU"/>
              </w:rPr>
            </w:pPr>
            <w:r w:rsidRPr="00CD1C91">
              <w:rPr>
                <w:b/>
                <w:bCs/>
                <w:color w:val="000000"/>
                <w:sz w:val="18"/>
                <w:szCs w:val="18"/>
                <w:lang w:eastAsia="ru-RU"/>
              </w:rPr>
              <w:t>4.3. Стоимостн</w:t>
            </w: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ые</w:t>
            </w:r>
            <w:r w:rsidRPr="00CD1C91">
              <w:rPr>
                <w:b/>
                <w:bCs/>
                <w:color w:val="000000"/>
                <w:sz w:val="18"/>
                <w:szCs w:val="18"/>
                <w:lang w:eastAsia="ru-RU"/>
              </w:rPr>
              <w:t xml:space="preserve"> характеристик</w:t>
            </w: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и закупок</w:t>
            </w:r>
            <w:r w:rsidRPr="00CD1C91">
              <w:rPr>
                <w:b/>
                <w:bCs/>
                <w:color w:val="000000"/>
                <w:sz w:val="18"/>
                <w:szCs w:val="18"/>
                <w:lang w:eastAsia="ru-RU"/>
              </w:rPr>
              <w:t>, тысяча рублей (код по ОКЕИ - 384)</w:t>
            </w:r>
          </w:p>
        </w:tc>
      </w:tr>
      <w:tr w:rsidR="00573956" w:rsidRPr="00461C61" w:rsidTr="00FC4F2F">
        <w:tblPrEx>
          <w:tblCellSpacing w:w="0" w:type="nil"/>
          <w:tblCellMar>
            <w:left w:w="108" w:type="dxa"/>
            <w:right w:w="108" w:type="dxa"/>
          </w:tblCellMar>
          <w:tblLook w:val="00A0"/>
        </w:tblPrEx>
        <w:trPr>
          <w:trHeight w:val="420"/>
        </w:trPr>
        <w:tc>
          <w:tcPr>
            <w:tcW w:w="5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73956" w:rsidRPr="0044382F" w:rsidRDefault="00573956" w:rsidP="000168AF">
            <w:pPr>
              <w:ind w:firstLine="0"/>
              <w:rPr>
                <w:bCs/>
                <w:sz w:val="18"/>
                <w:szCs w:val="18"/>
                <w:lang w:eastAsia="ru-RU"/>
              </w:rPr>
            </w:pPr>
            <w:r w:rsidRPr="0044382F">
              <w:rPr>
                <w:bCs/>
                <w:sz w:val="18"/>
                <w:szCs w:val="18"/>
                <w:lang w:eastAsia="ru-RU"/>
              </w:rPr>
              <w:t xml:space="preserve">1. </w:t>
            </w:r>
            <w:r>
              <w:rPr>
                <w:bCs/>
                <w:sz w:val="18"/>
                <w:szCs w:val="18"/>
                <w:lang w:eastAsia="ru-RU"/>
              </w:rPr>
              <w:t>Общая сумма начальных (максимальных) цен контрактов</w:t>
            </w:r>
            <w:r w:rsidRPr="0044382F">
              <w:rPr>
                <w:bCs/>
                <w:sz w:val="18"/>
                <w:szCs w:val="18"/>
                <w:lang w:eastAsia="ru-RU"/>
              </w:rPr>
              <w:t xml:space="preserve"> (лотов)</w:t>
            </w:r>
            <w:r>
              <w:rPr>
                <w:bCs/>
                <w:sz w:val="18"/>
                <w:szCs w:val="18"/>
                <w:lang w:eastAsia="ru-RU"/>
              </w:rPr>
              <w:t xml:space="preserve"> закупок, осуществляемых </w:t>
            </w:r>
            <w:r w:rsidRPr="0044382F">
              <w:rPr>
                <w:bCs/>
                <w:sz w:val="18"/>
                <w:szCs w:val="18"/>
                <w:lang w:eastAsia="ru-RU"/>
              </w:rPr>
              <w:t xml:space="preserve">с предоставлением преференций </w:t>
            </w:r>
            <w:r w:rsidRPr="00062EB7">
              <w:rPr>
                <w:bCs/>
                <w:sz w:val="18"/>
                <w:szCs w:val="18"/>
                <w:lang w:eastAsia="ru-RU"/>
              </w:rPr>
              <w:t>товарам,</w:t>
            </w:r>
            <w:r>
              <w:rPr>
                <w:bCs/>
                <w:sz w:val="18"/>
                <w:szCs w:val="18"/>
                <w:lang w:eastAsia="ru-RU"/>
              </w:rPr>
              <w:t xml:space="preserve"> </w:t>
            </w:r>
            <w:r w:rsidRPr="00062EB7">
              <w:rPr>
                <w:bCs/>
                <w:sz w:val="18"/>
                <w:szCs w:val="18"/>
                <w:lang w:eastAsia="ru-RU"/>
              </w:rPr>
              <w:t>происходящим из Российской Федерации, Республики Беларусь, Республики Казахстан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3956" w:rsidRPr="0044382F" w:rsidRDefault="00573956" w:rsidP="00456DAF">
            <w:pPr>
              <w:ind w:firstLine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43</w:t>
            </w:r>
            <w:r w:rsidRPr="0044382F">
              <w:rPr>
                <w:sz w:val="18"/>
                <w:szCs w:val="18"/>
                <w:lang w:eastAsia="ru-RU"/>
              </w:rPr>
              <w:t>301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4382F" w:rsidRDefault="00573956" w:rsidP="00456DA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4382F" w:rsidRDefault="00573956" w:rsidP="00456DA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4382F" w:rsidRDefault="00573956" w:rsidP="00456DA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4382F" w:rsidRDefault="00573956" w:rsidP="00456DA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4382F" w:rsidRDefault="00573956" w:rsidP="00456DA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4382F" w:rsidRDefault="00573956" w:rsidP="00456DA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4382F" w:rsidRDefault="00573956" w:rsidP="00456DA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4382F" w:rsidRDefault="00573956" w:rsidP="00456DA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4382F" w:rsidRDefault="00573956" w:rsidP="00456DA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4382F" w:rsidRDefault="00573956" w:rsidP="00456DA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</w:tr>
      <w:tr w:rsidR="00573956" w:rsidRPr="00461C61" w:rsidTr="00FC4F2F">
        <w:tblPrEx>
          <w:tblCellSpacing w:w="0" w:type="nil"/>
          <w:tblCellMar>
            <w:left w:w="108" w:type="dxa"/>
            <w:right w:w="108" w:type="dxa"/>
          </w:tblCellMar>
          <w:tblLook w:val="00A0"/>
        </w:tblPrEx>
        <w:trPr>
          <w:trHeight w:val="412"/>
        </w:trPr>
        <w:tc>
          <w:tcPr>
            <w:tcW w:w="5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73956" w:rsidRPr="0044382F" w:rsidRDefault="00573956" w:rsidP="000F48D4">
            <w:pPr>
              <w:ind w:firstLine="0"/>
              <w:rPr>
                <w:bCs/>
                <w:sz w:val="18"/>
                <w:szCs w:val="18"/>
                <w:lang w:eastAsia="ru-RU"/>
              </w:rPr>
            </w:pPr>
            <w:r w:rsidRPr="0044382F">
              <w:rPr>
                <w:bCs/>
                <w:sz w:val="18"/>
                <w:szCs w:val="18"/>
                <w:lang w:eastAsia="ru-RU"/>
              </w:rPr>
              <w:t>2. Стоимость заключенных контрактов</w:t>
            </w:r>
            <w:r>
              <w:rPr>
                <w:bCs/>
                <w:sz w:val="18"/>
                <w:szCs w:val="18"/>
                <w:lang w:eastAsia="ru-RU"/>
              </w:rPr>
              <w:t xml:space="preserve"> </w:t>
            </w:r>
            <w:r w:rsidRPr="0044382F">
              <w:rPr>
                <w:bCs/>
                <w:sz w:val="18"/>
                <w:szCs w:val="18"/>
                <w:lang w:eastAsia="ru-RU"/>
              </w:rPr>
              <w:t xml:space="preserve">по результатам </w:t>
            </w:r>
            <w:r>
              <w:rPr>
                <w:bCs/>
                <w:sz w:val="18"/>
                <w:szCs w:val="18"/>
                <w:lang w:eastAsia="ru-RU"/>
              </w:rPr>
              <w:t>закупок</w:t>
            </w:r>
            <w:r w:rsidRPr="0044382F">
              <w:rPr>
                <w:bCs/>
                <w:sz w:val="18"/>
                <w:szCs w:val="18"/>
                <w:lang w:eastAsia="ru-RU"/>
              </w:rPr>
              <w:t xml:space="preserve">, </w:t>
            </w:r>
            <w:r>
              <w:rPr>
                <w:bCs/>
                <w:sz w:val="18"/>
                <w:szCs w:val="18"/>
                <w:lang w:eastAsia="ru-RU"/>
              </w:rPr>
              <w:t xml:space="preserve">осуществленных </w:t>
            </w:r>
            <w:r w:rsidRPr="0044382F">
              <w:rPr>
                <w:bCs/>
                <w:sz w:val="18"/>
                <w:szCs w:val="18"/>
                <w:lang w:eastAsia="ru-RU"/>
              </w:rPr>
              <w:t xml:space="preserve">с предоставлением преференций </w:t>
            </w:r>
            <w:r w:rsidRPr="00062EB7">
              <w:rPr>
                <w:bCs/>
                <w:sz w:val="18"/>
                <w:szCs w:val="18"/>
                <w:lang w:eastAsia="ru-RU"/>
              </w:rPr>
              <w:t>товарам,</w:t>
            </w:r>
            <w:r>
              <w:rPr>
                <w:bCs/>
                <w:sz w:val="18"/>
                <w:szCs w:val="18"/>
                <w:lang w:eastAsia="ru-RU"/>
              </w:rPr>
              <w:t xml:space="preserve"> </w:t>
            </w:r>
            <w:r w:rsidRPr="00062EB7">
              <w:rPr>
                <w:bCs/>
                <w:sz w:val="18"/>
                <w:szCs w:val="18"/>
                <w:lang w:eastAsia="ru-RU"/>
              </w:rPr>
              <w:t>происходящим из Российской Федерации, Республики Беларусь, Республики Казахстан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3956" w:rsidRPr="0044382F" w:rsidRDefault="00573956" w:rsidP="00456DAF">
            <w:pPr>
              <w:ind w:firstLine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43</w:t>
            </w:r>
            <w:r w:rsidRPr="0044382F">
              <w:rPr>
                <w:sz w:val="18"/>
                <w:szCs w:val="18"/>
                <w:lang w:eastAsia="ru-RU"/>
              </w:rPr>
              <w:t>302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4382F" w:rsidRDefault="00573956" w:rsidP="00456DA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4382F" w:rsidRDefault="00573956" w:rsidP="00456DA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4382F" w:rsidRDefault="00573956" w:rsidP="00456DA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4382F" w:rsidRDefault="00573956" w:rsidP="00456DA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4382F" w:rsidRDefault="00573956" w:rsidP="00456DA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4382F" w:rsidRDefault="00573956" w:rsidP="00456DA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4382F" w:rsidRDefault="00573956" w:rsidP="00456DA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4382F" w:rsidRDefault="00573956" w:rsidP="00456DA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4382F" w:rsidRDefault="00573956" w:rsidP="00456DA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44382F" w:rsidRDefault="00573956" w:rsidP="00456DA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</w:tr>
      <w:tr w:rsidR="00573956" w:rsidRPr="00461C61" w:rsidTr="00FC4F2F">
        <w:tblPrEx>
          <w:tblCellSpacing w:w="0" w:type="nil"/>
          <w:tblCellMar>
            <w:left w:w="108" w:type="dxa"/>
            <w:right w:w="108" w:type="dxa"/>
          </w:tblCellMar>
          <w:tblLook w:val="00A0"/>
        </w:tblPrEx>
        <w:trPr>
          <w:trHeight w:val="623"/>
        </w:trPr>
        <w:tc>
          <w:tcPr>
            <w:tcW w:w="5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73956" w:rsidRPr="00CD1C91" w:rsidRDefault="00573956" w:rsidP="00456DAF">
            <w:pPr>
              <w:ind w:firstLine="0"/>
              <w:rPr>
                <w:sz w:val="18"/>
                <w:szCs w:val="18"/>
                <w:lang w:eastAsia="ru-RU"/>
              </w:rPr>
            </w:pPr>
            <w:r w:rsidRPr="00CD1C91">
              <w:rPr>
                <w:sz w:val="18"/>
                <w:szCs w:val="18"/>
                <w:lang w:eastAsia="ru-RU"/>
              </w:rPr>
              <w:t xml:space="preserve">Из строки </w:t>
            </w:r>
            <w:r>
              <w:rPr>
                <w:sz w:val="18"/>
                <w:szCs w:val="18"/>
                <w:lang w:eastAsia="ru-RU"/>
              </w:rPr>
              <w:t>43</w:t>
            </w:r>
            <w:r w:rsidRPr="00CD1C91">
              <w:rPr>
                <w:sz w:val="18"/>
                <w:szCs w:val="18"/>
                <w:lang w:eastAsia="ru-RU"/>
              </w:rPr>
              <w:t>302:</w:t>
            </w:r>
            <w:r w:rsidRPr="00CD1C91">
              <w:rPr>
                <w:sz w:val="18"/>
                <w:szCs w:val="18"/>
                <w:lang w:eastAsia="ru-RU"/>
              </w:rPr>
              <w:br/>
              <w:t>стоимость заключенных контрактов на поставку товаров</w:t>
            </w:r>
            <w:r>
              <w:rPr>
                <w:sz w:val="18"/>
                <w:szCs w:val="18"/>
                <w:lang w:eastAsia="ru-RU"/>
              </w:rPr>
              <w:t>, произведенных в Российской Федерации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3956" w:rsidRPr="00CD1C91" w:rsidRDefault="00573956" w:rsidP="00456DAF">
            <w:pPr>
              <w:ind w:firstLine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43</w:t>
            </w:r>
            <w:r w:rsidRPr="00CD1C91">
              <w:rPr>
                <w:sz w:val="18"/>
                <w:szCs w:val="18"/>
                <w:lang w:eastAsia="ru-RU"/>
              </w:rPr>
              <w:t>303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CD1C91" w:rsidRDefault="00573956" w:rsidP="00456DA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CD1C91" w:rsidRDefault="00573956" w:rsidP="00456DA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CD1C91" w:rsidRDefault="00573956" w:rsidP="00456DA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CD1C91" w:rsidRDefault="00573956" w:rsidP="00456DA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CD1C91" w:rsidRDefault="00573956" w:rsidP="00456DA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CD1C91" w:rsidRDefault="00573956" w:rsidP="00456DA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CD1C91" w:rsidRDefault="00573956" w:rsidP="00456DA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CD1C91" w:rsidRDefault="00573956" w:rsidP="00456DA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CD1C91" w:rsidRDefault="00573956" w:rsidP="00456DA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CD1C91" w:rsidRDefault="00573956" w:rsidP="00456DA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</w:tr>
      <w:tr w:rsidR="00573956" w:rsidRPr="00461C61" w:rsidTr="00FC4F2F">
        <w:tblPrEx>
          <w:tblCellSpacing w:w="0" w:type="nil"/>
          <w:tblCellMar>
            <w:left w:w="108" w:type="dxa"/>
            <w:right w:w="108" w:type="dxa"/>
          </w:tblCellMar>
          <w:tblLook w:val="00A0"/>
        </w:tblPrEx>
        <w:trPr>
          <w:trHeight w:val="280"/>
        </w:trPr>
        <w:tc>
          <w:tcPr>
            <w:tcW w:w="5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73956" w:rsidRPr="00CD1C91" w:rsidRDefault="00573956" w:rsidP="00456DAF">
            <w:pPr>
              <w:ind w:firstLine="0"/>
              <w:rPr>
                <w:sz w:val="18"/>
                <w:szCs w:val="18"/>
                <w:lang w:eastAsia="ru-RU"/>
              </w:rPr>
            </w:pPr>
            <w:r w:rsidRPr="00CD1C91">
              <w:rPr>
                <w:sz w:val="18"/>
                <w:szCs w:val="18"/>
                <w:lang w:eastAsia="ru-RU"/>
              </w:rPr>
              <w:t>стоимость заключенных контрактов на поставку товаров</w:t>
            </w:r>
            <w:r>
              <w:rPr>
                <w:sz w:val="18"/>
                <w:szCs w:val="18"/>
                <w:lang w:eastAsia="ru-RU"/>
              </w:rPr>
              <w:t xml:space="preserve">, произведенных в </w:t>
            </w:r>
            <w:r w:rsidRPr="00062EB7">
              <w:rPr>
                <w:bCs/>
                <w:sz w:val="18"/>
                <w:szCs w:val="18"/>
                <w:lang w:eastAsia="ru-RU"/>
              </w:rPr>
              <w:t>Республик</w:t>
            </w:r>
            <w:r>
              <w:rPr>
                <w:bCs/>
                <w:sz w:val="18"/>
                <w:szCs w:val="18"/>
                <w:lang w:eastAsia="ru-RU"/>
              </w:rPr>
              <w:t>е</w:t>
            </w:r>
            <w:r w:rsidRPr="00062EB7">
              <w:rPr>
                <w:bCs/>
                <w:sz w:val="18"/>
                <w:szCs w:val="18"/>
                <w:lang w:eastAsia="ru-RU"/>
              </w:rPr>
              <w:t xml:space="preserve"> Беларусь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3956" w:rsidRPr="00CD1C91" w:rsidRDefault="00573956" w:rsidP="00456DAF">
            <w:pPr>
              <w:ind w:firstLine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43</w:t>
            </w:r>
            <w:r w:rsidRPr="00CD1C91">
              <w:rPr>
                <w:sz w:val="18"/>
                <w:szCs w:val="18"/>
                <w:lang w:eastAsia="ru-RU"/>
              </w:rPr>
              <w:t>304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CD1C91" w:rsidRDefault="00573956" w:rsidP="00456DA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CD1C91" w:rsidRDefault="00573956" w:rsidP="00456DA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CD1C91" w:rsidRDefault="00573956" w:rsidP="00456DA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CD1C91" w:rsidRDefault="00573956" w:rsidP="00456DA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CD1C91" w:rsidRDefault="00573956" w:rsidP="00456DA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CD1C91" w:rsidRDefault="00573956" w:rsidP="00456DA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CD1C91" w:rsidRDefault="00573956" w:rsidP="00456DA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CD1C91" w:rsidRDefault="00573956" w:rsidP="00456DA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CD1C91" w:rsidRDefault="00573956" w:rsidP="00456DA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CD1C91" w:rsidRDefault="00573956" w:rsidP="00456DA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</w:tr>
      <w:tr w:rsidR="00573956" w:rsidRPr="00461C61" w:rsidTr="00FC4F2F">
        <w:tblPrEx>
          <w:tblCellSpacing w:w="0" w:type="nil"/>
          <w:tblCellMar>
            <w:left w:w="108" w:type="dxa"/>
            <w:right w:w="108" w:type="dxa"/>
          </w:tblCellMar>
          <w:tblLook w:val="00A0"/>
        </w:tblPrEx>
        <w:trPr>
          <w:trHeight w:val="285"/>
        </w:trPr>
        <w:tc>
          <w:tcPr>
            <w:tcW w:w="5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73956" w:rsidRPr="00CD1C91" w:rsidRDefault="00573956" w:rsidP="00456DAF">
            <w:pPr>
              <w:ind w:firstLine="0"/>
              <w:rPr>
                <w:sz w:val="18"/>
                <w:szCs w:val="18"/>
                <w:lang w:eastAsia="ru-RU"/>
              </w:rPr>
            </w:pPr>
            <w:r w:rsidRPr="00CD1C91">
              <w:rPr>
                <w:sz w:val="18"/>
                <w:szCs w:val="18"/>
                <w:lang w:eastAsia="ru-RU"/>
              </w:rPr>
              <w:t>стоимость заключенных контрактов на поставку товаров</w:t>
            </w:r>
            <w:r>
              <w:rPr>
                <w:sz w:val="18"/>
                <w:szCs w:val="18"/>
                <w:lang w:eastAsia="ru-RU"/>
              </w:rPr>
              <w:t xml:space="preserve">, произведенных в </w:t>
            </w:r>
            <w:r w:rsidRPr="00062EB7">
              <w:rPr>
                <w:bCs/>
                <w:sz w:val="18"/>
                <w:szCs w:val="18"/>
                <w:lang w:eastAsia="ru-RU"/>
              </w:rPr>
              <w:t>Республик</w:t>
            </w:r>
            <w:r>
              <w:rPr>
                <w:bCs/>
                <w:sz w:val="18"/>
                <w:szCs w:val="18"/>
                <w:lang w:eastAsia="ru-RU"/>
              </w:rPr>
              <w:t>е Казахстан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3956" w:rsidRPr="00CD1C91" w:rsidRDefault="00573956" w:rsidP="005D397A">
            <w:pPr>
              <w:ind w:left="-99" w:right="-120" w:firstLine="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43</w:t>
            </w:r>
            <w:r w:rsidRPr="00CD1C91">
              <w:rPr>
                <w:sz w:val="18"/>
                <w:szCs w:val="18"/>
                <w:lang w:eastAsia="ru-RU"/>
              </w:rPr>
              <w:t>305</w:t>
            </w:r>
            <w:r>
              <w:rPr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CD1C91" w:rsidRDefault="00573956" w:rsidP="00456DA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CD1C91" w:rsidRDefault="00573956" w:rsidP="00456DA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CD1C91" w:rsidRDefault="00573956" w:rsidP="00456DA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CD1C91" w:rsidRDefault="00573956" w:rsidP="00456DA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CD1C91" w:rsidRDefault="00573956" w:rsidP="00456DA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CD1C91" w:rsidRDefault="00573956" w:rsidP="00456DA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CD1C91" w:rsidRDefault="00573956" w:rsidP="00456DA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CD1C91" w:rsidRDefault="00573956" w:rsidP="00456DA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CD1C91" w:rsidRDefault="00573956" w:rsidP="00456DA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3956" w:rsidRPr="00CD1C91" w:rsidRDefault="00573956" w:rsidP="00456DAF">
            <w:pPr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</w:tr>
    </w:tbl>
    <w:p w:rsidR="00573956" w:rsidRDefault="00573956"/>
    <w:p w:rsidR="00573956" w:rsidRDefault="00573956"/>
    <w:p w:rsidR="00573956" w:rsidRDefault="00573956"/>
    <w:p w:rsidR="00573956" w:rsidRDefault="00573956">
      <w:r>
        <w:t>Контрактный управляющий</w:t>
      </w:r>
      <w:r>
        <w:tab/>
      </w:r>
      <w:r>
        <w:tab/>
        <w:t>______________Гористов Вячеслав Александрович</w:t>
      </w:r>
      <w:r>
        <w:tab/>
      </w:r>
    </w:p>
    <w:p w:rsidR="00573956" w:rsidRDefault="00573956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(Ф.И.О. </w:t>
      </w:r>
      <w:r w:rsidRPr="00192ADE">
        <w:rPr>
          <w:u w:val="single"/>
        </w:rPr>
        <w:t>полностью</w:t>
      </w:r>
      <w:r>
        <w:t>)</w:t>
      </w:r>
    </w:p>
    <w:p w:rsidR="00573956" w:rsidRDefault="00573956"/>
    <w:p w:rsidR="00573956" w:rsidRDefault="00573956"/>
    <w:p w:rsidR="00573956" w:rsidRDefault="00573956">
      <w:r>
        <w:t>Контактный телефон 3-34-42</w:t>
      </w:r>
    </w:p>
    <w:sectPr w:rsidR="00573956" w:rsidSect="00932261">
      <w:headerReference w:type="default" r:id="rId11"/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73956" w:rsidRDefault="00573956" w:rsidP="007A41CB">
      <w:r>
        <w:separator/>
      </w:r>
    </w:p>
  </w:endnote>
  <w:endnote w:type="continuationSeparator" w:id="1">
    <w:p w:rsidR="00573956" w:rsidRDefault="00573956" w:rsidP="007A41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73956" w:rsidRDefault="00573956" w:rsidP="007A41CB">
      <w:r>
        <w:separator/>
      </w:r>
    </w:p>
  </w:footnote>
  <w:footnote w:type="continuationSeparator" w:id="1">
    <w:p w:rsidR="00573956" w:rsidRDefault="00573956" w:rsidP="007A41C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3956" w:rsidRDefault="00573956">
    <w:pPr>
      <w:pStyle w:val="Header"/>
      <w:jc w:val="center"/>
    </w:pPr>
    <w:fldSimple w:instr=" PAGE   \* MERGEFORMAT ">
      <w:r>
        <w:rPr>
          <w:noProof/>
        </w:rPr>
        <w:t>10</w:t>
      </w:r>
    </w:fldSimple>
  </w:p>
  <w:p w:rsidR="00573956" w:rsidRDefault="0057395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949C2"/>
    <w:multiLevelType w:val="hybridMultilevel"/>
    <w:tmpl w:val="D44AA48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78E40FFD"/>
    <w:multiLevelType w:val="hybridMultilevel"/>
    <w:tmpl w:val="8F00657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D1C91"/>
    <w:rsid w:val="00013FCD"/>
    <w:rsid w:val="000168AF"/>
    <w:rsid w:val="00021B76"/>
    <w:rsid w:val="00025073"/>
    <w:rsid w:val="00062EB7"/>
    <w:rsid w:val="00071584"/>
    <w:rsid w:val="00085028"/>
    <w:rsid w:val="000E408E"/>
    <w:rsid w:val="000E65C9"/>
    <w:rsid w:val="000F48D4"/>
    <w:rsid w:val="00106343"/>
    <w:rsid w:val="0011064F"/>
    <w:rsid w:val="00145358"/>
    <w:rsid w:val="00161AEC"/>
    <w:rsid w:val="00163C16"/>
    <w:rsid w:val="001652C5"/>
    <w:rsid w:val="00186BE8"/>
    <w:rsid w:val="00192ADE"/>
    <w:rsid w:val="0019403E"/>
    <w:rsid w:val="001A02E7"/>
    <w:rsid w:val="001D2540"/>
    <w:rsid w:val="001F1A3B"/>
    <w:rsid w:val="001F5BE6"/>
    <w:rsid w:val="00202990"/>
    <w:rsid w:val="00204D4B"/>
    <w:rsid w:val="0022733D"/>
    <w:rsid w:val="00243514"/>
    <w:rsid w:val="00261017"/>
    <w:rsid w:val="00275C0F"/>
    <w:rsid w:val="00287533"/>
    <w:rsid w:val="002905DB"/>
    <w:rsid w:val="00293E23"/>
    <w:rsid w:val="002A7031"/>
    <w:rsid w:val="002B2F33"/>
    <w:rsid w:val="002D2EC0"/>
    <w:rsid w:val="00382F77"/>
    <w:rsid w:val="003A4567"/>
    <w:rsid w:val="003B35E8"/>
    <w:rsid w:val="003B7F68"/>
    <w:rsid w:val="003C712A"/>
    <w:rsid w:val="003D10D3"/>
    <w:rsid w:val="00413F2D"/>
    <w:rsid w:val="00441ED2"/>
    <w:rsid w:val="0044382F"/>
    <w:rsid w:val="00456DAF"/>
    <w:rsid w:val="00461C61"/>
    <w:rsid w:val="00462C9B"/>
    <w:rsid w:val="00462C9F"/>
    <w:rsid w:val="00463CAE"/>
    <w:rsid w:val="00486656"/>
    <w:rsid w:val="004F567D"/>
    <w:rsid w:val="004F5CD3"/>
    <w:rsid w:val="004F63CD"/>
    <w:rsid w:val="005154D7"/>
    <w:rsid w:val="00563B68"/>
    <w:rsid w:val="00573956"/>
    <w:rsid w:val="00586F68"/>
    <w:rsid w:val="0059755A"/>
    <w:rsid w:val="005D397A"/>
    <w:rsid w:val="005D7DE3"/>
    <w:rsid w:val="005F45F5"/>
    <w:rsid w:val="00613A86"/>
    <w:rsid w:val="00614513"/>
    <w:rsid w:val="00617BB1"/>
    <w:rsid w:val="006222D0"/>
    <w:rsid w:val="006557AB"/>
    <w:rsid w:val="0065643D"/>
    <w:rsid w:val="00682715"/>
    <w:rsid w:val="00683162"/>
    <w:rsid w:val="006905D3"/>
    <w:rsid w:val="006A3FC4"/>
    <w:rsid w:val="006B6B77"/>
    <w:rsid w:val="006C6195"/>
    <w:rsid w:val="006F2B22"/>
    <w:rsid w:val="006F48EF"/>
    <w:rsid w:val="007203D6"/>
    <w:rsid w:val="00733735"/>
    <w:rsid w:val="007443B1"/>
    <w:rsid w:val="00756603"/>
    <w:rsid w:val="00770199"/>
    <w:rsid w:val="007A41CB"/>
    <w:rsid w:val="007C6B89"/>
    <w:rsid w:val="007E0586"/>
    <w:rsid w:val="007E7FEE"/>
    <w:rsid w:val="007F4ED5"/>
    <w:rsid w:val="00803E08"/>
    <w:rsid w:val="00814EED"/>
    <w:rsid w:val="00841ECD"/>
    <w:rsid w:val="008B5BC8"/>
    <w:rsid w:val="008B6C79"/>
    <w:rsid w:val="008D256E"/>
    <w:rsid w:val="00932261"/>
    <w:rsid w:val="009549CF"/>
    <w:rsid w:val="00985A8E"/>
    <w:rsid w:val="00997750"/>
    <w:rsid w:val="009A7CFB"/>
    <w:rsid w:val="009B0B30"/>
    <w:rsid w:val="009D7FA8"/>
    <w:rsid w:val="009F4E20"/>
    <w:rsid w:val="00A115ED"/>
    <w:rsid w:val="00A14D97"/>
    <w:rsid w:val="00A25B8C"/>
    <w:rsid w:val="00A35A96"/>
    <w:rsid w:val="00A60535"/>
    <w:rsid w:val="00A72832"/>
    <w:rsid w:val="00A91C21"/>
    <w:rsid w:val="00AA6D90"/>
    <w:rsid w:val="00AD0958"/>
    <w:rsid w:val="00AF7EFA"/>
    <w:rsid w:val="00B07A33"/>
    <w:rsid w:val="00B22D34"/>
    <w:rsid w:val="00B5024C"/>
    <w:rsid w:val="00B6192F"/>
    <w:rsid w:val="00B72883"/>
    <w:rsid w:val="00BB04CA"/>
    <w:rsid w:val="00BC6216"/>
    <w:rsid w:val="00BE53D8"/>
    <w:rsid w:val="00BF6290"/>
    <w:rsid w:val="00C07D23"/>
    <w:rsid w:val="00C71F2C"/>
    <w:rsid w:val="00C8219C"/>
    <w:rsid w:val="00CA4259"/>
    <w:rsid w:val="00CD1C91"/>
    <w:rsid w:val="00CD5E39"/>
    <w:rsid w:val="00CF0064"/>
    <w:rsid w:val="00D2352C"/>
    <w:rsid w:val="00D63464"/>
    <w:rsid w:val="00D828D2"/>
    <w:rsid w:val="00DC14B5"/>
    <w:rsid w:val="00E466DE"/>
    <w:rsid w:val="00EB08AD"/>
    <w:rsid w:val="00EC57D1"/>
    <w:rsid w:val="00ED45DF"/>
    <w:rsid w:val="00EE43D4"/>
    <w:rsid w:val="00F31433"/>
    <w:rsid w:val="00F4622D"/>
    <w:rsid w:val="00F467F9"/>
    <w:rsid w:val="00F52CC5"/>
    <w:rsid w:val="00F7440F"/>
    <w:rsid w:val="00F7446F"/>
    <w:rsid w:val="00F83E55"/>
    <w:rsid w:val="00F920F3"/>
    <w:rsid w:val="00FC4F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endnote text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3514"/>
    <w:pPr>
      <w:ind w:firstLine="709"/>
    </w:pPr>
    <w:rPr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683162"/>
    <w:pPr>
      <w:tabs>
        <w:tab w:val="center" w:pos="4677"/>
        <w:tab w:val="right" w:pos="9355"/>
      </w:tabs>
      <w:ind w:firstLine="0"/>
    </w:pPr>
    <w:rPr>
      <w:rFonts w:eastAsia="Times New Roman"/>
      <w:sz w:val="24"/>
      <w:szCs w:val="24"/>
      <w:lang w:eastAsia="ru-RU"/>
    </w:rPr>
  </w:style>
  <w:style w:type="character" w:customStyle="1" w:styleId="HeaderChar">
    <w:name w:val="Header Char"/>
    <w:basedOn w:val="DefaultParagraphFont"/>
    <w:link w:val="Header"/>
    <w:uiPriority w:val="99"/>
    <w:locked/>
    <w:rsid w:val="00683162"/>
    <w:rPr>
      <w:rFonts w:eastAsia="Times New Roman" w:cs="Times New Roman"/>
      <w:sz w:val="24"/>
      <w:szCs w:val="24"/>
      <w:lang w:eastAsia="ru-RU"/>
    </w:rPr>
  </w:style>
  <w:style w:type="paragraph" w:styleId="EndnoteText">
    <w:name w:val="endnote text"/>
    <w:basedOn w:val="Normal"/>
    <w:link w:val="EndnoteTextChar"/>
    <w:uiPriority w:val="99"/>
    <w:semiHidden/>
    <w:rsid w:val="00F7446F"/>
    <w:pPr>
      <w:ind w:firstLine="0"/>
    </w:pPr>
    <w:rPr>
      <w:rFonts w:eastAsia="Times New Roman"/>
      <w:sz w:val="20"/>
      <w:szCs w:val="20"/>
      <w:lang w:eastAsia="ru-RU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F7446F"/>
    <w:rPr>
      <w:rFonts w:eastAsia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C07D23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  <w:lang w:eastAsia="en-US"/>
    </w:rPr>
  </w:style>
  <w:style w:type="paragraph" w:styleId="ListParagraph">
    <w:name w:val="List Paragraph"/>
    <w:basedOn w:val="Normal"/>
    <w:uiPriority w:val="99"/>
    <w:qFormat/>
    <w:rsid w:val="001D254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5D7DE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D7DE3"/>
    <w:rPr>
      <w:rFonts w:ascii="Tahoma" w:hAnsi="Tahoma" w:cs="Tahoma"/>
      <w:sz w:val="16"/>
      <w:szCs w:val="16"/>
    </w:rPr>
  </w:style>
  <w:style w:type="paragraph" w:customStyle="1" w:styleId="CharCharCarCarCharCharCarCarCharCharCarCarCharChar">
    <w:name w:val="Char Char Car Car Char Char Car Car Char Char Car Car Char Char"/>
    <w:basedOn w:val="Normal"/>
    <w:uiPriority w:val="99"/>
    <w:rsid w:val="002905DB"/>
    <w:pPr>
      <w:spacing w:after="160" w:line="240" w:lineRule="exact"/>
      <w:ind w:firstLine="0"/>
    </w:pPr>
    <w:rPr>
      <w:rFonts w:ascii="Arial" w:eastAsia="Times New Roman" w:hAnsi="Arial" w:cs="Arial"/>
      <w:noProof/>
      <w:sz w:val="20"/>
      <w:szCs w:val="20"/>
      <w:lang w:eastAsia="ru-RU"/>
    </w:rPr>
  </w:style>
  <w:style w:type="paragraph" w:styleId="Footer">
    <w:name w:val="footer"/>
    <w:basedOn w:val="Normal"/>
    <w:link w:val="FooterChar"/>
    <w:uiPriority w:val="99"/>
    <w:semiHidden/>
    <w:rsid w:val="007A41C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7A41CB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2762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762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A308D20BB51B761DBF3E3017A7FE392F11D0E1CCA3F07D6064D03704584A2115A22FC4BCBCAE7D1F8V3F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9A308D20BB51B761DBF3E3017A7FE392F11D0E1CCA3F07D6064D03704584A2115A22FC4BCBCAE7D1F8V3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589C9A73B88FC9D4BB38A8A8611E13291E2C7651559F591636EF9F094B8ED008B3100869E3BAB58i1ZB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145</TotalTime>
  <Pages>10</Pages>
  <Words>2694</Words>
  <Characters>15359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Dogadaev</dc:creator>
  <cp:keywords/>
  <dc:description/>
  <cp:lastModifiedBy>Пользователь</cp:lastModifiedBy>
  <cp:revision>19</cp:revision>
  <cp:lastPrinted>2014-10-09T11:59:00Z</cp:lastPrinted>
  <dcterms:created xsi:type="dcterms:W3CDTF">2014-09-04T12:15:00Z</dcterms:created>
  <dcterms:modified xsi:type="dcterms:W3CDTF">2014-10-09T11:59:00Z</dcterms:modified>
</cp:coreProperties>
</file>