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61E" w:rsidRPr="008D1993" w:rsidRDefault="007F461E" w:rsidP="00DB769A">
      <w:pPr>
        <w:ind w:left="5760"/>
        <w:jc w:val="center"/>
      </w:pPr>
      <w:r>
        <w:t xml:space="preserve">   </w:t>
      </w:r>
      <w:r w:rsidRPr="008D1993">
        <w:t>ПРИЛОЖЕНИЕ № 6</w:t>
      </w:r>
    </w:p>
    <w:p w:rsidR="007F461E" w:rsidRPr="008D1993" w:rsidRDefault="007F461E" w:rsidP="00DB769A">
      <w:pPr>
        <w:ind w:left="5760"/>
        <w:jc w:val="center"/>
      </w:pPr>
      <w:r w:rsidRPr="008D1993">
        <w:t>УТВЕРЖДЁН</w:t>
      </w:r>
    </w:p>
    <w:p w:rsidR="007F461E" w:rsidRPr="008D1993" w:rsidRDefault="007F461E" w:rsidP="00DB769A">
      <w:pPr>
        <w:ind w:left="5760"/>
        <w:jc w:val="center"/>
      </w:pPr>
      <w:r w:rsidRPr="008D1993">
        <w:t>решением Совета</w:t>
      </w:r>
    </w:p>
    <w:p w:rsidR="007F461E" w:rsidRPr="008D1993" w:rsidRDefault="007F461E" w:rsidP="00DB769A">
      <w:pPr>
        <w:ind w:left="5760"/>
        <w:jc w:val="center"/>
      </w:pPr>
      <w:r w:rsidRPr="008D1993">
        <w:t>Полтавского сельского поселения</w:t>
      </w:r>
    </w:p>
    <w:p w:rsidR="007F461E" w:rsidRPr="008D1993" w:rsidRDefault="007F461E" w:rsidP="00DB769A">
      <w:pPr>
        <w:ind w:left="5760"/>
        <w:jc w:val="center"/>
      </w:pPr>
      <w:r w:rsidRPr="008D1993">
        <w:t>Красноармейского района</w:t>
      </w:r>
    </w:p>
    <w:p w:rsidR="007F461E" w:rsidRPr="008D1993" w:rsidRDefault="007F461E" w:rsidP="008D1993">
      <w:pPr>
        <w:suppressAutoHyphens/>
        <w:jc w:val="center"/>
      </w:pPr>
      <w:r>
        <w:t xml:space="preserve">                                                                                             </w:t>
      </w:r>
      <w:r w:rsidRPr="008D1993">
        <w:t>от 26.02.2015</w:t>
      </w:r>
      <w:r>
        <w:t xml:space="preserve"> г. № </w:t>
      </w:r>
      <w:r w:rsidRPr="008D1993">
        <w:t>6/1 в редакции решения</w:t>
      </w:r>
    </w:p>
    <w:p w:rsidR="007F461E" w:rsidRPr="008D1993" w:rsidRDefault="007F461E" w:rsidP="008D1993">
      <w:pPr>
        <w:suppressAutoHyphens/>
        <w:jc w:val="center"/>
      </w:pPr>
      <w:r>
        <w:t xml:space="preserve">                                                                                           </w:t>
      </w:r>
      <w:r w:rsidRPr="008D1993">
        <w:t>Совета Полтавского</w:t>
      </w:r>
    </w:p>
    <w:p w:rsidR="007F461E" w:rsidRPr="008D1993" w:rsidRDefault="007F461E" w:rsidP="008D1993">
      <w:pPr>
        <w:suppressAutoHyphens/>
        <w:jc w:val="center"/>
      </w:pPr>
      <w:r>
        <w:t xml:space="preserve">                                                                                              </w:t>
      </w:r>
      <w:r w:rsidRPr="008D1993">
        <w:t>сельского поселения</w:t>
      </w:r>
    </w:p>
    <w:p w:rsidR="007F461E" w:rsidRPr="008D1993" w:rsidRDefault="007F461E" w:rsidP="008D1993">
      <w:pPr>
        <w:suppressAutoHyphens/>
        <w:jc w:val="center"/>
      </w:pPr>
      <w:r>
        <w:t xml:space="preserve">                                                                                              </w:t>
      </w:r>
      <w:r w:rsidRPr="008D1993">
        <w:t>Красноармейского района</w:t>
      </w:r>
    </w:p>
    <w:p w:rsidR="007F461E" w:rsidRPr="008D1993" w:rsidRDefault="007F461E" w:rsidP="008D1993">
      <w:pPr>
        <w:ind w:left="5760"/>
        <w:jc w:val="center"/>
      </w:pPr>
      <w:r w:rsidRPr="008D1993">
        <w:t xml:space="preserve">от </w:t>
      </w:r>
      <w:r>
        <w:t>______________</w:t>
      </w:r>
      <w:r w:rsidRPr="008D1993">
        <w:t xml:space="preserve"> № </w:t>
      </w:r>
      <w:r>
        <w:t>____</w:t>
      </w:r>
      <w:r w:rsidRPr="008D1993">
        <w:t>»</w:t>
      </w:r>
    </w:p>
    <w:p w:rsidR="007F461E" w:rsidRPr="00BA65FB" w:rsidRDefault="007F461E" w:rsidP="00BA65FB"/>
    <w:p w:rsidR="007F461E" w:rsidRPr="00BA65FB" w:rsidRDefault="007F461E">
      <w:pPr>
        <w:jc w:val="center"/>
      </w:pPr>
      <w:r w:rsidRPr="00BA65FB">
        <w:t>ТИПОВАЯ ФОРМА</w:t>
      </w:r>
    </w:p>
    <w:p w:rsidR="007F461E" w:rsidRPr="00BA65FB" w:rsidRDefault="007F461E">
      <w:pPr>
        <w:jc w:val="center"/>
      </w:pPr>
      <w:r w:rsidRPr="00BA65FB">
        <w:t>ДОГОВОРА АРЕНДЫ НЕДВИЖИМОГО</w:t>
      </w:r>
    </w:p>
    <w:p w:rsidR="007F461E" w:rsidRPr="00BA65FB" w:rsidRDefault="007F461E">
      <w:pPr>
        <w:jc w:val="center"/>
      </w:pPr>
      <w:r w:rsidRPr="00BA65FB">
        <w:t>МУНИЦИПАЛЬНОГО ИМУЩЕСТВАМ</w:t>
      </w:r>
    </w:p>
    <w:p w:rsidR="007F461E" w:rsidRPr="00BA65FB" w:rsidRDefault="007F461E">
      <w:pPr>
        <w:jc w:val="center"/>
      </w:pPr>
      <w:r w:rsidRPr="00BA65FB">
        <w:t>№____</w:t>
      </w:r>
    </w:p>
    <w:p w:rsidR="007F461E" w:rsidRPr="00BA65FB" w:rsidRDefault="007F461E">
      <w:pPr>
        <w:jc w:val="center"/>
      </w:pPr>
      <w:r w:rsidRPr="00BA65FB">
        <w:rPr>
          <w:b/>
        </w:rPr>
        <w:t xml:space="preserve">                                                                                                                                               </w:t>
      </w:r>
      <w:r w:rsidRPr="00BA65FB">
        <w:t xml:space="preserve">  дата</w:t>
      </w:r>
    </w:p>
    <w:p w:rsidR="007F461E" w:rsidRDefault="007F461E" w:rsidP="00BA65FB">
      <w:pPr>
        <w:jc w:val="both"/>
      </w:pPr>
      <w:r w:rsidRPr="00BA65FB">
        <w:t xml:space="preserve">_______________________________________________________________________________   </w:t>
      </w:r>
    </w:p>
    <w:p w:rsidR="007F461E" w:rsidRPr="00BA65FB" w:rsidRDefault="007F461E" w:rsidP="00BA65FB">
      <w:pPr>
        <w:jc w:val="both"/>
      </w:pPr>
      <w:r>
        <w:t>п</w:t>
      </w:r>
      <w:r w:rsidRPr="00BA65FB">
        <w:t>олное наименование организации)</w:t>
      </w:r>
    </w:p>
    <w:p w:rsidR="007F461E" w:rsidRPr="00BA65FB" w:rsidRDefault="007F461E">
      <w:pPr>
        <w:ind w:firstLine="900"/>
        <w:jc w:val="both"/>
      </w:pPr>
      <w:r w:rsidRPr="00BA65FB">
        <w:t>именуемое в дальнейшем «Арендодатель» в лице________________________, (должность, фамилия, отчество), действующее на основании _________, с одной стороны, и______________________________________________________________________________, (полное наименование организации),</w:t>
      </w:r>
    </w:p>
    <w:p w:rsidR="007F461E" w:rsidRPr="00BA65FB" w:rsidRDefault="007F461E" w:rsidP="003B4FA0">
      <w:pPr>
        <w:ind w:firstLine="900"/>
        <w:jc w:val="both"/>
      </w:pPr>
      <w:r w:rsidRPr="00BA65FB">
        <w:t>именуемое в дальнейшем «Арендатор» в лице__________________________, действующего на основании___________, с другой стороны, именуемые в дальнейшем Стороны, заключили настоящий договор о нижеследующем.</w:t>
      </w:r>
    </w:p>
    <w:p w:rsidR="007F461E" w:rsidRPr="00BA65FB" w:rsidRDefault="007F461E">
      <w:pPr>
        <w:jc w:val="both"/>
      </w:pPr>
    </w:p>
    <w:p w:rsidR="007F461E" w:rsidRPr="00BA65FB" w:rsidRDefault="007F461E">
      <w:pPr>
        <w:ind w:left="360"/>
        <w:jc w:val="center"/>
      </w:pPr>
      <w:r w:rsidRPr="00BA65FB">
        <w:t>1. ПРЕДМЕТ ДОГОВОРА</w:t>
      </w:r>
    </w:p>
    <w:p w:rsidR="007F461E" w:rsidRPr="00BA65FB" w:rsidRDefault="007F461E">
      <w:pPr>
        <w:ind w:firstLine="720"/>
        <w:jc w:val="both"/>
      </w:pPr>
      <w:r w:rsidRPr="00BA65FB">
        <w:t>1.1. «Арендодатель» передает, а «Арендатор» принимает во временное владение и пользование муниципальное имущество нежилые помещения (здание), расположенные по адресу: ________________________________________________________________________________</w:t>
      </w:r>
    </w:p>
    <w:p w:rsidR="007F461E" w:rsidRPr="00BA65FB" w:rsidRDefault="007F461E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7F461E" w:rsidRPr="00BA65FB" w:rsidRDefault="007F461E">
      <w:pPr>
        <w:ind w:firstLine="720"/>
        <w:jc w:val="both"/>
      </w:pPr>
      <w:r w:rsidRPr="00BA65FB">
        <w:t>для использования в целях________________________________________________.</w:t>
      </w:r>
    </w:p>
    <w:p w:rsidR="007F461E" w:rsidRPr="00BA65FB" w:rsidRDefault="007F461E">
      <w:pPr>
        <w:ind w:firstLine="720"/>
        <w:jc w:val="both"/>
      </w:pPr>
      <w:r w:rsidRPr="00BA65FB">
        <w:t>Площадь передаваемых в аренду нежилых помещений________________квадратных метров.</w:t>
      </w:r>
    </w:p>
    <w:p w:rsidR="007F461E" w:rsidRPr="00BA65FB" w:rsidRDefault="007F461E">
      <w:pPr>
        <w:pStyle w:val="BodyText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1.2. «Арендодатель» гарантирует, что на момент заключения настоящего договора здание не заложено, под арестом не состоит и не обременено никакими другими обязательствами, способными повлиять на правоотношения Сторон, вытекающие из настоящего договора, и является муниципальной собственностью муниципального образования Красноармейский район.</w:t>
      </w:r>
    </w:p>
    <w:p w:rsidR="007F461E" w:rsidRPr="00BA65FB" w:rsidRDefault="007F461E">
      <w:pPr>
        <w:ind w:firstLine="720"/>
        <w:jc w:val="center"/>
      </w:pPr>
    </w:p>
    <w:p w:rsidR="007F461E" w:rsidRPr="00BA65FB" w:rsidRDefault="007F461E">
      <w:pPr>
        <w:ind w:firstLine="720"/>
        <w:jc w:val="center"/>
      </w:pPr>
      <w:r w:rsidRPr="00BA65FB">
        <w:t>2. ПРАВА И ОБЯЗАННОСТИ СТОРОН</w:t>
      </w:r>
    </w:p>
    <w:p w:rsidR="007F461E" w:rsidRPr="00BA65FB" w:rsidRDefault="007F461E">
      <w:pPr>
        <w:ind w:firstLine="720"/>
      </w:pPr>
      <w:r w:rsidRPr="00BA65FB">
        <w:t>2.1. «Арендодатель»  обязуется:</w:t>
      </w:r>
    </w:p>
    <w:p w:rsidR="007F461E" w:rsidRPr="00BA65FB" w:rsidRDefault="007F461E">
      <w:pPr>
        <w:ind w:firstLine="720"/>
        <w:jc w:val="both"/>
      </w:pPr>
      <w:r w:rsidRPr="00BA65FB">
        <w:t>2.1.1. Передать «Арендатору» помещения, указанные в п.1.1, по акту приема – передачи в течение 10 дней со дня подписания договора.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2.1.2. Осуществлять контроль  за  исполнением условий договора «Арендатором».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 «Арендатор» обязуется: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2.2.1. Принять нежилые помещения, указанное в п.1.1. по акту приема-передачи.</w:t>
      </w:r>
    </w:p>
    <w:p w:rsidR="007F461E" w:rsidRPr="00BA65FB" w:rsidRDefault="007F461E">
      <w:pPr>
        <w:ind w:firstLine="720"/>
        <w:jc w:val="both"/>
      </w:pPr>
      <w:r w:rsidRPr="00BA65FB">
        <w:t>2.2.2. Использовать здание /помещения/ исключительно по его прямому назначению в соответствии с условиями настоящего договора.</w:t>
      </w:r>
    </w:p>
    <w:p w:rsidR="007F461E" w:rsidRPr="00BA65FB" w:rsidRDefault="007F461E">
      <w:pPr>
        <w:pStyle w:val="BodyTextIndent3"/>
      </w:pPr>
      <w:r w:rsidRPr="00BA65FB">
        <w:t>2.2.3. Содержать здание/помещения/ в полной исправности и в надлежащем санитарном, противопожарном состоянии и нести все расходы, связанные с этим.</w:t>
      </w:r>
    </w:p>
    <w:p w:rsidR="007F461E" w:rsidRPr="00BA65FB" w:rsidRDefault="007F461E">
      <w:pPr>
        <w:pStyle w:val="BodyTextIndent3"/>
      </w:pPr>
      <w:r w:rsidRPr="00BA65FB">
        <w:t>2.2.4. Своевременно вносить плату за арендуемое помещение.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2.2.5. Осуществлять за свой счет текущий ремонт арендуемых помещений.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2.2.6. Принимать долевое участие в капитальном ремонте здания, указанного в пункте 1.1 настоящего договора, пропорционально отношению площади помещений, указанных в пункте 1.1 к общей площади данного здания.</w:t>
      </w:r>
    </w:p>
    <w:p w:rsidR="007F461E" w:rsidRPr="00BA65FB" w:rsidRDefault="007F461E">
      <w:pPr>
        <w:tabs>
          <w:tab w:val="right" w:pos="0"/>
        </w:tabs>
        <w:ind w:firstLine="720"/>
        <w:jc w:val="both"/>
        <w:rPr>
          <w:color w:val="FF0000"/>
        </w:rPr>
      </w:pPr>
      <w:r w:rsidRPr="00BA65FB">
        <w:t>2.2.7. Застраховать гражданскую ответственность за причинение вреда жизни, здоровью и ущерба имуществу третьих лиц на весь срок действия договора, также застраховать объект недвижимости от риска утраты (гибели), недостачи или повреждения в пользу арендодателя на весь срок действия договора.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2.2.8. Немедленно извещать «Арендодателя» о всяком повреждении здания/помещений/, авариях сантехнического, электротехнического и другого оборудования.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2.2.9. Заключить договор с Балансодержателем либо с поставщиком напрямую на оплату коммунальных платежей.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2.2.10. По окончании срока действия договора передать помещения «Арендодателю» по акту в освобожденном виде в полной сохранности.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2.2.11. При наличии в помещении инженерных сетей, общих с жилым домом, организовать круглосуточный доступ к инженерным сетям и коммуникациям.</w:t>
      </w:r>
    </w:p>
    <w:p w:rsidR="007F461E" w:rsidRPr="00BA65FB" w:rsidRDefault="007F461E">
      <w:pPr>
        <w:ind w:firstLine="708"/>
        <w:jc w:val="both"/>
      </w:pPr>
      <w:r w:rsidRPr="00BA65FB">
        <w:t>2.2.12. В срок не позднее 5 дней до освобождения помещений как в связи с окончанием срока действия договора, так и при досрочном освобождении уведомить об этом «Арендодателя» путем вручения ему письменного сообщения.</w:t>
      </w:r>
    </w:p>
    <w:p w:rsidR="007F461E" w:rsidRPr="00BA65FB" w:rsidRDefault="007F461E">
      <w:pPr>
        <w:ind w:firstLine="708"/>
        <w:jc w:val="both"/>
      </w:pPr>
      <w:r w:rsidRPr="00BA65FB">
        <w:t>2.3. «Арендатор» вправе: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2.3.1. Сдавать в субаренду, передавать в пользование здание или его часть с письменного согласия на то «Арендодателя».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2.3.2. Производить реконструкцию здания без изменения архитектурного облика.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</w:p>
    <w:p w:rsidR="007F461E" w:rsidRPr="00BA65FB" w:rsidRDefault="007F461E">
      <w:pPr>
        <w:tabs>
          <w:tab w:val="right" w:pos="0"/>
        </w:tabs>
        <w:ind w:firstLine="720"/>
        <w:jc w:val="both"/>
      </w:pPr>
    </w:p>
    <w:p w:rsidR="007F461E" w:rsidRPr="00BA65FB" w:rsidRDefault="007F461E">
      <w:pPr>
        <w:jc w:val="center"/>
      </w:pPr>
      <w:r w:rsidRPr="00BA65FB">
        <w:tab/>
        <w:t>3. ПЛАТЕЖИ И РАСЧЕТЫ ПО ДОГОВОРУ</w:t>
      </w:r>
    </w:p>
    <w:p w:rsidR="007F461E" w:rsidRPr="00BA65FB" w:rsidRDefault="007F461E">
      <w:pPr>
        <w:pStyle w:val="BodyText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3.1. За использование указанного в п.1.1. настоящего договора арендованного имущества, «Арендатор» обязуется вносить арендную плату в соответствии с прилагаемым расчетом. В случае изменения ставок, арендная плата по договору изменяется «Арендодателем» в одностороннем порядке, без письменного  уведомления «Арендатора».</w:t>
      </w:r>
    </w:p>
    <w:p w:rsidR="007F461E" w:rsidRPr="00BA65FB" w:rsidRDefault="007F461E">
      <w:pPr>
        <w:pStyle w:val="BodyText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3.2. На момент заключения договора при расчете суммы арендной платы «Арендодатель» руководствуется методикой расчета__________________________________. Общая сумма арендной платы в год определена в соответствии с отчетом о рыночной стоимости арендной платы______ от ____________№_______ в размере</w:t>
      </w:r>
      <w:r w:rsidRPr="00BA65FB">
        <w:rPr>
          <w:rFonts w:ascii="Times New Roman" w:hAnsi="Times New Roman"/>
          <w:b/>
          <w:szCs w:val="24"/>
        </w:rPr>
        <w:t xml:space="preserve"> ___________________________</w:t>
      </w:r>
      <w:r w:rsidRPr="00BA65FB">
        <w:rPr>
          <w:rFonts w:ascii="Times New Roman" w:hAnsi="Times New Roman"/>
          <w:szCs w:val="24"/>
        </w:rPr>
        <w:t xml:space="preserve"> с учетом налога на добавленную стоимость, который перечисляется в бюджет в установленном действующим законодательством порядке.</w:t>
      </w:r>
    </w:p>
    <w:p w:rsidR="007F461E" w:rsidRPr="00BA65FB" w:rsidRDefault="007F461E">
      <w:pPr>
        <w:ind w:firstLine="720"/>
        <w:jc w:val="both"/>
      </w:pPr>
      <w:r w:rsidRPr="00BA65FB">
        <w:t>3.3. Оплата вносится ежемесячно не позднее 5 числа каждого месяца, путем перечисления суммы, установленной договором по следующим реквизитам:  _________________________________.</w:t>
      </w:r>
    </w:p>
    <w:p w:rsidR="007F461E" w:rsidRPr="00BA65FB" w:rsidRDefault="007F461E">
      <w:pPr>
        <w:pStyle w:val="Header"/>
        <w:ind w:firstLine="561"/>
        <w:jc w:val="both"/>
      </w:pPr>
      <w:r w:rsidRPr="00BA65FB">
        <w:t>В соответствии с п. 3 ст. 161 НК РФ НДС исчисляется и уплачивается арендатором самостоятельно.</w:t>
      </w:r>
    </w:p>
    <w:p w:rsidR="007F461E" w:rsidRPr="00BA65FB" w:rsidRDefault="007F461E">
      <w:pPr>
        <w:pStyle w:val="Header"/>
        <w:jc w:val="both"/>
      </w:pPr>
      <w:r w:rsidRPr="00BA65FB">
        <w:t xml:space="preserve">             Ежемесячно, не позднее 5 числа оплачиваемого месяца, представлять «Арендодателю» копии платежных поручений, подтверждающих перечисление арендной платы, а также пени, установленной договором».</w:t>
      </w:r>
    </w:p>
    <w:p w:rsidR="007F461E" w:rsidRPr="00BA65FB" w:rsidRDefault="007F461E">
      <w:pPr>
        <w:ind w:firstLine="708"/>
        <w:jc w:val="both"/>
      </w:pPr>
    </w:p>
    <w:p w:rsidR="007F461E" w:rsidRPr="00BA65FB" w:rsidRDefault="007F461E">
      <w:pPr>
        <w:ind w:firstLine="720"/>
        <w:jc w:val="center"/>
      </w:pPr>
      <w:r w:rsidRPr="00BA65FB">
        <w:t>4. ОТВЕТСТВЕННОСТЬ</w:t>
      </w:r>
    </w:p>
    <w:p w:rsidR="007F461E" w:rsidRPr="00BA65FB" w:rsidRDefault="007F461E">
      <w:pPr>
        <w:ind w:firstLine="720"/>
        <w:jc w:val="both"/>
      </w:pPr>
      <w:r w:rsidRPr="00BA65FB">
        <w:t>4.1. За допущенные ухудшения имущества «Арендатор» обязуется возместить «Арендодателю» понесенные убытки.</w:t>
      </w:r>
    </w:p>
    <w:p w:rsidR="007F461E" w:rsidRPr="00BA65FB" w:rsidRDefault="007F461E" w:rsidP="00BE5CBD">
      <w:pPr>
        <w:ind w:firstLine="720"/>
        <w:jc w:val="both"/>
      </w:pPr>
      <w:r w:rsidRPr="00BA65FB">
        <w:t>4.2. «Арендодатель» не несет ответственность за ущерб, понесенный Арендатором» в результате несоблюдения норм и правил хранения.</w:t>
      </w:r>
    </w:p>
    <w:p w:rsidR="007F461E" w:rsidRPr="00BA65FB" w:rsidRDefault="007F461E">
      <w:pPr>
        <w:ind w:firstLine="720"/>
        <w:jc w:val="center"/>
      </w:pPr>
      <w:r w:rsidRPr="00BA65FB">
        <w:t>5. ДОСРОЧНОЕ РАСТОРЖЕНИЕ ДОГОВОРА</w:t>
      </w:r>
    </w:p>
    <w:p w:rsidR="007F461E" w:rsidRPr="00BA65FB" w:rsidRDefault="007F461E">
      <w:pPr>
        <w:tabs>
          <w:tab w:val="left" w:pos="-180"/>
          <w:tab w:val="left" w:pos="720"/>
        </w:tabs>
        <w:ind w:firstLine="720"/>
        <w:jc w:val="both"/>
      </w:pPr>
      <w:r w:rsidRPr="00BA65FB">
        <w:t>5.1. Договор может быть расторгнут по нижеследующим основаниям, признаваемыми существенными нарушениями условий договора.</w:t>
      </w:r>
    </w:p>
    <w:p w:rsidR="007F461E" w:rsidRPr="00BA65FB" w:rsidRDefault="007F461E">
      <w:pPr>
        <w:ind w:firstLine="720"/>
        <w:jc w:val="both"/>
      </w:pPr>
      <w:r w:rsidRPr="00BA65FB">
        <w:t>5.1.1. Если «Арендатор» пользуется полученным имуществом не в соответствии с условиями договора.</w:t>
      </w:r>
    </w:p>
    <w:p w:rsidR="007F461E" w:rsidRPr="00BA65FB" w:rsidRDefault="007F461E">
      <w:pPr>
        <w:pStyle w:val="BodyTextIndent3"/>
        <w:tabs>
          <w:tab w:val="clear" w:pos="0"/>
        </w:tabs>
      </w:pPr>
      <w:r w:rsidRPr="00BA65FB">
        <w:t>5.1.2. Если «Арендатор» не внес арендную плату в течение двух месяцев по истечении установленного срока оплаты.</w:t>
      </w:r>
    </w:p>
    <w:p w:rsidR="007F461E" w:rsidRPr="00BA65FB" w:rsidRDefault="007F461E">
      <w:pPr>
        <w:ind w:firstLine="720"/>
        <w:jc w:val="both"/>
      </w:pPr>
      <w:r w:rsidRPr="00BA65FB">
        <w:t>5.1.3. Если «Арендатор» не соблюдает условия п.2.2. настоящего договора.</w:t>
      </w:r>
    </w:p>
    <w:p w:rsidR="007F461E" w:rsidRPr="00BA65FB" w:rsidRDefault="007F461E">
      <w:pPr>
        <w:ind w:firstLine="720"/>
        <w:jc w:val="both"/>
      </w:pPr>
      <w:r w:rsidRPr="00BA65FB">
        <w:t>5.2. Договор может быть расторгнут по требованию «Арендатора», если имущество в силу обстоятельств, за которые «Арендатор» не отвечает, окажется в состоянии не пригодном для использования по назначению.</w:t>
      </w:r>
    </w:p>
    <w:p w:rsidR="007F461E" w:rsidRPr="00BA65FB" w:rsidRDefault="007F461E">
      <w:pPr>
        <w:ind w:firstLine="720"/>
        <w:jc w:val="both"/>
      </w:pPr>
      <w:r w:rsidRPr="00BA65FB">
        <w:t>5.3. В случае досрочного расторжения «Арендодатель» направляет  «Арендатору» предписание об освобождении помещения.</w:t>
      </w:r>
    </w:p>
    <w:p w:rsidR="007F461E" w:rsidRPr="00BA65FB" w:rsidRDefault="007F461E">
      <w:pPr>
        <w:ind w:firstLine="720"/>
        <w:jc w:val="both"/>
      </w:pPr>
    </w:p>
    <w:p w:rsidR="007F461E" w:rsidRPr="00BA65FB" w:rsidRDefault="007F461E">
      <w:pPr>
        <w:ind w:firstLine="720"/>
        <w:jc w:val="center"/>
      </w:pPr>
      <w:r w:rsidRPr="00BA65FB">
        <w:t>6. СРОК ДЕЙСТВИЯ ДОГОВОРА</w:t>
      </w:r>
    </w:p>
    <w:p w:rsidR="007F461E" w:rsidRPr="00BA65FB" w:rsidRDefault="007F461E">
      <w:pPr>
        <w:ind w:firstLine="720"/>
        <w:jc w:val="both"/>
      </w:pPr>
      <w:r w:rsidRPr="00BA65FB">
        <w:t>6.1. Договор аренды нежилых помещений (здания) заключенный на срок более года, подлежит государственной регистрации и вступает в силу со дня его государственной регистрации.</w:t>
      </w:r>
    </w:p>
    <w:p w:rsidR="007F461E" w:rsidRPr="00BA65FB" w:rsidRDefault="007F461E">
      <w:pPr>
        <w:jc w:val="both"/>
      </w:pPr>
      <w:r w:rsidRPr="00BA65FB">
        <w:rPr>
          <w:b/>
        </w:rPr>
        <w:tab/>
      </w:r>
      <w:r w:rsidRPr="00BA65FB">
        <w:t>6.2. Срок действия договора:</w:t>
      </w:r>
    </w:p>
    <w:p w:rsidR="007F461E" w:rsidRPr="00BE5CBD" w:rsidRDefault="007F461E">
      <w:pPr>
        <w:jc w:val="both"/>
      </w:pPr>
      <w:r w:rsidRPr="00BA65FB">
        <w:tab/>
        <w:t>Договор действует  __________.</w:t>
      </w:r>
    </w:p>
    <w:p w:rsidR="007F461E" w:rsidRPr="00BA65FB" w:rsidRDefault="007F461E">
      <w:pPr>
        <w:ind w:firstLine="720"/>
        <w:jc w:val="center"/>
      </w:pPr>
      <w:r w:rsidRPr="00BA65FB">
        <w:t>7. ПОРЯДОК РАЗРЕШЕНИЯ СПОРОВ</w:t>
      </w:r>
    </w:p>
    <w:p w:rsidR="007F461E" w:rsidRPr="00BA65FB" w:rsidRDefault="007F461E">
      <w:pPr>
        <w:ind w:firstLine="720"/>
        <w:jc w:val="both"/>
      </w:pPr>
      <w:r w:rsidRPr="00BA65FB">
        <w:t>7.1. Споры, вытекающие из настоящего договора, разрешаются судом, либо арбитражным судом по подведомственности.</w:t>
      </w:r>
    </w:p>
    <w:p w:rsidR="007F461E" w:rsidRPr="00BA65FB" w:rsidRDefault="007F461E">
      <w:pPr>
        <w:pStyle w:val="Header"/>
        <w:jc w:val="both"/>
      </w:pPr>
      <w:r w:rsidRPr="00BA65FB">
        <w:t xml:space="preserve">            7.2. При  неуплате «Арендатором» арендной платы и других платежей по настоящему договору, неисполнении других обязательств, являющихся основанием к расторжению договора, указанных  в п.5.1. «Арендодатель» вправе взыскать задолженность, неустойку и выселить «Арендатора» на основании решения арбитражного суда Краснодарского края либо суда общей юрисдикции. За нарушение срока внесения платы, установленного пунктом 3.3 начисляется пеня в размере 1/300 ставки рефинансирования ЦБ РФ за каждый день просрочки.</w:t>
      </w:r>
    </w:p>
    <w:p w:rsidR="007F461E" w:rsidRPr="00BA65FB" w:rsidRDefault="007F461E" w:rsidP="00BE5CBD">
      <w:pPr>
        <w:ind w:firstLine="720"/>
        <w:jc w:val="both"/>
      </w:pPr>
      <w:r w:rsidRPr="00BA65FB">
        <w:t>7.3. По всем вопросам, не урегулированным настоящим договором, стороны руководствуются действующим законодательством.</w:t>
      </w:r>
    </w:p>
    <w:p w:rsidR="007F461E" w:rsidRPr="00BA65FB" w:rsidRDefault="007F461E">
      <w:pPr>
        <w:ind w:firstLine="720"/>
        <w:jc w:val="both"/>
      </w:pPr>
      <w:r w:rsidRPr="00BA65FB">
        <w:t xml:space="preserve">                                              8. ПРОЧИЕ  УСЛОВИЯ</w:t>
      </w:r>
    </w:p>
    <w:p w:rsidR="007F461E" w:rsidRPr="00BA65FB" w:rsidRDefault="007F461E" w:rsidP="008032D6">
      <w:pPr>
        <w:pStyle w:val="Footer"/>
        <w:tabs>
          <w:tab w:val="clear" w:pos="4677"/>
          <w:tab w:val="clear" w:pos="9355"/>
          <w:tab w:val="center" w:pos="0"/>
        </w:tabs>
        <w:ind w:firstLine="720"/>
        <w:jc w:val="both"/>
      </w:pPr>
      <w:r w:rsidRPr="00BA65FB">
        <w:t>8.1. Настоящий акт составлен в трёх экземплярах, имеющих одинаковую юридическую силу, по одному для каждой из сторон, один экземпляр Красноармейскому отделу Управления Росреестра по Краснодарскому краю.</w:t>
      </w:r>
    </w:p>
    <w:p w:rsidR="007F461E" w:rsidRPr="00BA65FB" w:rsidRDefault="007F461E" w:rsidP="008032D6">
      <w:pPr>
        <w:ind w:firstLine="720"/>
        <w:jc w:val="both"/>
      </w:pPr>
      <w:r w:rsidRPr="00BA65FB">
        <w:t>8.2. К настоящему договору прилагается и является неотъемлемой частью:</w:t>
      </w:r>
    </w:p>
    <w:p w:rsidR="007F461E" w:rsidRPr="00BA65FB" w:rsidRDefault="007F461E" w:rsidP="008032D6">
      <w:pPr>
        <w:numPr>
          <w:ilvl w:val="0"/>
          <w:numId w:val="14"/>
        </w:numPr>
        <w:ind w:firstLine="360"/>
        <w:jc w:val="both"/>
      </w:pPr>
      <w:r w:rsidRPr="00BA65FB">
        <w:t>расчет арендной платы;</w:t>
      </w:r>
    </w:p>
    <w:p w:rsidR="007F461E" w:rsidRPr="00BA65FB" w:rsidRDefault="007F461E">
      <w:pPr>
        <w:numPr>
          <w:ilvl w:val="0"/>
          <w:numId w:val="14"/>
        </w:numPr>
        <w:ind w:firstLine="360"/>
      </w:pPr>
      <w:r w:rsidRPr="00BA65FB">
        <w:t xml:space="preserve">акт приема – передачи. </w:t>
      </w:r>
    </w:p>
    <w:p w:rsidR="007F461E" w:rsidRPr="00BA65FB" w:rsidRDefault="007F461E">
      <w:pPr>
        <w:ind w:firstLine="720"/>
        <w:jc w:val="center"/>
      </w:pPr>
      <w:r w:rsidRPr="00BA65FB">
        <w:t>9.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7F461E" w:rsidRPr="00BA65FB">
        <w:tc>
          <w:tcPr>
            <w:tcW w:w="5040" w:type="dxa"/>
          </w:tcPr>
          <w:p w:rsidR="007F461E" w:rsidRPr="00BA65FB" w:rsidRDefault="007F461E">
            <w:r w:rsidRPr="00BA65FB">
              <w:t xml:space="preserve">АРЕНДОДАТЕЛЬ: </w:t>
            </w:r>
          </w:p>
          <w:p w:rsidR="007F461E" w:rsidRPr="00BA65FB" w:rsidRDefault="007F461E">
            <w:r w:rsidRPr="00BA65FB">
              <w:t>Наименование__________</w:t>
            </w:r>
          </w:p>
          <w:p w:rsidR="007F461E" w:rsidRPr="00BA65FB" w:rsidRDefault="007F461E">
            <w:r w:rsidRPr="00BA65FB">
              <w:t>Адрес: _________________</w:t>
            </w:r>
          </w:p>
          <w:p w:rsidR="007F461E" w:rsidRPr="00BA65FB" w:rsidRDefault="007F461E">
            <w:r w:rsidRPr="00BA65FB">
              <w:t>Тел ____________________</w:t>
            </w:r>
          </w:p>
          <w:p w:rsidR="007F461E" w:rsidRPr="00BA65FB" w:rsidRDefault="007F461E">
            <w:r w:rsidRPr="00BA65FB">
              <w:t>ИНН __________________</w:t>
            </w:r>
          </w:p>
          <w:p w:rsidR="007F461E" w:rsidRPr="00BA65FB" w:rsidRDefault="007F461E">
            <w:r w:rsidRPr="00BA65FB">
              <w:t>р/с_____________________</w:t>
            </w:r>
          </w:p>
          <w:p w:rsidR="007F461E" w:rsidRPr="00BA65FB" w:rsidRDefault="007F461E">
            <w:r w:rsidRPr="00BA65FB">
              <w:t>К/с _____________________</w:t>
            </w:r>
          </w:p>
          <w:p w:rsidR="007F461E" w:rsidRPr="00BA65FB" w:rsidRDefault="007F461E">
            <w:r w:rsidRPr="00BA65FB">
              <w:t>БИК _______________</w:t>
            </w:r>
          </w:p>
          <w:p w:rsidR="007F461E" w:rsidRPr="00BA65FB" w:rsidRDefault="007F461E">
            <w:r w:rsidRPr="00BA65FB">
              <w:t>Банк получателя: ___________</w:t>
            </w:r>
          </w:p>
          <w:p w:rsidR="007F461E" w:rsidRPr="00BA65FB" w:rsidRDefault="007F461E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7F461E" w:rsidRPr="00BA65FB" w:rsidRDefault="007F461E"/>
          <w:p w:rsidR="007F461E" w:rsidRPr="00BA65FB" w:rsidRDefault="007F461E">
            <w:r w:rsidRPr="00BA65FB">
              <w:t>от Арендодателя______________</w:t>
            </w:r>
          </w:p>
          <w:p w:rsidR="007F461E" w:rsidRPr="00BA65FB" w:rsidRDefault="007F461E">
            <w:r w:rsidRPr="00BA65FB">
              <w:t xml:space="preserve">                                (подпись)</w:t>
            </w:r>
          </w:p>
          <w:p w:rsidR="007F461E" w:rsidRPr="00BA65FB" w:rsidRDefault="007F461E" w:rsidP="00E600A1">
            <w:r w:rsidRPr="00BA65FB">
              <w:t>М.П.</w:t>
            </w:r>
          </w:p>
        </w:tc>
        <w:tc>
          <w:tcPr>
            <w:tcW w:w="4500" w:type="dxa"/>
          </w:tcPr>
          <w:p w:rsidR="007F461E" w:rsidRPr="00BA65FB" w:rsidRDefault="007F461E" w:rsidP="00AE28CE">
            <w:r w:rsidRPr="00BA65FB">
              <w:t xml:space="preserve">АРЕНДАТОР: </w:t>
            </w:r>
          </w:p>
          <w:p w:rsidR="007F461E" w:rsidRPr="00BA65FB" w:rsidRDefault="007F461E" w:rsidP="00AE28CE">
            <w:r w:rsidRPr="00BA65FB">
              <w:t>Наименование__________</w:t>
            </w:r>
          </w:p>
          <w:p w:rsidR="007F461E" w:rsidRPr="00BA65FB" w:rsidRDefault="007F461E" w:rsidP="00AE28CE">
            <w:r w:rsidRPr="00BA65FB">
              <w:t>Адрес: _________________</w:t>
            </w:r>
          </w:p>
          <w:p w:rsidR="007F461E" w:rsidRPr="00BA65FB" w:rsidRDefault="007F461E" w:rsidP="00AE28CE">
            <w:r w:rsidRPr="00BA65FB">
              <w:t>Тел ____________________</w:t>
            </w:r>
          </w:p>
          <w:p w:rsidR="007F461E" w:rsidRPr="00BA65FB" w:rsidRDefault="007F461E" w:rsidP="00AE28CE">
            <w:r w:rsidRPr="00BA65FB">
              <w:t>ИНН __________________</w:t>
            </w:r>
          </w:p>
          <w:p w:rsidR="007F461E" w:rsidRPr="00BA65FB" w:rsidRDefault="007F461E" w:rsidP="00AE28CE">
            <w:r w:rsidRPr="00BA65FB">
              <w:t>р/с_____________________</w:t>
            </w:r>
          </w:p>
          <w:p w:rsidR="007F461E" w:rsidRPr="00BA65FB" w:rsidRDefault="007F461E" w:rsidP="00AE28CE">
            <w:r w:rsidRPr="00BA65FB">
              <w:t>К/с _____________________</w:t>
            </w:r>
          </w:p>
          <w:p w:rsidR="007F461E" w:rsidRPr="00BA65FB" w:rsidRDefault="007F461E" w:rsidP="00AE28CE">
            <w:r w:rsidRPr="00BA65FB">
              <w:t>БИК _______________</w:t>
            </w:r>
          </w:p>
          <w:p w:rsidR="007F461E" w:rsidRPr="00BA65FB" w:rsidRDefault="007F461E" w:rsidP="00AE28CE">
            <w:r w:rsidRPr="00BA65FB">
              <w:t>Банк получателя: ___________</w:t>
            </w:r>
          </w:p>
          <w:p w:rsidR="007F461E" w:rsidRPr="00BA65FB" w:rsidRDefault="007F461E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7F461E" w:rsidRPr="00BA65FB" w:rsidRDefault="007F461E" w:rsidP="00AE28CE">
            <w:r w:rsidRPr="00BA65FB">
              <w:t>Подписи сторон</w:t>
            </w:r>
          </w:p>
          <w:p w:rsidR="007F461E" w:rsidRPr="00BA65FB" w:rsidRDefault="007F461E" w:rsidP="00AE28CE">
            <w:r w:rsidRPr="00BA65FB">
              <w:t>от Арендатора______________</w:t>
            </w:r>
          </w:p>
          <w:p w:rsidR="007F461E" w:rsidRPr="00BA65FB" w:rsidRDefault="007F461E" w:rsidP="00AE28CE">
            <w:r w:rsidRPr="00BA65FB">
              <w:t xml:space="preserve">                              (подпись)</w:t>
            </w:r>
          </w:p>
          <w:p w:rsidR="007F461E" w:rsidRPr="00BA65FB" w:rsidRDefault="007F461E" w:rsidP="005F5AA4">
            <w:r w:rsidRPr="00BA65FB">
              <w:t>М.П.</w:t>
            </w:r>
          </w:p>
        </w:tc>
      </w:tr>
    </w:tbl>
    <w:p w:rsidR="007F461E" w:rsidRDefault="007F461E" w:rsidP="00BA65FB">
      <w:pPr>
        <w:tabs>
          <w:tab w:val="left" w:pos="5940"/>
          <w:tab w:val="right" w:pos="9611"/>
        </w:tabs>
        <w:jc w:val="right"/>
      </w:pPr>
    </w:p>
    <w:p w:rsidR="007F461E" w:rsidRPr="00BA65FB" w:rsidRDefault="007F461E" w:rsidP="00BA65FB">
      <w:pPr>
        <w:tabs>
          <w:tab w:val="left" w:pos="5940"/>
          <w:tab w:val="right" w:pos="9611"/>
        </w:tabs>
        <w:jc w:val="right"/>
      </w:pPr>
      <w:r w:rsidRPr="00BA65FB">
        <w:t>Приложение № 1</w:t>
      </w:r>
    </w:p>
    <w:p w:rsidR="007F461E" w:rsidRPr="00BA65FB" w:rsidRDefault="007F461E" w:rsidP="00BA65FB">
      <w:pPr>
        <w:tabs>
          <w:tab w:val="left" w:pos="5940"/>
          <w:tab w:val="right" w:pos="9611"/>
        </w:tabs>
        <w:jc w:val="right"/>
      </w:pPr>
      <w:r w:rsidRPr="00BA65FB">
        <w:t>к договору аренды</w:t>
      </w:r>
    </w:p>
    <w:p w:rsidR="007F461E" w:rsidRPr="00BA65FB" w:rsidRDefault="007F461E" w:rsidP="00BA65FB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 имущества</w:t>
      </w:r>
    </w:p>
    <w:p w:rsidR="007F461E" w:rsidRPr="00BA65FB" w:rsidRDefault="007F461E" w:rsidP="00BA65FB">
      <w:pPr>
        <w:tabs>
          <w:tab w:val="left" w:pos="5940"/>
          <w:tab w:val="right" w:pos="9611"/>
        </w:tabs>
        <w:jc w:val="right"/>
      </w:pPr>
      <w:r w:rsidRPr="00BA65FB">
        <w:t>от _______________№___</w:t>
      </w:r>
    </w:p>
    <w:p w:rsidR="007F461E" w:rsidRPr="00BA65FB" w:rsidRDefault="007F461E" w:rsidP="00DA3726">
      <w:pPr>
        <w:tabs>
          <w:tab w:val="left" w:pos="5940"/>
          <w:tab w:val="right" w:pos="9611"/>
        </w:tabs>
        <w:jc w:val="center"/>
      </w:pPr>
    </w:p>
    <w:p w:rsidR="007F461E" w:rsidRPr="00BA65FB" w:rsidRDefault="007F461E">
      <w:pPr>
        <w:jc w:val="center"/>
      </w:pPr>
      <w:r w:rsidRPr="00BA65FB">
        <w:t>Акт приёма-передачи недвижимого</w:t>
      </w:r>
    </w:p>
    <w:p w:rsidR="007F461E" w:rsidRPr="00BA65FB" w:rsidRDefault="007F461E" w:rsidP="00BE5CBD">
      <w:pPr>
        <w:jc w:val="center"/>
      </w:pPr>
      <w:r w:rsidRPr="00BA65FB">
        <w:t>муниципального имущества</w:t>
      </w:r>
    </w:p>
    <w:p w:rsidR="007F461E" w:rsidRPr="00BA65FB" w:rsidRDefault="007F461E" w:rsidP="00BE5CBD">
      <w:r w:rsidRPr="00BA65FB">
        <w:t xml:space="preserve">                                                                                                                                              дата</w:t>
      </w:r>
    </w:p>
    <w:p w:rsidR="007F461E" w:rsidRPr="00BA65FB" w:rsidRDefault="007F461E" w:rsidP="008032D6">
      <w:pPr>
        <w:jc w:val="both"/>
      </w:pPr>
      <w:r w:rsidRPr="00BA65FB">
        <w:t>_____________</w:t>
      </w:r>
      <w:r>
        <w:t>______________________________</w:t>
      </w:r>
      <w:r w:rsidRPr="00BA65FB">
        <w:t xml:space="preserve">__________________________________               </w:t>
      </w:r>
    </w:p>
    <w:p w:rsidR="007F461E" w:rsidRPr="00BA65FB" w:rsidRDefault="007F461E" w:rsidP="008032D6">
      <w:pPr>
        <w:jc w:val="both"/>
      </w:pPr>
      <w:r w:rsidRPr="00BA65FB">
        <w:t xml:space="preserve">                                               (полное наименование организации)</w:t>
      </w:r>
    </w:p>
    <w:p w:rsidR="007F461E" w:rsidRPr="00BA65FB" w:rsidRDefault="007F461E" w:rsidP="008032D6">
      <w:pPr>
        <w:ind w:firstLine="900"/>
        <w:jc w:val="both"/>
      </w:pPr>
      <w:r w:rsidRPr="00BA65FB">
        <w:t>именуемое в дальнейшем Арендодатель в лице________________________, (должность, фамилия, отчество), действующее на основании _________, с одной стороны, и____________________________________________________________________________________, (полное наименование организации),</w:t>
      </w:r>
    </w:p>
    <w:p w:rsidR="007F461E" w:rsidRPr="00BA65FB" w:rsidRDefault="007F461E" w:rsidP="008032D6">
      <w:pPr>
        <w:ind w:firstLine="900"/>
        <w:jc w:val="both"/>
      </w:pPr>
      <w:r w:rsidRPr="00BA65FB">
        <w:t>именуемое в дальнейшем арендатор в лице__________________________, действующего на основании___________, с другой стороны, именуемые в дальнейшем Стороны, заключили настоящий акт о нижеследующем:</w:t>
      </w:r>
    </w:p>
    <w:p w:rsidR="007F461E" w:rsidRPr="00BA65FB" w:rsidRDefault="007F461E" w:rsidP="00CE75FA">
      <w:pPr>
        <w:ind w:firstLine="720"/>
        <w:jc w:val="both"/>
      </w:pPr>
      <w:r w:rsidRPr="00BA65FB">
        <w:t>Согласно договора аренды недвижимого муниципального имущества от __________ «Арендодатель» сдал, а «Арендатор» принял в аренду нежилые помещения (здание), расположенные по адресу: ______________________________________________________</w:t>
      </w:r>
    </w:p>
    <w:p w:rsidR="007F461E" w:rsidRPr="00BA65FB" w:rsidRDefault="007F461E" w:rsidP="00CE75FA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7F461E" w:rsidRPr="00BA65FB" w:rsidRDefault="007F461E" w:rsidP="00CE75FA">
      <w:pPr>
        <w:ind w:firstLine="720"/>
        <w:jc w:val="both"/>
      </w:pPr>
      <w:r w:rsidRPr="00BA65FB">
        <w:t>для использования в целях________________________________________________.</w:t>
      </w:r>
    </w:p>
    <w:p w:rsidR="007F461E" w:rsidRPr="00BA65FB" w:rsidRDefault="007F461E">
      <w:pPr>
        <w:pStyle w:val="Footer"/>
        <w:tabs>
          <w:tab w:val="clear" w:pos="4677"/>
          <w:tab w:val="clear" w:pos="9355"/>
        </w:tabs>
        <w:ind w:firstLine="720"/>
        <w:jc w:val="both"/>
      </w:pPr>
      <w:r w:rsidRPr="00BA65FB">
        <w:t xml:space="preserve">2. Техническое состояние, вышеуказанного нежилого помещения на момент передачи характеризуется как удовлетворительное, не требующее ремонта. </w:t>
      </w:r>
    </w:p>
    <w:p w:rsidR="007F461E" w:rsidRPr="00BA65FB" w:rsidRDefault="007F461E" w:rsidP="002C3D09">
      <w:pPr>
        <w:pStyle w:val="Footer"/>
        <w:tabs>
          <w:tab w:val="clear" w:pos="4677"/>
          <w:tab w:val="clear" w:pos="9355"/>
          <w:tab w:val="center" w:pos="0"/>
        </w:tabs>
        <w:ind w:firstLine="720"/>
      </w:pPr>
      <w:r w:rsidRPr="00BA65FB">
        <w:t>3. Настоящий акт составлен в трёх экземплярах, имеющих одинаковую юридическую силу.</w:t>
      </w:r>
    </w:p>
    <w:p w:rsidR="007F461E" w:rsidRPr="00BA65FB" w:rsidRDefault="007F461E" w:rsidP="00BA65FB">
      <w:pPr>
        <w:pStyle w:val="Footer"/>
        <w:tabs>
          <w:tab w:val="clear" w:pos="4677"/>
          <w:tab w:val="clear" w:pos="9355"/>
          <w:tab w:val="center" w:pos="0"/>
        </w:tabs>
        <w:ind w:firstLine="720"/>
      </w:pPr>
      <w:r w:rsidRPr="00BA65FB">
        <w:t xml:space="preserve">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7F461E" w:rsidRPr="00BA65FB" w:rsidTr="002627B9">
        <w:tc>
          <w:tcPr>
            <w:tcW w:w="5040" w:type="dxa"/>
          </w:tcPr>
          <w:p w:rsidR="007F461E" w:rsidRPr="00BA65FB" w:rsidRDefault="007F461E" w:rsidP="002627B9">
            <w:r w:rsidRPr="00BA65FB">
              <w:t xml:space="preserve">АРЕНДОДАТЕЛЬ СДАЕТ: </w:t>
            </w:r>
          </w:p>
          <w:p w:rsidR="007F461E" w:rsidRPr="00BA65FB" w:rsidRDefault="007F461E" w:rsidP="002627B9">
            <w:r w:rsidRPr="00BA65FB">
              <w:t>Наименование__________</w:t>
            </w:r>
          </w:p>
          <w:p w:rsidR="007F461E" w:rsidRPr="00BA65FB" w:rsidRDefault="007F461E" w:rsidP="002627B9">
            <w:r w:rsidRPr="00BA65FB">
              <w:t>Адрес: _________________</w:t>
            </w:r>
          </w:p>
          <w:p w:rsidR="007F461E" w:rsidRPr="00BA65FB" w:rsidRDefault="007F461E" w:rsidP="002627B9">
            <w:r w:rsidRPr="00BA65FB">
              <w:t>Тел ____________________</w:t>
            </w:r>
          </w:p>
          <w:p w:rsidR="007F461E" w:rsidRPr="00BA65FB" w:rsidRDefault="007F461E" w:rsidP="002627B9">
            <w:r w:rsidRPr="00BA65FB">
              <w:t>ИНН __________________</w:t>
            </w:r>
          </w:p>
          <w:p w:rsidR="007F461E" w:rsidRPr="00BA65FB" w:rsidRDefault="007F461E" w:rsidP="002627B9">
            <w:r w:rsidRPr="00BA65FB">
              <w:t>р/с_____________________</w:t>
            </w:r>
          </w:p>
          <w:p w:rsidR="007F461E" w:rsidRPr="00BA65FB" w:rsidRDefault="007F461E" w:rsidP="002627B9">
            <w:r w:rsidRPr="00BA65FB">
              <w:t>К/с _____________________</w:t>
            </w:r>
          </w:p>
          <w:p w:rsidR="007F461E" w:rsidRPr="00BA65FB" w:rsidRDefault="007F461E" w:rsidP="002627B9">
            <w:r w:rsidRPr="00BA65FB">
              <w:t>БИК _______________</w:t>
            </w:r>
          </w:p>
          <w:p w:rsidR="007F461E" w:rsidRPr="00BA65FB" w:rsidRDefault="007F461E" w:rsidP="002627B9">
            <w:r w:rsidRPr="00BA65FB">
              <w:t>Банк получателя: ___________</w:t>
            </w:r>
          </w:p>
          <w:p w:rsidR="007F461E" w:rsidRPr="00BA65FB" w:rsidRDefault="007F461E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7F461E" w:rsidRPr="00BA65FB" w:rsidRDefault="007F461E" w:rsidP="002627B9"/>
          <w:p w:rsidR="007F461E" w:rsidRPr="00BA65FB" w:rsidRDefault="007F461E" w:rsidP="002627B9">
            <w:r w:rsidRPr="00BA65FB">
              <w:t>от Арендодателя______________</w:t>
            </w:r>
          </w:p>
          <w:p w:rsidR="007F461E" w:rsidRPr="00BA65FB" w:rsidRDefault="007F461E" w:rsidP="002627B9">
            <w:r w:rsidRPr="00BA65FB">
              <w:t xml:space="preserve">                                    (подпись)</w:t>
            </w:r>
          </w:p>
          <w:p w:rsidR="007F461E" w:rsidRPr="00BA65FB" w:rsidRDefault="007F461E" w:rsidP="002627B9">
            <w:r w:rsidRPr="00BA65FB">
              <w:t>М.П.</w:t>
            </w:r>
          </w:p>
        </w:tc>
        <w:tc>
          <w:tcPr>
            <w:tcW w:w="4500" w:type="dxa"/>
          </w:tcPr>
          <w:p w:rsidR="007F461E" w:rsidRPr="00BA65FB" w:rsidRDefault="007F461E" w:rsidP="002627B9">
            <w:r w:rsidRPr="00BA65FB">
              <w:t xml:space="preserve">АРЕНДАТОР ПРИНИМАЕТ: </w:t>
            </w:r>
          </w:p>
          <w:p w:rsidR="007F461E" w:rsidRPr="00BA65FB" w:rsidRDefault="007F461E" w:rsidP="002627B9">
            <w:r w:rsidRPr="00BA65FB">
              <w:t>Наименование__________</w:t>
            </w:r>
          </w:p>
          <w:p w:rsidR="007F461E" w:rsidRPr="00BA65FB" w:rsidRDefault="007F461E" w:rsidP="002627B9">
            <w:r w:rsidRPr="00BA65FB">
              <w:t>Адрес: _________________</w:t>
            </w:r>
          </w:p>
          <w:p w:rsidR="007F461E" w:rsidRPr="00BA65FB" w:rsidRDefault="007F461E" w:rsidP="002627B9">
            <w:r w:rsidRPr="00BA65FB">
              <w:t>Тел ____________________</w:t>
            </w:r>
          </w:p>
          <w:p w:rsidR="007F461E" w:rsidRPr="00BA65FB" w:rsidRDefault="007F461E" w:rsidP="002627B9">
            <w:r w:rsidRPr="00BA65FB">
              <w:t>ИНН __________________</w:t>
            </w:r>
          </w:p>
          <w:p w:rsidR="007F461E" w:rsidRPr="00BA65FB" w:rsidRDefault="007F461E" w:rsidP="002627B9">
            <w:r w:rsidRPr="00BA65FB">
              <w:t>р/с_____________________</w:t>
            </w:r>
          </w:p>
          <w:p w:rsidR="007F461E" w:rsidRPr="00BA65FB" w:rsidRDefault="007F461E" w:rsidP="002627B9">
            <w:r w:rsidRPr="00BA65FB">
              <w:t>К/с _____________________</w:t>
            </w:r>
          </w:p>
          <w:p w:rsidR="007F461E" w:rsidRPr="00BA65FB" w:rsidRDefault="007F461E" w:rsidP="002627B9">
            <w:r w:rsidRPr="00BA65FB">
              <w:t>БИК _______________</w:t>
            </w:r>
          </w:p>
          <w:p w:rsidR="007F461E" w:rsidRPr="00BA65FB" w:rsidRDefault="007F461E" w:rsidP="002627B9">
            <w:r w:rsidRPr="00BA65FB">
              <w:t>Банк получателя: ___________</w:t>
            </w:r>
          </w:p>
          <w:p w:rsidR="007F461E" w:rsidRPr="00BA65FB" w:rsidRDefault="007F461E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7F461E" w:rsidRPr="00BA65FB" w:rsidRDefault="007F461E" w:rsidP="002627B9">
            <w:r w:rsidRPr="00BA65FB">
              <w:t>Подписи сторон</w:t>
            </w:r>
          </w:p>
          <w:p w:rsidR="007F461E" w:rsidRPr="00BA65FB" w:rsidRDefault="007F461E" w:rsidP="002627B9">
            <w:r w:rsidRPr="00BA65FB">
              <w:t>от Арендатора______________</w:t>
            </w:r>
          </w:p>
          <w:p w:rsidR="007F461E" w:rsidRPr="00BA65FB" w:rsidRDefault="007F461E" w:rsidP="002627B9">
            <w:r w:rsidRPr="00BA65FB">
              <w:t xml:space="preserve">                             (подпись)</w:t>
            </w:r>
          </w:p>
          <w:p w:rsidR="007F461E" w:rsidRPr="00BA65FB" w:rsidRDefault="007F461E" w:rsidP="002627B9">
            <w:r w:rsidRPr="00BA65FB">
              <w:t>М.П.</w:t>
            </w:r>
          </w:p>
          <w:p w:rsidR="007F461E" w:rsidRPr="00BA65FB" w:rsidRDefault="007F461E" w:rsidP="002627B9">
            <w:r w:rsidRPr="00BA65FB">
              <w:t xml:space="preserve">                                                                                                                  </w:t>
            </w:r>
          </w:p>
          <w:p w:rsidR="007F461E" w:rsidRPr="00BA65FB" w:rsidRDefault="007F461E" w:rsidP="002627B9"/>
        </w:tc>
      </w:tr>
    </w:tbl>
    <w:p w:rsidR="007F461E" w:rsidRPr="00BA65FB" w:rsidRDefault="007F461E" w:rsidP="00BA65FB">
      <w:pPr>
        <w:jc w:val="both"/>
      </w:pPr>
    </w:p>
    <w:p w:rsidR="007F461E" w:rsidRPr="00BA65FB" w:rsidRDefault="007F461E" w:rsidP="00DA3726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Приложение № 2</w:t>
      </w:r>
    </w:p>
    <w:p w:rsidR="007F461E" w:rsidRPr="00BA65FB" w:rsidRDefault="007F461E" w:rsidP="00DA3726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  к договору аренды</w:t>
      </w:r>
    </w:p>
    <w:p w:rsidR="007F461E" w:rsidRPr="00BA65FB" w:rsidRDefault="007F461E" w:rsidP="00DA3726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 имущества</w:t>
      </w:r>
    </w:p>
    <w:p w:rsidR="007F461E" w:rsidRPr="00BA65FB" w:rsidRDefault="007F461E" w:rsidP="00BA65FB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  от _______________№___</w:t>
      </w:r>
    </w:p>
    <w:p w:rsidR="007F461E" w:rsidRPr="00BA65FB" w:rsidRDefault="007F461E" w:rsidP="001217F8">
      <w:pPr>
        <w:pStyle w:val="Heading3"/>
        <w:jc w:val="center"/>
        <w:rPr>
          <w:rFonts w:ascii="Times New Roman" w:hAnsi="Times New Roman"/>
          <w:b w:val="0"/>
          <w:color w:val="000000"/>
        </w:rPr>
      </w:pPr>
      <w:r w:rsidRPr="00BA65FB">
        <w:rPr>
          <w:rFonts w:ascii="Times New Roman" w:hAnsi="Times New Roman"/>
          <w:b w:val="0"/>
          <w:color w:val="000000"/>
        </w:rPr>
        <w:t>Расчет арендной платы</w:t>
      </w:r>
    </w:p>
    <w:p w:rsidR="007F461E" w:rsidRPr="00BA65FB" w:rsidRDefault="007F461E" w:rsidP="00DA372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1701"/>
        <w:gridCol w:w="1134"/>
        <w:gridCol w:w="1418"/>
        <w:gridCol w:w="2835"/>
      </w:tblGrid>
      <w:tr w:rsidR="007F461E" w:rsidRPr="00BA65FB" w:rsidTr="002627B9">
        <w:trPr>
          <w:cantSplit/>
        </w:trPr>
        <w:tc>
          <w:tcPr>
            <w:tcW w:w="2376" w:type="dxa"/>
            <w:vMerge w:val="restart"/>
          </w:tcPr>
          <w:p w:rsidR="007F461E" w:rsidRPr="00BA65FB" w:rsidRDefault="007F461E" w:rsidP="002627B9">
            <w:pPr>
              <w:jc w:val="center"/>
            </w:pPr>
            <w:r w:rsidRPr="00BA65FB">
              <w:t>Адрес, местонахождение нежилых помещений</w:t>
            </w:r>
          </w:p>
        </w:tc>
        <w:tc>
          <w:tcPr>
            <w:tcW w:w="1701" w:type="dxa"/>
            <w:vMerge w:val="restart"/>
          </w:tcPr>
          <w:p w:rsidR="007F461E" w:rsidRPr="00BA65FB" w:rsidRDefault="007F461E" w:rsidP="002627B9">
            <w:pPr>
              <w:jc w:val="center"/>
            </w:pPr>
            <w:r w:rsidRPr="00BA65FB">
              <w:t>Площадь арендуемых помещений, (кв.м)</w:t>
            </w:r>
          </w:p>
        </w:tc>
        <w:tc>
          <w:tcPr>
            <w:tcW w:w="2552" w:type="dxa"/>
            <w:gridSpan w:val="2"/>
          </w:tcPr>
          <w:p w:rsidR="007F461E" w:rsidRPr="00BA65FB" w:rsidRDefault="007F461E" w:rsidP="002627B9">
            <w:pPr>
              <w:jc w:val="center"/>
            </w:pPr>
            <w:r w:rsidRPr="00BA65FB">
              <w:t>Рыночная арендная ставка, 1 кв.м/мес, (руб.)</w:t>
            </w:r>
          </w:p>
        </w:tc>
        <w:tc>
          <w:tcPr>
            <w:tcW w:w="2835" w:type="dxa"/>
            <w:vMerge w:val="restart"/>
          </w:tcPr>
          <w:p w:rsidR="007F461E" w:rsidRPr="00BA65FB" w:rsidRDefault="007F461E" w:rsidP="002627B9">
            <w:pPr>
              <w:jc w:val="center"/>
            </w:pPr>
            <w:r w:rsidRPr="00BA65FB">
              <w:t>Рыночная стоимость величины годовой арендной платы с учетом НДС, (руб.)</w:t>
            </w:r>
          </w:p>
        </w:tc>
      </w:tr>
      <w:tr w:rsidR="007F461E" w:rsidRPr="00BA65FB" w:rsidTr="002627B9">
        <w:trPr>
          <w:cantSplit/>
          <w:trHeight w:val="446"/>
        </w:trPr>
        <w:tc>
          <w:tcPr>
            <w:tcW w:w="2376" w:type="dxa"/>
            <w:vMerge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1701" w:type="dxa"/>
            <w:vMerge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1134" w:type="dxa"/>
          </w:tcPr>
          <w:p w:rsidR="007F461E" w:rsidRPr="00BA65FB" w:rsidRDefault="007F461E" w:rsidP="002627B9">
            <w:pPr>
              <w:jc w:val="center"/>
            </w:pPr>
            <w:r w:rsidRPr="00BA65FB">
              <w:t>с НДС</w:t>
            </w:r>
          </w:p>
        </w:tc>
        <w:tc>
          <w:tcPr>
            <w:tcW w:w="1418" w:type="dxa"/>
          </w:tcPr>
          <w:p w:rsidR="007F461E" w:rsidRPr="00BA65FB" w:rsidRDefault="007F461E" w:rsidP="002627B9">
            <w:pPr>
              <w:jc w:val="center"/>
            </w:pPr>
            <w:r w:rsidRPr="00BA65FB">
              <w:t>без НДС</w:t>
            </w:r>
          </w:p>
        </w:tc>
        <w:tc>
          <w:tcPr>
            <w:tcW w:w="2835" w:type="dxa"/>
            <w:vMerge/>
          </w:tcPr>
          <w:p w:rsidR="007F461E" w:rsidRPr="00BA65FB" w:rsidRDefault="007F461E" w:rsidP="002627B9">
            <w:pPr>
              <w:jc w:val="center"/>
            </w:pPr>
          </w:p>
        </w:tc>
      </w:tr>
      <w:tr w:rsidR="007F461E" w:rsidRPr="00BA65FB" w:rsidTr="002627B9">
        <w:tc>
          <w:tcPr>
            <w:tcW w:w="2376" w:type="dxa"/>
          </w:tcPr>
          <w:p w:rsidR="007F461E" w:rsidRPr="00BA65FB" w:rsidRDefault="007F461E" w:rsidP="002627B9">
            <w:pPr>
              <w:jc w:val="center"/>
            </w:pPr>
            <w:r w:rsidRPr="00BA65FB">
              <w:t>1</w:t>
            </w:r>
          </w:p>
        </w:tc>
        <w:tc>
          <w:tcPr>
            <w:tcW w:w="1701" w:type="dxa"/>
          </w:tcPr>
          <w:p w:rsidR="007F461E" w:rsidRPr="00BA65FB" w:rsidRDefault="007F461E" w:rsidP="002627B9">
            <w:pPr>
              <w:jc w:val="center"/>
            </w:pPr>
            <w:r w:rsidRPr="00BA65FB">
              <w:t>2</w:t>
            </w:r>
          </w:p>
        </w:tc>
        <w:tc>
          <w:tcPr>
            <w:tcW w:w="1134" w:type="dxa"/>
          </w:tcPr>
          <w:p w:rsidR="007F461E" w:rsidRPr="00BA65FB" w:rsidRDefault="007F461E" w:rsidP="002627B9">
            <w:pPr>
              <w:jc w:val="center"/>
            </w:pPr>
            <w:r w:rsidRPr="00BA65FB">
              <w:t>3</w:t>
            </w:r>
          </w:p>
        </w:tc>
        <w:tc>
          <w:tcPr>
            <w:tcW w:w="1418" w:type="dxa"/>
          </w:tcPr>
          <w:p w:rsidR="007F461E" w:rsidRPr="00BA65FB" w:rsidRDefault="007F461E" w:rsidP="002627B9">
            <w:pPr>
              <w:jc w:val="center"/>
            </w:pPr>
            <w:r w:rsidRPr="00BA65FB">
              <w:t>4</w:t>
            </w:r>
          </w:p>
        </w:tc>
        <w:tc>
          <w:tcPr>
            <w:tcW w:w="2835" w:type="dxa"/>
          </w:tcPr>
          <w:p w:rsidR="007F461E" w:rsidRPr="00BA65FB" w:rsidRDefault="007F461E" w:rsidP="002627B9">
            <w:pPr>
              <w:jc w:val="center"/>
            </w:pPr>
            <w:r w:rsidRPr="00BA65FB">
              <w:t>5</w:t>
            </w:r>
          </w:p>
        </w:tc>
      </w:tr>
      <w:tr w:rsidR="007F461E" w:rsidRPr="00BA65FB" w:rsidTr="002627B9">
        <w:tc>
          <w:tcPr>
            <w:tcW w:w="2376" w:type="dxa"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1701" w:type="dxa"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1134" w:type="dxa"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1418" w:type="dxa"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2835" w:type="dxa"/>
          </w:tcPr>
          <w:p w:rsidR="007F461E" w:rsidRPr="00BA65FB" w:rsidRDefault="007F461E" w:rsidP="002627B9">
            <w:pPr>
              <w:jc w:val="center"/>
            </w:pPr>
          </w:p>
        </w:tc>
      </w:tr>
    </w:tbl>
    <w:p w:rsidR="007F461E" w:rsidRPr="00BA65FB" w:rsidRDefault="007F461E" w:rsidP="00DA3726">
      <w:pPr>
        <w:jc w:val="center"/>
      </w:pPr>
    </w:p>
    <w:p w:rsidR="007F461E" w:rsidRPr="00BE5CBD" w:rsidRDefault="007F461E" w:rsidP="000E1E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E5CBD">
        <w:rPr>
          <w:rFonts w:ascii="Times New Roman" w:hAnsi="Times New Roman" w:cs="Times New Roman"/>
          <w:sz w:val="28"/>
          <w:szCs w:val="28"/>
        </w:rPr>
        <w:t>Начальник отдела по доходам и управлению</w:t>
      </w:r>
    </w:p>
    <w:p w:rsidR="007F461E" w:rsidRPr="00BE5CBD" w:rsidRDefault="007F461E" w:rsidP="000E1E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E5CBD">
        <w:rPr>
          <w:rFonts w:ascii="Times New Roman" w:hAnsi="Times New Roman" w:cs="Times New Roman"/>
          <w:sz w:val="28"/>
          <w:szCs w:val="28"/>
        </w:rPr>
        <w:t>муниципальным имуществом администрации</w:t>
      </w:r>
    </w:p>
    <w:p w:rsidR="007F461E" w:rsidRPr="00BE5CBD" w:rsidRDefault="007F461E" w:rsidP="000E1E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E5CBD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7F461E" w:rsidRPr="00BE5CBD" w:rsidRDefault="007F461E" w:rsidP="00BE5CB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E5CBD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E5CBD">
        <w:rPr>
          <w:rFonts w:ascii="Times New Roman" w:hAnsi="Times New Roman" w:cs="Times New Roman"/>
          <w:sz w:val="28"/>
          <w:szCs w:val="28"/>
        </w:rPr>
        <w:t xml:space="preserve">                                             Т.Г. Быкова</w:t>
      </w:r>
    </w:p>
    <w:sectPr w:rsidR="007F461E" w:rsidRPr="00BE5CBD" w:rsidSect="00BA65FB">
      <w:headerReference w:type="even" r:id="rId7"/>
      <w:headerReference w:type="default" r:id="rId8"/>
      <w:footerReference w:type="even" r:id="rId9"/>
      <w:pgSz w:w="11906" w:h="16838"/>
      <w:pgMar w:top="567" w:right="567" w:bottom="568" w:left="85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61E" w:rsidRDefault="007F461E">
      <w:r>
        <w:separator/>
      </w:r>
    </w:p>
  </w:endnote>
  <w:endnote w:type="continuationSeparator" w:id="0">
    <w:p w:rsidR="007F461E" w:rsidRDefault="007F4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1E" w:rsidRDefault="007F461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461E" w:rsidRDefault="007F46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61E" w:rsidRDefault="007F461E">
      <w:r>
        <w:separator/>
      </w:r>
    </w:p>
  </w:footnote>
  <w:footnote w:type="continuationSeparator" w:id="0">
    <w:p w:rsidR="007F461E" w:rsidRDefault="007F4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1E" w:rsidRDefault="007F46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461E" w:rsidRDefault="007F461E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1E" w:rsidRDefault="007F46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7F461E" w:rsidRDefault="007F461E">
    <w:pPr>
      <w:pStyle w:val="Header"/>
      <w:framePr w:wrap="around" w:vAnchor="text" w:hAnchor="margin" w:xAlign="right" w:y="1"/>
      <w:rPr>
        <w:rStyle w:val="PageNumber"/>
      </w:rPr>
    </w:pPr>
  </w:p>
  <w:p w:rsidR="007F461E" w:rsidRDefault="007F461E">
    <w:pPr>
      <w:pStyle w:val="Header"/>
      <w:ind w:right="360" w:firstLine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E72E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1BF71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7453B1F"/>
    <w:multiLevelType w:val="singleLevel"/>
    <w:tmpl w:val="A502B00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4207043"/>
    <w:multiLevelType w:val="singleLevel"/>
    <w:tmpl w:val="31B8F01C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>
    <w:nsid w:val="351640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A643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588655A3"/>
    <w:multiLevelType w:val="hybridMultilevel"/>
    <w:tmpl w:val="A42E25D6"/>
    <w:lvl w:ilvl="0" w:tplc="079670EC">
      <w:start w:val="1"/>
      <w:numFmt w:val="decimal"/>
      <w:lvlText w:val="%1."/>
      <w:lvlJc w:val="left"/>
      <w:pPr>
        <w:ind w:left="166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07F18DF"/>
    <w:multiLevelType w:val="hybridMultilevel"/>
    <w:tmpl w:val="C49C1D6C"/>
    <w:lvl w:ilvl="0" w:tplc="3CCA7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C70B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0061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982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2055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1CB6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468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0C6C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203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BD902C5"/>
    <w:multiLevelType w:val="hybridMultilevel"/>
    <w:tmpl w:val="C8E2014C"/>
    <w:lvl w:ilvl="0" w:tplc="7A4EA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1EB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BC31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B20F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72F0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4234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0E0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A69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084C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7"/>
  </w:num>
  <w:num w:numId="14">
    <w:abstractNumId w:val="2"/>
  </w:num>
  <w:num w:numId="15">
    <w:abstractNumId w:val="1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805"/>
    <w:rsid w:val="00000B60"/>
    <w:rsid w:val="00051AE6"/>
    <w:rsid w:val="00056698"/>
    <w:rsid w:val="000B70D6"/>
    <w:rsid w:val="000E1EE9"/>
    <w:rsid w:val="001049FA"/>
    <w:rsid w:val="001217F8"/>
    <w:rsid w:val="00124B79"/>
    <w:rsid w:val="0017549D"/>
    <w:rsid w:val="001A7751"/>
    <w:rsid w:val="001E2E99"/>
    <w:rsid w:val="002243CF"/>
    <w:rsid w:val="00232132"/>
    <w:rsid w:val="002627B9"/>
    <w:rsid w:val="002C3D09"/>
    <w:rsid w:val="002D7B07"/>
    <w:rsid w:val="003548C1"/>
    <w:rsid w:val="003B1A44"/>
    <w:rsid w:val="003B2693"/>
    <w:rsid w:val="003B4FA0"/>
    <w:rsid w:val="003E39F3"/>
    <w:rsid w:val="004C0993"/>
    <w:rsid w:val="00544527"/>
    <w:rsid w:val="00566356"/>
    <w:rsid w:val="005767A7"/>
    <w:rsid w:val="0057753A"/>
    <w:rsid w:val="005F5AA4"/>
    <w:rsid w:val="00627F61"/>
    <w:rsid w:val="00642B7D"/>
    <w:rsid w:val="00647821"/>
    <w:rsid w:val="00666717"/>
    <w:rsid w:val="00667DA0"/>
    <w:rsid w:val="006D4555"/>
    <w:rsid w:val="006D7205"/>
    <w:rsid w:val="006E51D9"/>
    <w:rsid w:val="006F18FF"/>
    <w:rsid w:val="00710884"/>
    <w:rsid w:val="00732EAD"/>
    <w:rsid w:val="00734817"/>
    <w:rsid w:val="007C7055"/>
    <w:rsid w:val="007F461E"/>
    <w:rsid w:val="008032D6"/>
    <w:rsid w:val="00806B5F"/>
    <w:rsid w:val="00850690"/>
    <w:rsid w:val="0086172F"/>
    <w:rsid w:val="0088286A"/>
    <w:rsid w:val="008D031B"/>
    <w:rsid w:val="008D1993"/>
    <w:rsid w:val="008E033D"/>
    <w:rsid w:val="008E1BEA"/>
    <w:rsid w:val="0091784D"/>
    <w:rsid w:val="00950952"/>
    <w:rsid w:val="009616B4"/>
    <w:rsid w:val="009B1475"/>
    <w:rsid w:val="009C0D3F"/>
    <w:rsid w:val="00A33DB1"/>
    <w:rsid w:val="00A47241"/>
    <w:rsid w:val="00A60CD6"/>
    <w:rsid w:val="00A701C5"/>
    <w:rsid w:val="00A74D11"/>
    <w:rsid w:val="00A75552"/>
    <w:rsid w:val="00A92850"/>
    <w:rsid w:val="00AC0BEC"/>
    <w:rsid w:val="00AD064A"/>
    <w:rsid w:val="00AD6065"/>
    <w:rsid w:val="00AE28CE"/>
    <w:rsid w:val="00B16509"/>
    <w:rsid w:val="00B42400"/>
    <w:rsid w:val="00B61DC5"/>
    <w:rsid w:val="00B85FF3"/>
    <w:rsid w:val="00B979D9"/>
    <w:rsid w:val="00BA65FB"/>
    <w:rsid w:val="00BD1D10"/>
    <w:rsid w:val="00BE5CBD"/>
    <w:rsid w:val="00BE7E9F"/>
    <w:rsid w:val="00C60003"/>
    <w:rsid w:val="00C71BAF"/>
    <w:rsid w:val="00CE37B1"/>
    <w:rsid w:val="00CE75FA"/>
    <w:rsid w:val="00D045EE"/>
    <w:rsid w:val="00D17CA7"/>
    <w:rsid w:val="00D371C2"/>
    <w:rsid w:val="00D524F9"/>
    <w:rsid w:val="00D52974"/>
    <w:rsid w:val="00D87696"/>
    <w:rsid w:val="00D928E1"/>
    <w:rsid w:val="00DA3726"/>
    <w:rsid w:val="00DB21B2"/>
    <w:rsid w:val="00DB769A"/>
    <w:rsid w:val="00DC13C1"/>
    <w:rsid w:val="00DE5097"/>
    <w:rsid w:val="00DF0E64"/>
    <w:rsid w:val="00E226D0"/>
    <w:rsid w:val="00E316C3"/>
    <w:rsid w:val="00E600A1"/>
    <w:rsid w:val="00EA1D2D"/>
    <w:rsid w:val="00EE54B4"/>
    <w:rsid w:val="00F36805"/>
    <w:rsid w:val="00F42C3B"/>
    <w:rsid w:val="00F743CB"/>
    <w:rsid w:val="00FA0BF3"/>
    <w:rsid w:val="00FB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D2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1D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A1D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A372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7B0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D7B0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A3726"/>
    <w:rPr>
      <w:rFonts w:ascii="Cambria" w:hAnsi="Cambria" w:cs="Times New Roman"/>
      <w:b/>
      <w:bCs/>
      <w:color w:val="4F81BD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EA1D2D"/>
    <w:pPr>
      <w:jc w:val="both"/>
    </w:pPr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D7B07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EA1D2D"/>
    <w:pPr>
      <w:ind w:firstLine="781"/>
      <w:jc w:val="center"/>
    </w:pPr>
    <w:rPr>
      <w:rFonts w:ascii="Arial" w:hAnsi="Arial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D7B0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EA1D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7B07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EA1D2D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EA1D2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D7B07"/>
    <w:rPr>
      <w:rFonts w:cs="Times New Roman"/>
      <w:sz w:val="24"/>
      <w:szCs w:val="24"/>
    </w:rPr>
  </w:style>
  <w:style w:type="paragraph" w:styleId="List">
    <w:name w:val="List"/>
    <w:basedOn w:val="Normal"/>
    <w:uiPriority w:val="99"/>
    <w:semiHidden/>
    <w:rsid w:val="00EA1D2D"/>
    <w:pPr>
      <w:ind w:left="283" w:hanging="283"/>
    </w:pPr>
  </w:style>
  <w:style w:type="paragraph" w:styleId="List2">
    <w:name w:val="List 2"/>
    <w:basedOn w:val="Normal"/>
    <w:uiPriority w:val="99"/>
    <w:semiHidden/>
    <w:rsid w:val="00EA1D2D"/>
    <w:pPr>
      <w:ind w:left="566" w:hanging="283"/>
    </w:pPr>
  </w:style>
  <w:style w:type="paragraph" w:styleId="List3">
    <w:name w:val="List 3"/>
    <w:basedOn w:val="Normal"/>
    <w:uiPriority w:val="99"/>
    <w:semiHidden/>
    <w:rsid w:val="00EA1D2D"/>
    <w:pPr>
      <w:ind w:left="849" w:hanging="283"/>
    </w:pPr>
  </w:style>
  <w:style w:type="paragraph" w:styleId="ListBullet2">
    <w:name w:val="List Bullet 2"/>
    <w:basedOn w:val="Normal"/>
    <w:autoRedefine/>
    <w:uiPriority w:val="99"/>
    <w:semiHidden/>
    <w:rsid w:val="00EA1D2D"/>
    <w:pPr>
      <w:tabs>
        <w:tab w:val="num" w:pos="643"/>
      </w:tabs>
      <w:ind w:left="643" w:hanging="360"/>
    </w:pPr>
  </w:style>
  <w:style w:type="paragraph" w:styleId="ListContinue2">
    <w:name w:val="List Continue 2"/>
    <w:basedOn w:val="Normal"/>
    <w:uiPriority w:val="99"/>
    <w:semiHidden/>
    <w:rsid w:val="00EA1D2D"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rsid w:val="00EA1D2D"/>
    <w:pPr>
      <w:spacing w:after="120"/>
      <w:ind w:left="849"/>
    </w:pPr>
  </w:style>
  <w:style w:type="paragraph" w:styleId="Title">
    <w:name w:val="Title"/>
    <w:basedOn w:val="Normal"/>
    <w:link w:val="TitleChar"/>
    <w:uiPriority w:val="99"/>
    <w:qFormat/>
    <w:rsid w:val="00EA1D2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2D7B07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EA1D2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D7B07"/>
    <w:rPr>
      <w:rFonts w:ascii="Cambria" w:hAnsi="Cambria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EA1D2D"/>
    <w:pPr>
      <w:ind w:firstLine="7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D7B07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EA1D2D"/>
    <w:pPr>
      <w:tabs>
        <w:tab w:val="right" w:pos="0"/>
      </w:tabs>
      <w:ind w:firstLine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D7B07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A1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7B07"/>
    <w:rPr>
      <w:rFonts w:cs="Times New Roman"/>
      <w:sz w:val="2"/>
    </w:rPr>
  </w:style>
  <w:style w:type="paragraph" w:styleId="BodyText2">
    <w:name w:val="Body Text 2"/>
    <w:basedOn w:val="Normal"/>
    <w:link w:val="BodyText2Char"/>
    <w:uiPriority w:val="99"/>
    <w:semiHidden/>
    <w:rsid w:val="00EA1D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D7B07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E1EE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4</Pages>
  <Words>1783</Words>
  <Characters>10168</Characters>
  <Application>Microsoft Office Outlook</Application>
  <DocSecurity>0</DocSecurity>
  <Lines>0</Lines>
  <Paragraphs>0</Paragraphs>
  <ScaleCrop>false</ScaleCrop>
  <Company>nnn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nnn</dc:creator>
  <cp:keywords/>
  <dc:description/>
  <cp:lastModifiedBy>Пользователь</cp:lastModifiedBy>
  <cp:revision>15</cp:revision>
  <cp:lastPrinted>2014-02-14T11:36:00Z</cp:lastPrinted>
  <dcterms:created xsi:type="dcterms:W3CDTF">2014-02-13T13:06:00Z</dcterms:created>
  <dcterms:modified xsi:type="dcterms:W3CDTF">2017-06-01T05:54:00Z</dcterms:modified>
</cp:coreProperties>
</file>