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F58" w:rsidRPr="0067164B" w:rsidRDefault="00510F58" w:rsidP="003033C2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12</w:t>
      </w:r>
    </w:p>
    <w:p w:rsidR="00510F58" w:rsidRPr="0067164B" w:rsidRDefault="00510F58" w:rsidP="00313E2C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к Порядку принятия решения </w:t>
      </w:r>
    </w:p>
    <w:p w:rsidR="00510F58" w:rsidRPr="0067164B" w:rsidRDefault="00510F58" w:rsidP="00313E2C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 w:cs="Times New Roman"/>
          <w:sz w:val="28"/>
          <w:szCs w:val="28"/>
        </w:rPr>
        <w:t>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164B">
        <w:rPr>
          <w:rFonts w:ascii="Times New Roman" w:hAnsi="Times New Roman" w:cs="Times New Roman"/>
          <w:sz w:val="28"/>
          <w:szCs w:val="28"/>
        </w:rPr>
        <w:t xml:space="preserve">, реализации </w:t>
      </w:r>
    </w:p>
    <w:p w:rsidR="00510F58" w:rsidRPr="0067164B" w:rsidRDefault="00510F58" w:rsidP="00313E2C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</w:p>
    <w:p w:rsidR="00510F58" w:rsidRPr="0067164B" w:rsidRDefault="00510F58" w:rsidP="00313E2C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</w:p>
    <w:p w:rsidR="00510F58" w:rsidRDefault="00510F58" w:rsidP="00313E2C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510F58" w:rsidRPr="0067164B" w:rsidRDefault="00510F58" w:rsidP="00313E2C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510F58" w:rsidRPr="00AA33B5" w:rsidRDefault="00510F58" w:rsidP="003033C2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0"/>
          <w:szCs w:val="20"/>
        </w:rPr>
      </w:pPr>
    </w:p>
    <w:p w:rsidR="00510F58" w:rsidRPr="000F2794" w:rsidRDefault="00510F58" w:rsidP="003479E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F2794">
        <w:rPr>
          <w:rFonts w:ascii="Times New Roman" w:hAnsi="Times New Roman" w:cs="Times New Roman"/>
          <w:b/>
          <w:bCs/>
          <w:caps/>
          <w:sz w:val="28"/>
          <w:szCs w:val="28"/>
        </w:rPr>
        <w:t>ОТЧЁТ</w:t>
      </w:r>
    </w:p>
    <w:p w:rsidR="00510F58" w:rsidRDefault="00510F58" w:rsidP="003479E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F279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об исполнении финансирования муниципальной программы </w:t>
      </w:r>
    </w:p>
    <w:p w:rsidR="00510F58" w:rsidRPr="000F2794" w:rsidRDefault="00510F58" w:rsidP="003479E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F2794">
        <w:rPr>
          <w:rFonts w:ascii="Times New Roman" w:hAnsi="Times New Roman" w:cs="Times New Roman"/>
          <w:b/>
          <w:bCs/>
          <w:caps/>
          <w:sz w:val="28"/>
          <w:szCs w:val="28"/>
        </w:rPr>
        <w:t>муниципального образования Красноармейский район</w:t>
      </w:r>
    </w:p>
    <w:p w:rsidR="00510F58" w:rsidRPr="00114FAE" w:rsidRDefault="00510F58" w:rsidP="003479E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10F58" w:rsidRPr="000F2794" w:rsidRDefault="00510F58" w:rsidP="003479E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F2794">
        <w:rPr>
          <w:rFonts w:ascii="Times New Roman" w:hAnsi="Times New Roman" w:cs="Times New Roman"/>
          <w:b/>
          <w:bCs/>
          <w:sz w:val="28"/>
          <w:szCs w:val="28"/>
        </w:rPr>
        <w:t>(наименование муниципальной программы)</w:t>
      </w:r>
    </w:p>
    <w:p w:rsidR="00510F58" w:rsidRPr="00114FAE" w:rsidRDefault="00510F58" w:rsidP="003479E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F2794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</w:t>
      </w:r>
    </w:p>
    <w:p w:rsidR="00510F58" w:rsidRPr="000F2794" w:rsidRDefault="00510F58" w:rsidP="003479E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F2794">
        <w:rPr>
          <w:rFonts w:ascii="Times New Roman" w:hAnsi="Times New Roman" w:cs="Times New Roman"/>
          <w:b/>
          <w:bCs/>
          <w:sz w:val="28"/>
          <w:szCs w:val="28"/>
        </w:rPr>
        <w:t>(за первый квартал, первое полугодие, девять месяцев, год)</w:t>
      </w:r>
    </w:p>
    <w:p w:rsidR="00510F58" w:rsidRPr="00AA33B5" w:rsidRDefault="00510F58" w:rsidP="006E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33B5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148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1276"/>
        <w:gridCol w:w="709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850"/>
        <w:gridCol w:w="709"/>
      </w:tblGrid>
      <w:tr w:rsidR="00510F58" w:rsidRPr="00DC53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0F58" w:rsidRPr="00DC535E" w:rsidRDefault="00510F58" w:rsidP="00107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Номер мероприятия (1)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DC535E" w:rsidRDefault="00510F58" w:rsidP="0098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подпрограммы, мероприятия подпрограммы, ведомственной целевой 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DC535E" w:rsidRDefault="00510F58" w:rsidP="00B84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мероприятий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DC535E" w:rsidRDefault="00510F58" w:rsidP="005A7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предусмотренный программой на текущий год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DC535E" w:rsidRDefault="00510F58" w:rsidP="005A7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предусмотренный уточненной бюджетной росписью на отчетную дату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DC535E" w:rsidRDefault="00510F58" w:rsidP="005A7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Профинансировано (кассовое исполнение) в отчетном периоде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DC535E" w:rsidRDefault="00510F58" w:rsidP="00273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Освоено в отчетном периоде (2)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DC535E" w:rsidRDefault="00510F58" w:rsidP="005A7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F58" w:rsidRPr="00DC535E" w:rsidRDefault="00510F58" w:rsidP="005A7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5E">
              <w:rPr>
                <w:rFonts w:ascii="Times New Roman" w:hAnsi="Times New Roman" w:cs="Times New Roman"/>
              </w:rPr>
              <w:t>Обоснование отклонений результатов реализации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10F58" w:rsidRPr="00DC535E" w:rsidRDefault="00510F58" w:rsidP="00273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5E">
              <w:rPr>
                <w:rFonts w:ascii="Times New Roman" w:hAnsi="Times New Roman" w:cs="Times New Roman"/>
              </w:rPr>
              <w:t>Причина неосвоения средств по мероприятию</w:t>
            </w:r>
          </w:p>
        </w:tc>
      </w:tr>
      <w:tr w:rsidR="00510F58" w:rsidRPr="00DC535E">
        <w:trPr>
          <w:cantSplit/>
          <w:trHeight w:val="2971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0F58" w:rsidRPr="00DC535E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DC535E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DC535E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DC535E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% выполнения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DC535E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0F58" w:rsidRPr="00DC535E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F58" w:rsidRPr="002A0820" w:rsidRDefault="00510F58" w:rsidP="00091F10">
      <w:pPr>
        <w:tabs>
          <w:tab w:val="left" w:pos="1148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488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276"/>
        <w:gridCol w:w="709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850"/>
        <w:gridCol w:w="709"/>
      </w:tblGrid>
      <w:tr w:rsidR="00510F58" w:rsidRPr="00DC535E">
        <w:trPr>
          <w:tblHeader/>
        </w:trPr>
        <w:tc>
          <w:tcPr>
            <w:tcW w:w="709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0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5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10F58" w:rsidRPr="00DC535E">
        <w:tc>
          <w:tcPr>
            <w:tcW w:w="709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 по муниципальной программе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  <w:rPr>
                <w:b/>
                <w:bCs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</w:tr>
      <w:tr w:rsidR="00510F58" w:rsidRPr="00DC535E"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Всего по основным мероприятиям муниципальной программы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  <w:rPr>
                <w:b/>
                <w:bCs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</w:tr>
      <w:tr w:rsidR="00510F58" w:rsidRPr="00DC535E"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F58" w:rsidRPr="00DC535E"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F58" w:rsidRPr="00DC535E"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</w:tr>
      <w:tr w:rsidR="00510F58" w:rsidRPr="00DC535E"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F58" w:rsidRPr="00DC535E"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F58" w:rsidRPr="00DC535E"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Всего по ведомственнойцелевой программе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spacing w:after="0" w:line="240" w:lineRule="auto"/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426" w:type="dxa"/>
          </w:tcPr>
          <w:p w:rsidR="00510F58" w:rsidRPr="00DC535E" w:rsidRDefault="00510F58" w:rsidP="00DC535E">
            <w:pPr>
              <w:spacing w:after="0" w:line="240" w:lineRule="auto"/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</w:tr>
      <w:tr w:rsidR="00510F58" w:rsidRPr="00DC535E"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F58" w:rsidRPr="00DC535E"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35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0F58" w:rsidRPr="00DC535E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F58" w:rsidRDefault="00510F58" w:rsidP="007C1C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10F58" w:rsidRDefault="00510F58" w:rsidP="006E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(специалист) отраслевого (функционального) органа </w:t>
      </w:r>
    </w:p>
    <w:p w:rsidR="00510F58" w:rsidRDefault="00510F58" w:rsidP="006E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Полтавского сельского поселения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(И.О.Фамилия)</w:t>
      </w:r>
    </w:p>
    <w:p w:rsidR="00510F58" w:rsidRDefault="00510F58" w:rsidP="006E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Исполнитель, тел.</w:t>
      </w:r>
    </w:p>
    <w:p w:rsidR="00510F58" w:rsidRDefault="00510F58" w:rsidP="003033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0F58" w:rsidRPr="0010768B" w:rsidRDefault="00510F58" w:rsidP="000F27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68B">
        <w:rPr>
          <w:rFonts w:ascii="Times New Roman" w:hAnsi="Times New Roman" w:cs="Times New Roman"/>
          <w:sz w:val="28"/>
          <w:szCs w:val="28"/>
        </w:rPr>
        <w:t xml:space="preserve">(1)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0768B">
        <w:rPr>
          <w:rFonts w:ascii="Times New Roman" w:hAnsi="Times New Roman" w:cs="Times New Roman"/>
          <w:sz w:val="28"/>
          <w:szCs w:val="28"/>
        </w:rPr>
        <w:t xml:space="preserve">омер отдельного мероприятия, мероприятия подпрограммы, мероприятия ведомственной целевой программы указывается в соответствии с нумерацией, приведенной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0768B">
        <w:rPr>
          <w:rFonts w:ascii="Times New Roman" w:hAnsi="Times New Roman" w:cs="Times New Roman"/>
          <w:sz w:val="28"/>
          <w:szCs w:val="28"/>
        </w:rPr>
        <w:t xml:space="preserve"> программе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Красноармейский район</w:t>
      </w:r>
      <w:r w:rsidRPr="0010768B">
        <w:rPr>
          <w:rFonts w:ascii="Times New Roman" w:hAnsi="Times New Roman" w:cs="Times New Roman"/>
          <w:sz w:val="28"/>
          <w:szCs w:val="28"/>
        </w:rPr>
        <w:t xml:space="preserve"> (подпрограммы, ведомственной целевой программы);</w:t>
      </w:r>
    </w:p>
    <w:p w:rsidR="00510F58" w:rsidRDefault="00510F58" w:rsidP="000F2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12"/>
      <w:r w:rsidRPr="0010768B">
        <w:rPr>
          <w:rFonts w:ascii="Times New Roman" w:hAnsi="Times New Roman" w:cs="Times New Roman"/>
          <w:sz w:val="28"/>
          <w:szCs w:val="28"/>
        </w:rPr>
        <w:t xml:space="preserve">(2)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0768B">
        <w:rPr>
          <w:rFonts w:ascii="Times New Roman" w:hAnsi="Times New Roman" w:cs="Times New Roman"/>
          <w:sz w:val="28"/>
          <w:szCs w:val="28"/>
        </w:rPr>
        <w:t>казываются объемы финансирования, непосредственно освоенные получателями бюджетных средств (главными распорядителями бюджетных средств (распорядителями), бюджетными, автономными учреждениями и иными некоммерческими учреждениями, органами местного самоуправления муниципальн</w:t>
      </w:r>
      <w:r>
        <w:rPr>
          <w:rFonts w:ascii="Times New Roman" w:hAnsi="Times New Roman" w:cs="Times New Roman"/>
          <w:sz w:val="28"/>
          <w:szCs w:val="28"/>
        </w:rPr>
        <w:t>ого образования Красноармейский район</w:t>
      </w:r>
      <w:r w:rsidRPr="0010768B">
        <w:rPr>
          <w:rFonts w:ascii="Times New Roman" w:hAnsi="Times New Roman" w:cs="Times New Roman"/>
          <w:sz w:val="28"/>
          <w:szCs w:val="28"/>
        </w:rPr>
        <w:t>).</w:t>
      </w:r>
      <w:bookmarkEnd w:id="0"/>
    </w:p>
    <w:p w:rsidR="00510F58" w:rsidRDefault="00510F58" w:rsidP="000F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F58" w:rsidRDefault="00510F58" w:rsidP="000F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F58" w:rsidRPr="003033C2" w:rsidRDefault="00510F58" w:rsidP="003033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0F58" w:rsidRDefault="00510F58" w:rsidP="00313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510F58" w:rsidRDefault="00510F58" w:rsidP="00313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510F58" w:rsidRDefault="00510F58" w:rsidP="00313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                                                                       В.А. Побожий</w:t>
      </w:r>
    </w:p>
    <w:p w:rsidR="00510F58" w:rsidRPr="00970B77" w:rsidRDefault="00510F58" w:rsidP="00313E2C">
      <w:pPr>
        <w:spacing w:after="0" w:line="240" w:lineRule="auto"/>
        <w:ind w:right="-230" w:hanging="142"/>
        <w:rPr>
          <w:rFonts w:ascii="Times New Roman" w:hAnsi="Times New Roman" w:cs="Times New Roman"/>
          <w:sz w:val="28"/>
          <w:szCs w:val="28"/>
        </w:rPr>
      </w:pPr>
    </w:p>
    <w:p w:rsidR="00510F58" w:rsidRPr="003033C2" w:rsidRDefault="00510F58" w:rsidP="003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sectPr w:rsidR="00510F58" w:rsidRPr="003033C2" w:rsidSect="000F2794">
      <w:headerReference w:type="default" r:id="rId6"/>
      <w:pgSz w:w="16838" w:h="11906" w:orient="landscape"/>
      <w:pgMar w:top="1531" w:right="113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F58" w:rsidRPr="007C1C0E" w:rsidRDefault="00510F58" w:rsidP="007C1C0E">
      <w:pPr>
        <w:pStyle w:val="a1"/>
        <w:rPr>
          <w:rFonts w:ascii="Calibri" w:hAnsi="Calibri" w:cs="Calibri"/>
          <w:sz w:val="22"/>
          <w:szCs w:val="22"/>
        </w:rPr>
      </w:pPr>
      <w:r>
        <w:separator/>
      </w:r>
    </w:p>
  </w:endnote>
  <w:endnote w:type="continuationSeparator" w:id="1">
    <w:p w:rsidR="00510F58" w:rsidRPr="007C1C0E" w:rsidRDefault="00510F58" w:rsidP="007C1C0E">
      <w:pPr>
        <w:pStyle w:val="a1"/>
        <w:rPr>
          <w:rFonts w:ascii="Calibri" w:hAnsi="Calibri" w:cs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F58" w:rsidRPr="007C1C0E" w:rsidRDefault="00510F58" w:rsidP="007C1C0E">
      <w:pPr>
        <w:pStyle w:val="a1"/>
        <w:rPr>
          <w:rFonts w:ascii="Calibri" w:hAnsi="Calibri" w:cs="Calibri"/>
          <w:sz w:val="22"/>
          <w:szCs w:val="22"/>
        </w:rPr>
      </w:pPr>
      <w:r>
        <w:separator/>
      </w:r>
    </w:p>
  </w:footnote>
  <w:footnote w:type="continuationSeparator" w:id="1">
    <w:p w:rsidR="00510F58" w:rsidRPr="007C1C0E" w:rsidRDefault="00510F58" w:rsidP="007C1C0E">
      <w:pPr>
        <w:pStyle w:val="a1"/>
        <w:rPr>
          <w:rFonts w:ascii="Calibri" w:hAnsi="Calibri" w:cs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F58" w:rsidRDefault="00510F58">
    <w:pPr>
      <w:pStyle w:val="Header"/>
    </w:pPr>
    <w:r>
      <w:rPr>
        <w:noProof/>
      </w:rPr>
      <w:pict>
        <v:rect id="_x0000_s2049" style="position:absolute;margin-left:770.35pt;margin-top:217.7pt;width:45.35pt;height:25.95pt;z-index:251660288;mso-position-horizontal-relative:page;mso-position-vertical-relative:margin" o:allowincell="f" stroked="f">
          <v:textbox style="layout-flow:vertical">
            <w:txbxContent>
              <w:p w:rsidR="00510F58" w:rsidRPr="007C1C0E" w:rsidRDefault="00510F58" w:rsidP="007C1C0E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3</w:t>
                </w: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3C2"/>
    <w:rsid w:val="00041373"/>
    <w:rsid w:val="00056413"/>
    <w:rsid w:val="00084CCC"/>
    <w:rsid w:val="00091F10"/>
    <w:rsid w:val="000C195B"/>
    <w:rsid w:val="000F2794"/>
    <w:rsid w:val="0010768B"/>
    <w:rsid w:val="00114FAE"/>
    <w:rsid w:val="00133A00"/>
    <w:rsid w:val="00150E2F"/>
    <w:rsid w:val="00172FC2"/>
    <w:rsid w:val="001A1DCB"/>
    <w:rsid w:val="001A2773"/>
    <w:rsid w:val="002016BF"/>
    <w:rsid w:val="00225E20"/>
    <w:rsid w:val="0027340E"/>
    <w:rsid w:val="002A0820"/>
    <w:rsid w:val="002A44F3"/>
    <w:rsid w:val="002C3820"/>
    <w:rsid w:val="002E366A"/>
    <w:rsid w:val="002E69F3"/>
    <w:rsid w:val="002F120D"/>
    <w:rsid w:val="002F2A03"/>
    <w:rsid w:val="003033C2"/>
    <w:rsid w:val="00313E2C"/>
    <w:rsid w:val="00341C0D"/>
    <w:rsid w:val="003479E7"/>
    <w:rsid w:val="003C239C"/>
    <w:rsid w:val="00400EE7"/>
    <w:rsid w:val="00406BE7"/>
    <w:rsid w:val="00413E87"/>
    <w:rsid w:val="00481FDC"/>
    <w:rsid w:val="004923E1"/>
    <w:rsid w:val="004C6647"/>
    <w:rsid w:val="004E42E1"/>
    <w:rsid w:val="004E60CB"/>
    <w:rsid w:val="00510F58"/>
    <w:rsid w:val="005172F1"/>
    <w:rsid w:val="005514D9"/>
    <w:rsid w:val="0057756F"/>
    <w:rsid w:val="005A7EB0"/>
    <w:rsid w:val="005B58C4"/>
    <w:rsid w:val="00606A73"/>
    <w:rsid w:val="0067164B"/>
    <w:rsid w:val="00691FD0"/>
    <w:rsid w:val="006C79DE"/>
    <w:rsid w:val="006D60FD"/>
    <w:rsid w:val="006E4E6C"/>
    <w:rsid w:val="007C1C0E"/>
    <w:rsid w:val="007D0A51"/>
    <w:rsid w:val="00837016"/>
    <w:rsid w:val="008D1D6C"/>
    <w:rsid w:val="008E40C7"/>
    <w:rsid w:val="009113EB"/>
    <w:rsid w:val="0092493E"/>
    <w:rsid w:val="00966ADE"/>
    <w:rsid w:val="00970B77"/>
    <w:rsid w:val="009710F0"/>
    <w:rsid w:val="00982F42"/>
    <w:rsid w:val="009B0DC8"/>
    <w:rsid w:val="009C0096"/>
    <w:rsid w:val="00A37E21"/>
    <w:rsid w:val="00AA2488"/>
    <w:rsid w:val="00AA33B5"/>
    <w:rsid w:val="00AE4A50"/>
    <w:rsid w:val="00B51327"/>
    <w:rsid w:val="00B84103"/>
    <w:rsid w:val="00BB5F83"/>
    <w:rsid w:val="00C0739F"/>
    <w:rsid w:val="00C22655"/>
    <w:rsid w:val="00C518D3"/>
    <w:rsid w:val="00C901A7"/>
    <w:rsid w:val="00C951E9"/>
    <w:rsid w:val="00CD4D84"/>
    <w:rsid w:val="00CF7CAD"/>
    <w:rsid w:val="00D1327D"/>
    <w:rsid w:val="00D45454"/>
    <w:rsid w:val="00DC535E"/>
    <w:rsid w:val="00DD18CF"/>
    <w:rsid w:val="00DE3D68"/>
    <w:rsid w:val="00DE50DA"/>
    <w:rsid w:val="00E01E30"/>
    <w:rsid w:val="00E60E2F"/>
    <w:rsid w:val="00E9517F"/>
    <w:rsid w:val="00EA4E16"/>
    <w:rsid w:val="00EB21C9"/>
    <w:rsid w:val="00F104DE"/>
    <w:rsid w:val="00F166B1"/>
    <w:rsid w:val="00F64381"/>
    <w:rsid w:val="00F86D5B"/>
    <w:rsid w:val="00FD5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E20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33C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33C2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3033C2"/>
    <w:rPr>
      <w:b/>
      <w:bCs/>
      <w:color w:val="26282F"/>
    </w:rPr>
  </w:style>
  <w:style w:type="character" w:customStyle="1" w:styleId="a0">
    <w:name w:val="Гипертекстовая ссылка"/>
    <w:basedOn w:val="a"/>
    <w:uiPriority w:val="99"/>
    <w:rsid w:val="003033C2"/>
    <w:rPr>
      <w:color w:val="auto"/>
    </w:rPr>
  </w:style>
  <w:style w:type="paragraph" w:customStyle="1" w:styleId="a1">
    <w:name w:val="Нормальный (таблица)"/>
    <w:basedOn w:val="Normal"/>
    <w:next w:val="Normal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A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24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C1C0E"/>
  </w:style>
  <w:style w:type="paragraph" w:styleId="Footer">
    <w:name w:val="footer"/>
    <w:basedOn w:val="Normal"/>
    <w:link w:val="FooterChar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C1C0E"/>
  </w:style>
  <w:style w:type="table" w:styleId="TableGrid">
    <w:name w:val="Table Grid"/>
    <w:basedOn w:val="TableNormal"/>
    <w:uiPriority w:val="99"/>
    <w:rsid w:val="005A7EB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440</TotalTime>
  <Pages>3</Pages>
  <Words>465</Words>
  <Characters>2654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8</cp:lastModifiedBy>
  <cp:revision>30</cp:revision>
  <cp:lastPrinted>2015-08-26T10:20:00Z</cp:lastPrinted>
  <dcterms:created xsi:type="dcterms:W3CDTF">2014-06-18T14:30:00Z</dcterms:created>
  <dcterms:modified xsi:type="dcterms:W3CDTF">2016-08-31T08:39:00Z</dcterms:modified>
</cp:coreProperties>
</file>